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A8DDF" w14:textId="551C6FB0" w:rsidR="000357C6" w:rsidRDefault="000357C6" w:rsidP="00A21C0B">
      <w:pPr>
        <w:spacing w:after="0"/>
      </w:pPr>
    </w:p>
    <w:tbl>
      <w:tblPr>
        <w:tblStyle w:val="TableGrid"/>
        <w:tblW w:w="50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99"/>
        <w:gridCol w:w="2398"/>
        <w:gridCol w:w="2397"/>
        <w:gridCol w:w="1206"/>
        <w:gridCol w:w="1201"/>
        <w:gridCol w:w="1195"/>
        <w:gridCol w:w="1208"/>
        <w:gridCol w:w="1547"/>
        <w:gridCol w:w="1547"/>
      </w:tblGrid>
      <w:tr w:rsidR="000357C6" w14:paraId="22F9EB52" w14:textId="77777777" w:rsidTr="524F2486">
        <w:trPr>
          <w:trHeight w:val="384"/>
        </w:trPr>
        <w:tc>
          <w:tcPr>
            <w:tcW w:w="2398" w:type="dxa"/>
          </w:tcPr>
          <w:p w14:paraId="34816AE5" w14:textId="77777777" w:rsidR="000357C6" w:rsidRDefault="000357C6" w:rsidP="00147045"/>
        </w:tc>
        <w:tc>
          <w:tcPr>
            <w:tcW w:w="2398" w:type="dxa"/>
          </w:tcPr>
          <w:p w14:paraId="63EEA696" w14:textId="49009A6D" w:rsidR="000357C6" w:rsidRDefault="00AD6E02" w:rsidP="00147045">
            <w:r>
              <w:t>ID-BOD TRAINING</w:t>
            </w:r>
          </w:p>
        </w:tc>
        <w:tc>
          <w:tcPr>
            <w:tcW w:w="2397" w:type="dxa"/>
          </w:tcPr>
          <w:p w14:paraId="5579A8B3" w14:textId="77777777" w:rsidR="000357C6" w:rsidRDefault="000357C6" w:rsidP="00147045"/>
        </w:tc>
        <w:tc>
          <w:tcPr>
            <w:tcW w:w="7904" w:type="dxa"/>
            <w:gridSpan w:val="6"/>
            <w:vAlign w:val="center"/>
          </w:tcPr>
          <w:p w14:paraId="3749BD8F" w14:textId="69F60FD7" w:rsidR="000357C6" w:rsidRDefault="000357C6" w:rsidP="00147045"/>
        </w:tc>
      </w:tr>
      <w:tr w:rsidR="000357C6" w14:paraId="349344CB" w14:textId="77777777" w:rsidTr="524F2486">
        <w:trPr>
          <w:trHeight w:val="384"/>
        </w:trPr>
        <w:tc>
          <w:tcPr>
            <w:tcW w:w="4796" w:type="dxa"/>
            <w:gridSpan w:val="2"/>
            <w:vMerge w:val="restart"/>
          </w:tcPr>
          <w:p w14:paraId="68C5707E" w14:textId="2B694CFB" w:rsidR="000357C6" w:rsidRPr="000357C6" w:rsidRDefault="00547648" w:rsidP="00147045">
            <w:pPr>
              <w:pStyle w:val="Month"/>
            </w:pPr>
            <w:r>
              <w:t>February</w:t>
            </w:r>
          </w:p>
        </w:tc>
        <w:tc>
          <w:tcPr>
            <w:tcW w:w="2397" w:type="dxa"/>
            <w:vMerge w:val="restart"/>
          </w:tcPr>
          <w:p w14:paraId="79798B74" w14:textId="3E145F44" w:rsidR="000357C6" w:rsidRPr="00A06194" w:rsidRDefault="00B569C0" w:rsidP="00147045">
            <w:pPr>
              <w:pStyle w:val="Year"/>
            </w:pPr>
            <w:r w:rsidRPr="00A06194">
              <w:t>202</w:t>
            </w:r>
            <w:r w:rsidR="00D10983">
              <w:t>5</w:t>
            </w:r>
          </w:p>
        </w:tc>
        <w:tc>
          <w:tcPr>
            <w:tcW w:w="1206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6E7E0BE" w14:textId="77777777" w:rsidR="000357C6" w:rsidRDefault="000357C6" w:rsidP="00147045"/>
        </w:tc>
        <w:tc>
          <w:tcPr>
            <w:tcW w:w="2396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8A5BFC0" w14:textId="12D44104" w:rsidR="000357C6" w:rsidRDefault="000357C6" w:rsidP="00147045"/>
        </w:tc>
        <w:tc>
          <w:tcPr>
            <w:tcW w:w="1207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9BA03B7" w14:textId="77777777" w:rsidR="000357C6" w:rsidRDefault="000357C6" w:rsidP="00147045"/>
        </w:tc>
        <w:tc>
          <w:tcPr>
            <w:tcW w:w="3094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02D4A97" w14:textId="77777777" w:rsidR="000357C6" w:rsidRDefault="000357C6" w:rsidP="00147045"/>
        </w:tc>
      </w:tr>
      <w:tr w:rsidR="000357C6" w14:paraId="76193B89" w14:textId="77777777" w:rsidTr="524F2486">
        <w:trPr>
          <w:trHeight w:val="384"/>
        </w:trPr>
        <w:tc>
          <w:tcPr>
            <w:tcW w:w="4796" w:type="dxa"/>
            <w:gridSpan w:val="2"/>
            <w:vMerge/>
          </w:tcPr>
          <w:p w14:paraId="10C2F398" w14:textId="77777777" w:rsidR="000357C6" w:rsidRDefault="000357C6" w:rsidP="00147045"/>
        </w:tc>
        <w:tc>
          <w:tcPr>
            <w:tcW w:w="2397" w:type="dxa"/>
            <w:vMerge/>
          </w:tcPr>
          <w:p w14:paraId="2207CB83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0172A66" w14:textId="77777777" w:rsidR="000357C6" w:rsidRDefault="000357C6" w:rsidP="00147045"/>
        </w:tc>
        <w:tc>
          <w:tcPr>
            <w:tcW w:w="2396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3C23B4F" w14:textId="77777777" w:rsidR="000357C6" w:rsidRDefault="000357C6" w:rsidP="00147045"/>
        </w:tc>
        <w:tc>
          <w:tcPr>
            <w:tcW w:w="1207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D6A1EA4" w14:textId="77777777" w:rsidR="000357C6" w:rsidRDefault="000357C6" w:rsidP="00147045"/>
        </w:tc>
        <w:tc>
          <w:tcPr>
            <w:tcW w:w="3094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B26445C" w14:textId="77777777" w:rsidR="000357C6" w:rsidRDefault="000357C6" w:rsidP="00147045"/>
        </w:tc>
      </w:tr>
      <w:tr w:rsidR="000357C6" w14:paraId="3BCA156E" w14:textId="77777777" w:rsidTr="524F2486">
        <w:trPr>
          <w:trHeight w:val="384"/>
        </w:trPr>
        <w:tc>
          <w:tcPr>
            <w:tcW w:w="4796" w:type="dxa"/>
            <w:gridSpan w:val="2"/>
            <w:vMerge/>
          </w:tcPr>
          <w:p w14:paraId="410DE6DD" w14:textId="77777777" w:rsidR="000357C6" w:rsidRDefault="000357C6" w:rsidP="00147045"/>
        </w:tc>
        <w:tc>
          <w:tcPr>
            <w:tcW w:w="2397" w:type="dxa"/>
            <w:vMerge/>
          </w:tcPr>
          <w:p w14:paraId="4D5E7BEF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CC55CE3" w14:textId="77777777" w:rsidR="000357C6" w:rsidRDefault="000357C6" w:rsidP="00147045"/>
        </w:tc>
        <w:tc>
          <w:tcPr>
            <w:tcW w:w="2396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A893ADE" w14:textId="77777777" w:rsidR="000357C6" w:rsidRDefault="000357C6" w:rsidP="00147045"/>
        </w:tc>
        <w:tc>
          <w:tcPr>
            <w:tcW w:w="1207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DA43EA5" w14:textId="77777777" w:rsidR="000357C6" w:rsidRDefault="000357C6" w:rsidP="00147045"/>
        </w:tc>
        <w:tc>
          <w:tcPr>
            <w:tcW w:w="3094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10444A4" w14:textId="77777777" w:rsidR="000357C6" w:rsidRDefault="000357C6" w:rsidP="00147045"/>
        </w:tc>
      </w:tr>
      <w:tr w:rsidR="00F65B25" w14:paraId="6D7F7110" w14:textId="77777777" w:rsidTr="524F2486">
        <w:trPr>
          <w:cantSplit/>
          <w:trHeight w:val="934"/>
        </w:trPr>
        <w:tc>
          <w:tcPr>
            <w:tcW w:w="2398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52A4EC3C" w14:textId="77777777" w:rsidR="00F65B25" w:rsidRPr="00F65B25" w:rsidRDefault="002721DD" w:rsidP="00147045">
            <w:pPr>
              <w:pStyle w:val="DayoftheWeek"/>
            </w:pPr>
            <w:sdt>
              <w:sdtPr>
                <w:id w:val="-633491620"/>
                <w:placeholder>
                  <w:docPart w:val="F0FC4E8F866D485D921AA21092DFC439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398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1C079A62" w14:textId="77777777" w:rsidR="00F65B25" w:rsidRPr="00F65B25" w:rsidRDefault="002721DD" w:rsidP="00147045">
            <w:pPr>
              <w:pStyle w:val="DayoftheWeek"/>
            </w:pPr>
            <w:sdt>
              <w:sdtPr>
                <w:id w:val="-1076590316"/>
                <w:placeholder>
                  <w:docPart w:val="B38FEE161848455C9591BE3108209C00"/>
                </w:placeholder>
                <w:temporary/>
                <w:showingPlcHdr/>
                <w15:appearance w15:val="hidden"/>
              </w:sdtPr>
              <w:sdtEndPr/>
              <w:sdtContent>
                <w:r w:rsidR="00F65B25">
                  <w:t>TUE</w:t>
                </w:r>
              </w:sdtContent>
            </w:sdt>
          </w:p>
        </w:tc>
        <w:tc>
          <w:tcPr>
            <w:tcW w:w="2397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6ABA5A3F" w14:textId="77777777" w:rsidR="00F65B25" w:rsidRPr="00F65B25" w:rsidRDefault="002721DD" w:rsidP="00147045">
            <w:pPr>
              <w:pStyle w:val="DayoftheWeek"/>
            </w:pPr>
            <w:sdt>
              <w:sdtPr>
                <w:id w:val="677236936"/>
                <w:placeholder>
                  <w:docPart w:val="0C43F5A52D34463A8D86D6326E7006C2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407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A250905" w14:textId="77777777" w:rsidR="00F65B25" w:rsidRPr="00F65B25" w:rsidRDefault="002721DD" w:rsidP="00147045">
            <w:pPr>
              <w:pStyle w:val="DayoftheWeek"/>
            </w:pPr>
            <w:sdt>
              <w:sdtPr>
                <w:id w:val="-90157661"/>
                <w:placeholder>
                  <w:docPart w:val="DF915939BCB5444789CCDC629F353BA9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403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49D7A808" w14:textId="77777777" w:rsidR="00F65B25" w:rsidRPr="00F65B25" w:rsidRDefault="002721DD" w:rsidP="00147045">
            <w:pPr>
              <w:pStyle w:val="DayoftheWeek"/>
            </w:pPr>
            <w:sdt>
              <w:sdtPr>
                <w:id w:val="-881708666"/>
                <w:placeholder>
                  <w:docPart w:val="FB92E7C6ED8D403B8D0823C2DC5A77F1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47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715622FB" w14:textId="77777777" w:rsidR="00F65B25" w:rsidRPr="00F65B25" w:rsidRDefault="002721DD" w:rsidP="00147045">
            <w:pPr>
              <w:pStyle w:val="DayoftheWeek"/>
            </w:pPr>
            <w:sdt>
              <w:sdtPr>
                <w:id w:val="616030451"/>
                <w:placeholder>
                  <w:docPart w:val="B2F7210F56014C49BFD83AF8C48F1F64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547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1088DC7D" w14:textId="77777777" w:rsidR="00F65B25" w:rsidRPr="00F65B25" w:rsidRDefault="002721DD" w:rsidP="00147045">
            <w:pPr>
              <w:pStyle w:val="DayoftheWeek"/>
            </w:pPr>
            <w:sdt>
              <w:sdtPr>
                <w:id w:val="681480865"/>
                <w:placeholder>
                  <w:docPart w:val="151E2770FFA44E01A3E1DA1C5170BB4C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SUN</w:t>
                </w:r>
              </w:sdtContent>
            </w:sdt>
          </w:p>
        </w:tc>
      </w:tr>
      <w:tr w:rsidR="00B569C0" w14:paraId="7750A9A6" w14:textId="77777777" w:rsidTr="524F2486">
        <w:trPr>
          <w:trHeight w:val="329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D2161DB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4B3EFE5" w14:textId="47E3CCCA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606D5CB" w14:textId="0ED1C07C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F44B006" w14:textId="2FA3F41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921C9DE" w14:textId="635E31A8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04A34DF" w14:textId="69A7BF2E" w:rsidR="00B569C0" w:rsidRPr="00872CC6" w:rsidRDefault="00D10983" w:rsidP="00B569C0">
            <w:pPr>
              <w:pStyle w:val="Weekend"/>
            </w:pPr>
            <w:r>
              <w:t>1</w:t>
            </w: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9DB2614" w14:textId="01CA6CCC" w:rsidR="00B569C0" w:rsidRPr="00872CC6" w:rsidRDefault="006378E3" w:rsidP="00B569C0">
            <w:pPr>
              <w:pStyle w:val="Weekend"/>
            </w:pPr>
            <w:r>
              <w:t>2</w:t>
            </w:r>
          </w:p>
        </w:tc>
      </w:tr>
      <w:tr w:rsidR="00B569C0" w14:paraId="66E26C6F" w14:textId="77777777" w:rsidTr="524F2486">
        <w:trPr>
          <w:trHeight w:val="988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C894415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905C05A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CB13E19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6A81328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8F3C9B7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B8E1F57" w14:textId="77777777" w:rsidR="00B569C0" w:rsidRDefault="00B569C0" w:rsidP="00B569C0">
            <w:pPr>
              <w:pStyle w:val="Weekend"/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6550660" w14:textId="77777777" w:rsidR="00B569C0" w:rsidRDefault="00B569C0" w:rsidP="00B569C0">
            <w:pPr>
              <w:pStyle w:val="Weekend"/>
            </w:pPr>
          </w:p>
        </w:tc>
      </w:tr>
      <w:tr w:rsidR="00B569C0" w14:paraId="1F71EEDE" w14:textId="77777777" w:rsidTr="524F2486">
        <w:trPr>
          <w:trHeight w:val="329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766DD2E" w14:textId="55B852AA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</w:t>
            </w: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03FF50B" w14:textId="380BEF1C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4</w:t>
            </w: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0A87DD7" w14:textId="1803BCD8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5</w:t>
            </w: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AF06897" w14:textId="0EADDD9C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6</w:t>
            </w: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3E92745" w14:textId="1B3E0509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7</w:t>
            </w: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29467AC" w14:textId="6EB94B2F" w:rsidR="00B569C0" w:rsidRPr="00872CC6" w:rsidRDefault="006378E3" w:rsidP="00B569C0">
            <w:pPr>
              <w:pStyle w:val="Weekend"/>
            </w:pPr>
            <w:r>
              <w:t>8</w:t>
            </w: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259F0A7" w14:textId="19C2CFA7" w:rsidR="00B569C0" w:rsidRPr="00872CC6" w:rsidRDefault="006378E3" w:rsidP="00B569C0">
            <w:pPr>
              <w:pStyle w:val="Weekend"/>
            </w:pPr>
            <w:r>
              <w:t>9</w:t>
            </w:r>
          </w:p>
        </w:tc>
      </w:tr>
      <w:tr w:rsidR="00B569C0" w14:paraId="7F2A6D41" w14:textId="77777777" w:rsidTr="524F2486">
        <w:trPr>
          <w:trHeight w:val="988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0E58DF7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1843C56" w14:textId="77777777" w:rsidR="00A06194" w:rsidRPr="00A06194" w:rsidRDefault="00A06194" w:rsidP="009E6570"/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90B6F9B" w14:textId="67B0EC3D" w:rsidR="00A06194" w:rsidRPr="00A06194" w:rsidRDefault="00A06194" w:rsidP="009E6570"/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6C56846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E3E0C89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D73CC13" w14:textId="77777777" w:rsidR="00B569C0" w:rsidRDefault="00B569C0" w:rsidP="00B569C0">
            <w:pPr>
              <w:pStyle w:val="Weekend"/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E68A263" w14:textId="77777777" w:rsidR="00B569C0" w:rsidRDefault="00B569C0" w:rsidP="00B569C0">
            <w:pPr>
              <w:pStyle w:val="Weekend"/>
            </w:pPr>
          </w:p>
        </w:tc>
      </w:tr>
      <w:tr w:rsidR="00B569C0" w14:paraId="5F81FE29" w14:textId="77777777" w:rsidTr="524F2486">
        <w:trPr>
          <w:trHeight w:val="329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9AE46C9" w14:textId="37BC31A9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</w:t>
            </w: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DDE3D59" w14:textId="7CECDD9B" w:rsidR="00B569C0" w:rsidRPr="00872CC6" w:rsidRDefault="006378E3" w:rsidP="00547648">
            <w:pPr>
              <w:tabs>
                <w:tab w:val="center" w:pos="1076"/>
              </w:tabs>
              <w:rPr>
                <w:color w:val="262626" w:themeColor="text1" w:themeTint="D9"/>
              </w:rPr>
            </w:pPr>
            <w:r>
              <w:t>11</w:t>
            </w: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1E45F3D" w14:textId="21DF22D0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12</w:t>
            </w: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126942F" w14:textId="5293AC12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13</w:t>
            </w: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00F8D91" w14:textId="6FF166B6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14</w:t>
            </w: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FB6B9E2" w14:textId="6ED9C96E" w:rsidR="00B569C0" w:rsidRPr="00872CC6" w:rsidRDefault="006378E3" w:rsidP="00B569C0">
            <w:pPr>
              <w:pStyle w:val="Weekend"/>
            </w:pPr>
            <w:r>
              <w:t>15</w:t>
            </w: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005F482" w14:textId="179EA33F" w:rsidR="00B569C0" w:rsidRPr="00872CC6" w:rsidRDefault="006378E3" w:rsidP="00B569C0">
            <w:pPr>
              <w:pStyle w:val="Weekend"/>
            </w:pPr>
            <w:r>
              <w:t>16</w:t>
            </w:r>
          </w:p>
        </w:tc>
      </w:tr>
      <w:tr w:rsidR="00B569C0" w14:paraId="4784CA5E" w14:textId="77777777" w:rsidTr="524F2486">
        <w:trPr>
          <w:trHeight w:val="988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9004A0E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60CC4DC" w14:textId="77777777" w:rsidR="00F478E7" w:rsidRPr="00F70DBE" w:rsidRDefault="00F478E7" w:rsidP="00547648">
            <w:pPr>
              <w:jc w:val="right"/>
              <w:rPr>
                <w:b/>
                <w:bCs/>
                <w:i/>
                <w:iCs/>
              </w:rPr>
            </w:pPr>
          </w:p>
          <w:p w14:paraId="3B25C8CA" w14:textId="65F27289" w:rsidR="00A06194" w:rsidRPr="00A06194" w:rsidRDefault="00A06194" w:rsidP="00A06194"/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394AEB9" w14:textId="0F771A0B" w:rsidR="00B569C0" w:rsidRPr="002D2A47" w:rsidRDefault="00B569C0" w:rsidP="00B569C0">
            <w:pPr>
              <w:rPr>
                <w:b/>
                <w:bCs/>
                <w:i/>
                <w:iCs/>
                <w:color w:val="262626" w:themeColor="text1" w:themeTint="D9"/>
              </w:rPr>
            </w:pP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9FFB1AB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14FCB62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D3A3569" w14:textId="77777777" w:rsidR="00B569C0" w:rsidRDefault="00B569C0" w:rsidP="00B569C0">
            <w:pPr>
              <w:pStyle w:val="Weekend"/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D1FC991" w14:textId="77777777" w:rsidR="00B569C0" w:rsidRDefault="00B569C0" w:rsidP="00B569C0">
            <w:pPr>
              <w:pStyle w:val="Weekend"/>
            </w:pPr>
          </w:p>
        </w:tc>
      </w:tr>
      <w:tr w:rsidR="00B569C0" w14:paraId="7C83A18B" w14:textId="77777777" w:rsidTr="524F2486">
        <w:trPr>
          <w:trHeight w:val="325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C545A61" w14:textId="254E6188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</w:t>
            </w: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B1C1A19" w14:textId="1FF13269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18</w:t>
            </w: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0220945" w14:textId="32A26613" w:rsidR="00B569C0" w:rsidRPr="00E70E28" w:rsidRDefault="006378E3" w:rsidP="00B569C0">
            <w:pPr>
              <w:rPr>
                <w:color w:val="262626" w:themeColor="text1" w:themeTint="D9"/>
                <w:highlight w:val="darkGray"/>
              </w:rPr>
            </w:pPr>
            <w:r>
              <w:rPr>
                <w:highlight w:val="lightGray"/>
              </w:rPr>
              <w:t>19</w:t>
            </w: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4CA9441" w14:textId="17922124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20</w:t>
            </w: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AA64294" w14:textId="5938E016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21</w:t>
            </w: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754EDC0" w14:textId="01FFCC0E" w:rsidR="00B569C0" w:rsidRPr="00004954" w:rsidRDefault="006378E3" w:rsidP="00B569C0">
            <w:pPr>
              <w:pStyle w:val="Weekend"/>
            </w:pPr>
            <w:r>
              <w:t>22</w:t>
            </w:r>
          </w:p>
        </w:tc>
        <w:tc>
          <w:tcPr>
            <w:tcW w:w="154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031AB41" w14:textId="5B0955A1" w:rsidR="00B569C0" w:rsidRPr="00004954" w:rsidRDefault="006378E3" w:rsidP="00B569C0">
            <w:pPr>
              <w:pStyle w:val="Weekend"/>
            </w:pPr>
            <w:r>
              <w:t>23</w:t>
            </w:r>
          </w:p>
        </w:tc>
      </w:tr>
      <w:tr w:rsidR="00B569C0" w14:paraId="46FF91E2" w14:textId="77777777" w:rsidTr="524F2486">
        <w:trPr>
          <w:trHeight w:val="988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D050"/>
          </w:tcPr>
          <w:p w14:paraId="60D955E5" w14:textId="14AE4039" w:rsidR="00B569C0" w:rsidRPr="00872CC6" w:rsidRDefault="00B151B4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Holiday</w:t>
            </w: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CC10A89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4BDE32A" w14:textId="1849372E" w:rsidR="00E70E28" w:rsidRPr="00A67A22" w:rsidRDefault="00A67A22" w:rsidP="00D10983">
            <w:pPr>
              <w:rPr>
                <w:color w:val="000000" w:themeColor="text1"/>
                <w:u w:val="single"/>
              </w:rPr>
            </w:pPr>
            <w:r w:rsidRPr="00A67A22">
              <w:rPr>
                <w:color w:val="0070C0"/>
              </w:rPr>
              <w:t>First Aid/CPR</w:t>
            </w:r>
            <w:r w:rsidRPr="00A67A22">
              <w:rPr>
                <w:color w:val="0070C0"/>
              </w:rPr>
              <w:br/>
              <w:t xml:space="preserve">08:00-1200 </w:t>
            </w:r>
            <w:r w:rsidRPr="00A67A22">
              <w:rPr>
                <w:color w:val="0070C0"/>
              </w:rPr>
              <w:br/>
              <w:t>OFO</w:t>
            </w:r>
            <w:r w:rsidRPr="00A67A22">
              <w:rPr>
                <w:color w:val="0070C0"/>
              </w:rPr>
              <w:br/>
            </w:r>
            <w:r w:rsidRPr="00A67A22">
              <w:rPr>
                <w:color w:val="C00000"/>
              </w:rPr>
              <w:t>Hazmat</w:t>
            </w:r>
            <w:r w:rsidRPr="00A67A22">
              <w:rPr>
                <w:color w:val="C00000"/>
              </w:rPr>
              <w:br/>
              <w:t>13:00-15:30</w:t>
            </w:r>
            <w:r w:rsidRPr="00A67A22">
              <w:rPr>
                <w:color w:val="C00000"/>
              </w:rPr>
              <w:br/>
              <w:t>OFO</w:t>
            </w: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FD8CE9E" w14:textId="1A839828" w:rsidR="00B569C0" w:rsidRPr="00A67A22" w:rsidRDefault="0C201D2C" w:rsidP="00B569C0">
            <w:pPr>
              <w:rPr>
                <w:color w:val="0070C0"/>
              </w:rPr>
            </w:pPr>
            <w:r w:rsidRPr="524F2486">
              <w:rPr>
                <w:color w:val="0070C0"/>
              </w:rPr>
              <w:t>First Aid</w:t>
            </w:r>
            <w:r w:rsidR="37F9A946" w:rsidRPr="524F2486">
              <w:rPr>
                <w:color w:val="0070C0"/>
              </w:rPr>
              <w:t>/CPR</w:t>
            </w:r>
          </w:p>
          <w:p w14:paraId="11F1F5AB" w14:textId="19FFC129" w:rsidR="00547648" w:rsidRPr="00A67A22" w:rsidRDefault="00A67A22" w:rsidP="00B569C0">
            <w:pPr>
              <w:rPr>
                <w:color w:val="0070C0"/>
              </w:rPr>
            </w:pPr>
            <w:r w:rsidRPr="00A67A22">
              <w:rPr>
                <w:color w:val="0070C0"/>
              </w:rPr>
              <w:t>0800-1500</w:t>
            </w:r>
            <w:r w:rsidRPr="00A67A22">
              <w:rPr>
                <w:color w:val="0070C0"/>
              </w:rPr>
              <w:br/>
              <w:t>BDO</w:t>
            </w:r>
          </w:p>
          <w:p w14:paraId="63C0A157" w14:textId="5490D925" w:rsidR="00547648" w:rsidRPr="00A67A22" w:rsidRDefault="00547648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FFA73B3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63585D9" w14:textId="77777777" w:rsidR="00B569C0" w:rsidRDefault="00B569C0" w:rsidP="00B569C0">
            <w:pPr>
              <w:pStyle w:val="Weekend"/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E5CBE5B" w14:textId="77777777" w:rsidR="00B569C0" w:rsidRDefault="00B569C0" w:rsidP="00B569C0">
            <w:pPr>
              <w:pStyle w:val="Weekend"/>
            </w:pPr>
          </w:p>
        </w:tc>
      </w:tr>
      <w:tr w:rsidR="00B569C0" w14:paraId="490DC59A" w14:textId="77777777" w:rsidTr="524F2486">
        <w:trPr>
          <w:trHeight w:val="300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58C696F" w14:textId="5FBAD28B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</w:t>
            </w: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6B5BB78" w14:textId="31B5D0DE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25</w:t>
            </w: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4E58C8A" w14:textId="3F7BAD50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t>26</w:t>
            </w: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54D4878" w14:textId="753513AD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</w:t>
            </w: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0E22898" w14:textId="3EA8AC39" w:rsidR="00B569C0" w:rsidRPr="00872CC6" w:rsidRDefault="006378E3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</w:t>
            </w: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F3C1294" w14:textId="67E3DB4D" w:rsidR="00B569C0" w:rsidRPr="00004954" w:rsidRDefault="00B569C0" w:rsidP="00B569C0">
            <w:pPr>
              <w:pStyle w:val="Weekend"/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EA19CEB" w14:textId="77777777" w:rsidR="00B569C0" w:rsidRPr="00004954" w:rsidRDefault="00B569C0" w:rsidP="00B569C0">
            <w:pPr>
              <w:pStyle w:val="Weekend"/>
            </w:pPr>
          </w:p>
        </w:tc>
      </w:tr>
      <w:tr w:rsidR="00B569C0" w14:paraId="3CCE89BE" w14:textId="77777777" w:rsidTr="002721DD">
        <w:trPr>
          <w:trHeight w:val="1683"/>
        </w:trPr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06283E1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39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E6A2DE6" w14:textId="77777777" w:rsidR="00B569C0" w:rsidRPr="00872CC6" w:rsidRDefault="00B569C0" w:rsidP="00547648">
            <w:pPr>
              <w:rPr>
                <w:color w:val="262626" w:themeColor="text1" w:themeTint="D9"/>
              </w:rPr>
            </w:pPr>
          </w:p>
        </w:tc>
        <w:tc>
          <w:tcPr>
            <w:tcW w:w="23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B66A310" w14:textId="1CC2F0E2" w:rsidR="00B569C0" w:rsidRPr="00872CC6" w:rsidRDefault="4D8C3AEC" w:rsidP="524F2486">
            <w:pPr>
              <w:rPr>
                <w:color w:val="00B050"/>
              </w:rPr>
            </w:pPr>
            <w:r w:rsidRPr="524F2486">
              <w:rPr>
                <w:color w:val="00B050"/>
              </w:rPr>
              <w:t xml:space="preserve">WCT </w:t>
            </w:r>
            <w:r w:rsidR="006E6A6B">
              <w:br/>
            </w:r>
            <w:r w:rsidRPr="524F2486">
              <w:rPr>
                <w:color w:val="00B050"/>
              </w:rPr>
              <w:t xml:space="preserve">0800-0900 </w:t>
            </w:r>
            <w:r w:rsidR="006E6A6B">
              <w:br/>
            </w:r>
            <w:r w:rsidR="1806042A" w:rsidRPr="524F2486">
              <w:rPr>
                <w:color w:val="00B050"/>
              </w:rPr>
              <w:t>Marianne Williams</w:t>
            </w:r>
          </w:p>
          <w:p w14:paraId="5A6F9E41" w14:textId="1815F794" w:rsidR="002721DD" w:rsidRPr="00872CC6" w:rsidRDefault="4D8C3AEC" w:rsidP="524F2486">
            <w:pPr>
              <w:rPr>
                <w:color w:val="8A200F" w:themeColor="accent3" w:themeShade="80"/>
              </w:rPr>
            </w:pPr>
            <w:r w:rsidRPr="524F2486">
              <w:rPr>
                <w:color w:val="8A200F" w:themeColor="accent3" w:themeShade="80"/>
              </w:rPr>
              <w:t>RT-130</w:t>
            </w:r>
            <w:r w:rsidR="006E6A6B">
              <w:br/>
            </w:r>
            <w:r w:rsidRPr="524F2486">
              <w:rPr>
                <w:color w:val="8A200F" w:themeColor="accent3" w:themeShade="80"/>
              </w:rPr>
              <w:t xml:space="preserve">1100-1500 </w:t>
            </w:r>
            <w:r w:rsidR="006E6A6B">
              <w:br/>
            </w:r>
            <w:r w:rsidR="41FE20EB" w:rsidRPr="524F2486">
              <w:rPr>
                <w:color w:val="8A200F" w:themeColor="accent3" w:themeShade="80"/>
              </w:rPr>
              <w:t>Expanded Dispatch</w:t>
            </w:r>
          </w:p>
        </w:tc>
        <w:tc>
          <w:tcPr>
            <w:tcW w:w="240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7170B51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A19E4E4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E6EB6B9" w14:textId="77777777" w:rsidR="00B569C0" w:rsidRDefault="00B569C0" w:rsidP="00B569C0">
            <w:pPr>
              <w:pStyle w:val="Weekend"/>
            </w:pPr>
          </w:p>
        </w:tc>
        <w:tc>
          <w:tcPr>
            <w:tcW w:w="1547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864C461" w14:textId="77777777" w:rsidR="00B569C0" w:rsidRDefault="00B569C0" w:rsidP="00B569C0">
            <w:pPr>
              <w:pStyle w:val="Weekend"/>
            </w:pPr>
          </w:p>
        </w:tc>
      </w:tr>
    </w:tbl>
    <w:p w14:paraId="4AB778CC" w14:textId="32B39409" w:rsidR="000357C6" w:rsidRDefault="000357C6" w:rsidP="00A21C0B">
      <w:pPr>
        <w:spacing w:after="0"/>
      </w:pPr>
    </w:p>
    <w:p w14:paraId="79501ABC" w14:textId="77777777" w:rsidR="00547648" w:rsidRDefault="00547648" w:rsidP="00547648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547648" w14:paraId="6D930348" w14:textId="77777777" w:rsidTr="002721DD">
        <w:trPr>
          <w:trHeight w:val="155"/>
        </w:trPr>
        <w:tc>
          <w:tcPr>
            <w:tcW w:w="2542" w:type="dxa"/>
          </w:tcPr>
          <w:p w14:paraId="111E9CDB" w14:textId="77777777" w:rsidR="00547648" w:rsidRDefault="00547648"/>
        </w:tc>
        <w:tc>
          <w:tcPr>
            <w:tcW w:w="2542" w:type="dxa"/>
          </w:tcPr>
          <w:p w14:paraId="5E742917" w14:textId="77777777" w:rsidR="00547648" w:rsidRDefault="00547648">
            <w:r>
              <w:t>ID-BOD TRAINING</w:t>
            </w:r>
          </w:p>
        </w:tc>
        <w:tc>
          <w:tcPr>
            <w:tcW w:w="2542" w:type="dxa"/>
          </w:tcPr>
          <w:p w14:paraId="295945A7" w14:textId="77777777" w:rsidR="00547648" w:rsidRDefault="00547648"/>
        </w:tc>
        <w:tc>
          <w:tcPr>
            <w:tcW w:w="8350" w:type="dxa"/>
            <w:gridSpan w:val="6"/>
            <w:vAlign w:val="center"/>
          </w:tcPr>
          <w:p w14:paraId="60D1D987" w14:textId="77777777" w:rsidR="00547648" w:rsidRDefault="00547648"/>
        </w:tc>
      </w:tr>
      <w:tr w:rsidR="00547648" w14:paraId="6C98C4D2" w14:textId="77777777" w:rsidTr="524F2486">
        <w:trPr>
          <w:trHeight w:val="397"/>
        </w:trPr>
        <w:tc>
          <w:tcPr>
            <w:tcW w:w="5084" w:type="dxa"/>
            <w:gridSpan w:val="2"/>
            <w:vMerge w:val="restart"/>
          </w:tcPr>
          <w:p w14:paraId="3BF1C8EF" w14:textId="77777777" w:rsidR="00547648" w:rsidRPr="000357C6" w:rsidRDefault="002721DD">
            <w:pPr>
              <w:pStyle w:val="Month"/>
            </w:pPr>
            <w:sdt>
              <w:sdtPr>
                <w:id w:val="-2110198834"/>
                <w:placeholder>
                  <w:docPart w:val="D70CB1D17308440EB95868ED6C82A3F8"/>
                </w:placeholder>
                <w:temporary/>
                <w:showingPlcHdr/>
                <w15:appearance w15:val="hidden"/>
              </w:sdtPr>
              <w:sdtEndPr/>
              <w:sdtContent>
                <w:r w:rsidR="00547648">
                  <w:t>March</w:t>
                </w:r>
              </w:sdtContent>
            </w:sdt>
          </w:p>
        </w:tc>
        <w:tc>
          <w:tcPr>
            <w:tcW w:w="2542" w:type="dxa"/>
            <w:vMerge w:val="restart"/>
          </w:tcPr>
          <w:p w14:paraId="45B64254" w14:textId="7761501C" w:rsidR="00547648" w:rsidRPr="00A06194" w:rsidRDefault="00547648">
            <w:pPr>
              <w:pStyle w:val="Year"/>
            </w:pPr>
            <w:r w:rsidRPr="00A06194">
              <w:t>202</w:t>
            </w:r>
            <w:r w:rsidR="00D10983">
              <w:t>5</w:t>
            </w:r>
          </w:p>
        </w:tc>
        <w:tc>
          <w:tcPr>
            <w:tcW w:w="1270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C1B719F" w14:textId="77777777" w:rsidR="00547648" w:rsidRDefault="00547648"/>
        </w:tc>
        <w:tc>
          <w:tcPr>
            <w:tcW w:w="2541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3E2CA30" w14:textId="77777777" w:rsidR="00547648" w:rsidRDefault="00547648"/>
        </w:tc>
        <w:tc>
          <w:tcPr>
            <w:tcW w:w="1271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E735CCA" w14:textId="77777777" w:rsidR="00547648" w:rsidRDefault="00547648"/>
        </w:tc>
        <w:tc>
          <w:tcPr>
            <w:tcW w:w="3268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ABBAAEA" w14:textId="77777777" w:rsidR="00547648" w:rsidRDefault="00547648"/>
        </w:tc>
      </w:tr>
      <w:tr w:rsidR="00547648" w14:paraId="5FF8694D" w14:textId="77777777" w:rsidTr="524F2486">
        <w:trPr>
          <w:trHeight w:val="397"/>
        </w:trPr>
        <w:tc>
          <w:tcPr>
            <w:tcW w:w="5084" w:type="dxa"/>
            <w:gridSpan w:val="2"/>
            <w:vMerge/>
          </w:tcPr>
          <w:p w14:paraId="3BC3A91F" w14:textId="77777777" w:rsidR="00547648" w:rsidRDefault="00547648"/>
        </w:tc>
        <w:tc>
          <w:tcPr>
            <w:tcW w:w="2542" w:type="dxa"/>
            <w:vMerge/>
          </w:tcPr>
          <w:p w14:paraId="5C3BD56A" w14:textId="77777777" w:rsidR="00547648" w:rsidRPr="00A93D4E" w:rsidRDefault="00547648">
            <w:pPr>
              <w:rPr>
                <w:b/>
                <w:bCs/>
              </w:rPr>
            </w:pPr>
          </w:p>
        </w:tc>
        <w:tc>
          <w:tcPr>
            <w:tcW w:w="127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E772476" w14:textId="77777777" w:rsidR="00547648" w:rsidRDefault="00547648"/>
        </w:tc>
        <w:tc>
          <w:tcPr>
            <w:tcW w:w="2541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BBEC4B8" w14:textId="77777777" w:rsidR="00547648" w:rsidRDefault="00547648"/>
        </w:tc>
        <w:tc>
          <w:tcPr>
            <w:tcW w:w="1271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08D9871" w14:textId="77777777" w:rsidR="00547648" w:rsidRDefault="00547648"/>
        </w:tc>
        <w:tc>
          <w:tcPr>
            <w:tcW w:w="3268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31DF978" w14:textId="77777777" w:rsidR="00547648" w:rsidRDefault="00547648"/>
        </w:tc>
      </w:tr>
      <w:tr w:rsidR="00547648" w14:paraId="1F1875DB" w14:textId="77777777" w:rsidTr="524F2486">
        <w:trPr>
          <w:trHeight w:val="397"/>
        </w:trPr>
        <w:tc>
          <w:tcPr>
            <w:tcW w:w="5084" w:type="dxa"/>
            <w:gridSpan w:val="2"/>
            <w:vMerge/>
          </w:tcPr>
          <w:p w14:paraId="57ECA0CA" w14:textId="77777777" w:rsidR="00547648" w:rsidRDefault="00547648"/>
        </w:tc>
        <w:tc>
          <w:tcPr>
            <w:tcW w:w="2542" w:type="dxa"/>
            <w:vMerge/>
          </w:tcPr>
          <w:p w14:paraId="2BE13BDA" w14:textId="77777777" w:rsidR="00547648" w:rsidRPr="00A93D4E" w:rsidRDefault="00547648">
            <w:pPr>
              <w:rPr>
                <w:b/>
                <w:bCs/>
              </w:rPr>
            </w:pPr>
          </w:p>
        </w:tc>
        <w:tc>
          <w:tcPr>
            <w:tcW w:w="1270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AC1E532" w14:textId="77777777" w:rsidR="00547648" w:rsidRDefault="00547648"/>
        </w:tc>
        <w:tc>
          <w:tcPr>
            <w:tcW w:w="2541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B82A88B" w14:textId="77777777" w:rsidR="00547648" w:rsidRDefault="00547648"/>
        </w:tc>
        <w:tc>
          <w:tcPr>
            <w:tcW w:w="1271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E88E696" w14:textId="77777777" w:rsidR="00547648" w:rsidRDefault="00547648"/>
        </w:tc>
        <w:tc>
          <w:tcPr>
            <w:tcW w:w="3268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502FFB4" w14:textId="77777777" w:rsidR="00547648" w:rsidRDefault="00547648"/>
        </w:tc>
      </w:tr>
      <w:tr w:rsidR="00547648" w14:paraId="65E16A8A" w14:textId="77777777" w:rsidTr="524F2486">
        <w:trPr>
          <w:cantSplit/>
          <w:trHeight w:val="964"/>
        </w:trPr>
        <w:tc>
          <w:tcPr>
            <w:tcW w:w="2542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086E27C1" w14:textId="77777777" w:rsidR="00547648" w:rsidRPr="00F65B25" w:rsidRDefault="002721DD">
            <w:pPr>
              <w:pStyle w:val="DayoftheWeek"/>
            </w:pPr>
            <w:sdt>
              <w:sdtPr>
                <w:id w:val="-1427341797"/>
                <w:placeholder>
                  <w:docPart w:val="B4C9BCF4689F49608F83154EBCD28C8C"/>
                </w:placeholder>
                <w:temporary/>
                <w:showingPlcHdr/>
                <w15:appearance w15:val="hidden"/>
              </w:sdtPr>
              <w:sdtEndPr/>
              <w:sdtContent>
                <w:r w:rsidR="00547648" w:rsidRPr="00F65B25">
                  <w:t>MON</w:t>
                </w:r>
              </w:sdtContent>
            </w:sdt>
          </w:p>
        </w:tc>
        <w:tc>
          <w:tcPr>
            <w:tcW w:w="2542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04F7DEC0" w14:textId="77777777" w:rsidR="00547648" w:rsidRPr="00F65B25" w:rsidRDefault="002721DD">
            <w:pPr>
              <w:pStyle w:val="DayoftheWeek"/>
            </w:pPr>
            <w:sdt>
              <w:sdtPr>
                <w:id w:val="972179824"/>
                <w:placeholder>
                  <w:docPart w:val="B8C6377F15BA4296A96AFB9E24B37D38"/>
                </w:placeholder>
                <w:temporary/>
                <w:showingPlcHdr/>
                <w15:appearance w15:val="hidden"/>
              </w:sdtPr>
              <w:sdtEndPr/>
              <w:sdtContent>
                <w:r w:rsidR="00547648">
                  <w:t>TUE</w:t>
                </w:r>
              </w:sdtContent>
            </w:sdt>
          </w:p>
        </w:tc>
        <w:tc>
          <w:tcPr>
            <w:tcW w:w="2542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342911BD" w14:textId="77777777" w:rsidR="00547648" w:rsidRPr="00F65B25" w:rsidRDefault="002721DD">
            <w:pPr>
              <w:pStyle w:val="DayoftheWeek"/>
            </w:pPr>
            <w:sdt>
              <w:sdtPr>
                <w:id w:val="-1432043703"/>
                <w:placeholder>
                  <w:docPart w:val="0810D14A6CF74A9EB23B8757DAF9F555"/>
                </w:placeholder>
                <w:temporary/>
                <w:showingPlcHdr/>
                <w15:appearance w15:val="hidden"/>
              </w:sdtPr>
              <w:sdtEndPr/>
              <w:sdtContent>
                <w:r w:rsidR="00547648" w:rsidRPr="00F65B25">
                  <w:t>WED</w:t>
                </w:r>
              </w:sdtContent>
            </w:sdt>
          </w:p>
        </w:tc>
        <w:tc>
          <w:tcPr>
            <w:tcW w:w="2541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269A5D06" w14:textId="77777777" w:rsidR="00547648" w:rsidRPr="00F65B25" w:rsidRDefault="002721DD">
            <w:pPr>
              <w:pStyle w:val="DayoftheWeek"/>
            </w:pPr>
            <w:sdt>
              <w:sdtPr>
                <w:id w:val="-1403983293"/>
                <w:placeholder>
                  <w:docPart w:val="763A318DD8324314AF74E2CECACADE6B"/>
                </w:placeholder>
                <w:temporary/>
                <w:showingPlcHdr/>
                <w15:appearance w15:val="hidden"/>
              </w:sdtPr>
              <w:sdtEndPr/>
              <w:sdtContent>
                <w:r w:rsidR="00547648" w:rsidRPr="00F65B25">
                  <w:t>THU</w:t>
                </w:r>
              </w:sdtContent>
            </w:sdt>
          </w:p>
        </w:tc>
        <w:tc>
          <w:tcPr>
            <w:tcW w:w="2541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AEF6F19" w14:textId="77777777" w:rsidR="00547648" w:rsidRPr="00F65B25" w:rsidRDefault="002721DD">
            <w:pPr>
              <w:pStyle w:val="DayoftheWeek"/>
            </w:pPr>
            <w:sdt>
              <w:sdtPr>
                <w:id w:val="1920676972"/>
                <w:placeholder>
                  <w:docPart w:val="4A83EFE2759F437D85BAD8F34AC03DBC"/>
                </w:placeholder>
                <w:temporary/>
                <w:showingPlcHdr/>
                <w15:appearance w15:val="hidden"/>
              </w:sdtPr>
              <w:sdtEndPr/>
              <w:sdtContent>
                <w:r w:rsidR="00547648" w:rsidRPr="00F65B25">
                  <w:t>FRI</w:t>
                </w:r>
              </w:sdtContent>
            </w:sdt>
          </w:p>
        </w:tc>
        <w:tc>
          <w:tcPr>
            <w:tcW w:w="1634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1E85C33D" w14:textId="77777777" w:rsidR="00547648" w:rsidRPr="00F65B25" w:rsidRDefault="002721DD">
            <w:pPr>
              <w:pStyle w:val="DayoftheWeek"/>
            </w:pPr>
            <w:sdt>
              <w:sdtPr>
                <w:id w:val="1868788767"/>
                <w:placeholder>
                  <w:docPart w:val="C13ADAAB218A4CDAB6CB0E4EDA3C46C1"/>
                </w:placeholder>
                <w:temporary/>
                <w:showingPlcHdr/>
                <w15:appearance w15:val="hidden"/>
              </w:sdtPr>
              <w:sdtEndPr/>
              <w:sdtContent>
                <w:r w:rsidR="00547648" w:rsidRPr="00F65B25">
                  <w:t>SAT</w:t>
                </w:r>
              </w:sdtContent>
            </w:sdt>
          </w:p>
        </w:tc>
        <w:tc>
          <w:tcPr>
            <w:tcW w:w="1634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0C9FB4A2" w14:textId="77777777" w:rsidR="00547648" w:rsidRPr="00F65B25" w:rsidRDefault="002721DD">
            <w:pPr>
              <w:pStyle w:val="DayoftheWeek"/>
            </w:pPr>
            <w:sdt>
              <w:sdtPr>
                <w:id w:val="380676500"/>
                <w:placeholder>
                  <w:docPart w:val="C965019EDE4D4F64A6919DA5D6961834"/>
                </w:placeholder>
                <w:temporary/>
                <w:showingPlcHdr/>
                <w15:appearance w15:val="hidden"/>
              </w:sdtPr>
              <w:sdtEndPr/>
              <w:sdtContent>
                <w:r w:rsidR="00547648" w:rsidRPr="00F65B25">
                  <w:t>SUN</w:t>
                </w:r>
              </w:sdtContent>
            </w:sdt>
          </w:p>
        </w:tc>
      </w:tr>
      <w:tr w:rsidR="00547648" w14:paraId="29591FAB" w14:textId="77777777" w:rsidTr="524F2486">
        <w:trPr>
          <w:trHeight w:val="30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13C1191C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71ED0D01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E18C44B" w14:textId="44C792E5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072F3E80" w14:textId="12EDB864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A7D7264" w14:textId="79E5613E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99A4183" w14:textId="25EC6B84" w:rsidR="00547648" w:rsidRPr="00872CC6" w:rsidRDefault="00751DBE">
            <w:pPr>
              <w:pStyle w:val="Weekend"/>
            </w:pPr>
            <w:r>
              <w:t>1</w:t>
            </w: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DD040F7" w14:textId="2FC5675E" w:rsidR="00547648" w:rsidRPr="00872CC6" w:rsidRDefault="00751DBE">
            <w:pPr>
              <w:pStyle w:val="Weekend"/>
            </w:pPr>
            <w:r>
              <w:t>2</w:t>
            </w:r>
          </w:p>
        </w:tc>
      </w:tr>
      <w:tr w:rsidR="00547648" w14:paraId="3FF4AF96" w14:textId="77777777" w:rsidTr="524F2486">
        <w:trPr>
          <w:trHeight w:val="102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B20B817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1432373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7B3A521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D2BF3A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CFEDE8D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8AC8FD4" w14:textId="77777777" w:rsidR="00547648" w:rsidRDefault="00547648">
            <w:pPr>
              <w:pStyle w:val="Weekend"/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F16923B" w14:textId="77777777" w:rsidR="00547648" w:rsidRDefault="00547648">
            <w:pPr>
              <w:pStyle w:val="Weekend"/>
            </w:pPr>
          </w:p>
        </w:tc>
      </w:tr>
      <w:tr w:rsidR="00547648" w14:paraId="61B192FC" w14:textId="77777777" w:rsidTr="524F2486">
        <w:trPr>
          <w:trHeight w:val="30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900D247" w14:textId="0A2B3CD9" w:rsidR="00547648" w:rsidRPr="00872CC6" w:rsidRDefault="00751DBE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F8FBDE5" w14:textId="5A25B29D" w:rsidR="00547648" w:rsidRPr="00872CC6" w:rsidRDefault="00751DBE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4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874B455" w14:textId="4A542644" w:rsidR="00547648" w:rsidRPr="00872CC6" w:rsidRDefault="00751DBE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5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60371F48" w14:textId="3689023C" w:rsidR="00547648" w:rsidRPr="00872CC6" w:rsidRDefault="00751DBE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6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DB7F768" w14:textId="24CEBA1D" w:rsidR="00547648" w:rsidRPr="00872CC6" w:rsidRDefault="00751DBE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7</w:t>
            </w: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59B19FC" w14:textId="4848F57B" w:rsidR="00547648" w:rsidRPr="00872CC6" w:rsidRDefault="00751DBE">
            <w:pPr>
              <w:pStyle w:val="Weekend"/>
            </w:pPr>
            <w:r>
              <w:t>8</w:t>
            </w: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A40C425" w14:textId="59C9202C" w:rsidR="00547648" w:rsidRPr="00872CC6" w:rsidRDefault="00751DBE">
            <w:pPr>
              <w:pStyle w:val="Weekend"/>
            </w:pPr>
            <w:r>
              <w:t>9</w:t>
            </w:r>
          </w:p>
        </w:tc>
      </w:tr>
      <w:tr w:rsidR="00547648" w14:paraId="0403C699" w14:textId="77777777" w:rsidTr="524F2486">
        <w:trPr>
          <w:trHeight w:val="102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460BBB0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0D4F97" w14:textId="77777777" w:rsidR="00547648" w:rsidRPr="00A06194" w:rsidRDefault="00547648"/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F31DCD1" w14:textId="77777777" w:rsidR="00A67A22" w:rsidRPr="00B151B4" w:rsidRDefault="00A67A22" w:rsidP="00A67A22">
            <w:pPr>
              <w:ind w:left="720" w:hanging="720"/>
              <w:rPr>
                <w:color w:val="0070C0"/>
              </w:rPr>
            </w:pPr>
            <w:r w:rsidRPr="00B151B4">
              <w:rPr>
                <w:color w:val="0070C0"/>
              </w:rPr>
              <w:t>Hazmat</w:t>
            </w:r>
          </w:p>
          <w:p w14:paraId="4764DDBF" w14:textId="77777777" w:rsidR="00547648" w:rsidRPr="00B151B4" w:rsidRDefault="00A67A22" w:rsidP="00A67A22">
            <w:pPr>
              <w:ind w:left="720" w:hanging="720"/>
              <w:rPr>
                <w:color w:val="0070C0"/>
              </w:rPr>
            </w:pPr>
            <w:r w:rsidRPr="00B151B4">
              <w:rPr>
                <w:color w:val="0070C0"/>
              </w:rPr>
              <w:t>0800-1200</w:t>
            </w:r>
          </w:p>
          <w:p w14:paraId="1FB3290D" w14:textId="20EC2A07" w:rsidR="00A67A22" w:rsidRPr="00A06194" w:rsidRDefault="00A67A22" w:rsidP="00A67A22">
            <w:pPr>
              <w:ind w:left="720" w:hanging="720"/>
            </w:pPr>
            <w:r w:rsidRPr="00B151B4">
              <w:rPr>
                <w:color w:val="0070C0"/>
              </w:rPr>
              <w:t>BDO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73A9F5B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F003269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59AC382" w14:textId="77777777" w:rsidR="00547648" w:rsidRDefault="00547648">
            <w:pPr>
              <w:pStyle w:val="Weekend"/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D4B1224" w14:textId="77777777" w:rsidR="00547648" w:rsidRDefault="00547648">
            <w:pPr>
              <w:pStyle w:val="Weekend"/>
            </w:pPr>
          </w:p>
        </w:tc>
      </w:tr>
      <w:tr w:rsidR="00547648" w14:paraId="08066BDB" w14:textId="77777777" w:rsidTr="524F2486">
        <w:trPr>
          <w:trHeight w:val="30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1FE6950E" w14:textId="09447D74" w:rsidR="00547648" w:rsidRPr="00872CC6" w:rsidRDefault="00751DBE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6BF0F9C6" w14:textId="076477E2" w:rsidR="00547648" w:rsidRPr="00872CC6" w:rsidRDefault="00547648">
            <w:pPr>
              <w:rPr>
                <w:color w:val="262626" w:themeColor="text1" w:themeTint="D9"/>
              </w:rPr>
            </w:pPr>
            <w:r>
              <w:t>1</w:t>
            </w:r>
            <w:r w:rsidR="00751DBE">
              <w:t>1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16AB09E8" w14:textId="277E195F" w:rsidR="00547648" w:rsidRPr="00872CC6" w:rsidRDefault="00547648">
            <w:pPr>
              <w:rPr>
                <w:color w:val="262626" w:themeColor="text1" w:themeTint="D9"/>
              </w:rPr>
            </w:pPr>
            <w:r>
              <w:t>1</w:t>
            </w:r>
            <w:r w:rsidR="00751DBE">
              <w:t>2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AA7CF31" w14:textId="3678DDBC" w:rsidR="00547648" w:rsidRPr="00872CC6" w:rsidRDefault="00547648">
            <w:pPr>
              <w:rPr>
                <w:color w:val="262626" w:themeColor="text1" w:themeTint="D9"/>
              </w:rPr>
            </w:pPr>
            <w:r>
              <w:t>1</w:t>
            </w:r>
            <w:r w:rsidR="00751DBE">
              <w:t>3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2C45055" w14:textId="73DD3885" w:rsidR="00547648" w:rsidRPr="00872CC6" w:rsidRDefault="00547648">
            <w:pPr>
              <w:rPr>
                <w:color w:val="262626" w:themeColor="text1" w:themeTint="D9"/>
              </w:rPr>
            </w:pPr>
            <w:r>
              <w:t>1</w:t>
            </w:r>
            <w:r w:rsidR="00751DBE">
              <w:t>4</w:t>
            </w: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04ABC4C" w14:textId="6C407063" w:rsidR="00547648" w:rsidRPr="00872CC6" w:rsidRDefault="00547648">
            <w:pPr>
              <w:pStyle w:val="Weekend"/>
            </w:pPr>
            <w:r>
              <w:t>1</w:t>
            </w:r>
            <w:r w:rsidR="00751DBE">
              <w:t>5</w:t>
            </w: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E268D45" w14:textId="37D44A71" w:rsidR="00547648" w:rsidRPr="00872CC6" w:rsidRDefault="00547648">
            <w:pPr>
              <w:pStyle w:val="Weekend"/>
            </w:pPr>
            <w:r>
              <w:t>1</w:t>
            </w:r>
            <w:r w:rsidR="00751DBE">
              <w:t>6</w:t>
            </w:r>
          </w:p>
        </w:tc>
      </w:tr>
      <w:tr w:rsidR="00547648" w14:paraId="1A20035A" w14:textId="77777777" w:rsidTr="524F2486">
        <w:trPr>
          <w:trHeight w:val="117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9647796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4CBD31" w14:textId="622187BA" w:rsidR="00547648" w:rsidRPr="00193B66" w:rsidRDefault="00547648">
            <w:pPr>
              <w:rPr>
                <w:b/>
                <w:bCs/>
                <w:i/>
                <w:iCs/>
                <w:color w:val="FFFF00"/>
                <w:u w:val="single"/>
              </w:rPr>
            </w:pPr>
          </w:p>
          <w:p w14:paraId="0102B27B" w14:textId="77777777" w:rsidR="00547648" w:rsidRPr="00F70DBE" w:rsidRDefault="00547648">
            <w:pPr>
              <w:rPr>
                <w:b/>
                <w:bCs/>
                <w:i/>
                <w:iCs/>
              </w:rPr>
            </w:pPr>
          </w:p>
          <w:p w14:paraId="2D6B963F" w14:textId="77777777" w:rsidR="00547648" w:rsidRPr="00A06194" w:rsidRDefault="00547648" w:rsidP="00547648"/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5B3F7B" w14:textId="230FE8D9" w:rsidR="00547648" w:rsidRPr="008150C7" w:rsidRDefault="00A67A22">
            <w:pPr>
              <w:rPr>
                <w:color w:val="0070C0"/>
              </w:rPr>
            </w:pPr>
            <w:r w:rsidRPr="008150C7">
              <w:rPr>
                <w:color w:val="0070C0"/>
              </w:rPr>
              <w:t>First Aid/ CPR</w:t>
            </w:r>
            <w:r w:rsidRPr="008150C7">
              <w:rPr>
                <w:color w:val="0070C0"/>
              </w:rPr>
              <w:br/>
              <w:t>0800-1500</w:t>
            </w:r>
            <w:r w:rsidRPr="008150C7">
              <w:rPr>
                <w:color w:val="0070C0"/>
              </w:rPr>
              <w:br/>
              <w:t>BDO</w:t>
            </w:r>
          </w:p>
          <w:p w14:paraId="4115A905" w14:textId="77777777" w:rsidR="00547648" w:rsidRPr="002D2A47" w:rsidRDefault="00547648">
            <w:pPr>
              <w:rPr>
                <w:b/>
                <w:bCs/>
                <w:i/>
                <w:iCs/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3228644" w14:textId="7FD642A1" w:rsidR="00547648" w:rsidRPr="006E6A6B" w:rsidRDefault="5387D86D" w:rsidP="524F2486">
            <w:pPr>
              <w:rPr>
                <w:color w:val="00B050"/>
              </w:rPr>
            </w:pPr>
            <w:r w:rsidRPr="524F2486">
              <w:rPr>
                <w:color w:val="00B050"/>
              </w:rPr>
              <w:t xml:space="preserve">WCT </w:t>
            </w:r>
            <w:r w:rsidR="006E6A6B">
              <w:br/>
            </w:r>
            <w:r w:rsidRPr="524F2486">
              <w:rPr>
                <w:color w:val="00B050"/>
              </w:rPr>
              <w:t xml:space="preserve">0800-0900 </w:t>
            </w:r>
            <w:r w:rsidR="006E6A6B">
              <w:br/>
            </w:r>
            <w:r w:rsidR="3054A198" w:rsidRPr="524F2486">
              <w:rPr>
                <w:color w:val="00B050"/>
              </w:rPr>
              <w:t>Marianne Williams</w:t>
            </w:r>
          </w:p>
          <w:p w14:paraId="77020240" w14:textId="1973E1A3" w:rsidR="00547648" w:rsidRPr="006E6A6B" w:rsidRDefault="5387D86D" w:rsidP="524F2486">
            <w:pPr>
              <w:rPr>
                <w:color w:val="8A200F" w:themeColor="accent3" w:themeShade="80"/>
              </w:rPr>
            </w:pPr>
            <w:r w:rsidRPr="524F2486">
              <w:rPr>
                <w:color w:val="8A200F" w:themeColor="accent3" w:themeShade="80"/>
              </w:rPr>
              <w:t>RT-130</w:t>
            </w:r>
            <w:r w:rsidR="006E6A6B">
              <w:br/>
            </w:r>
            <w:r w:rsidRPr="524F2486">
              <w:rPr>
                <w:color w:val="8A200F" w:themeColor="accent3" w:themeShade="80"/>
              </w:rPr>
              <w:t>1100-1500</w:t>
            </w:r>
            <w:r w:rsidR="006E6A6B">
              <w:br/>
            </w:r>
            <w:r w:rsidR="7596613D" w:rsidRPr="524F2486">
              <w:rPr>
                <w:color w:val="8A200F" w:themeColor="accent3" w:themeShade="80"/>
              </w:rPr>
              <w:t>Expanded Dispatch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31D3E7F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3F361AF" w14:textId="77777777" w:rsidR="00547648" w:rsidRDefault="00547648">
            <w:pPr>
              <w:pStyle w:val="Weekend"/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AF73E5C" w14:textId="77777777" w:rsidR="00547648" w:rsidRDefault="00547648">
            <w:pPr>
              <w:pStyle w:val="Weekend"/>
            </w:pPr>
          </w:p>
        </w:tc>
      </w:tr>
      <w:tr w:rsidR="00547648" w14:paraId="4CC209DC" w14:textId="77777777" w:rsidTr="524F2486">
        <w:trPr>
          <w:trHeight w:val="30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92D4273" w14:textId="22F5ED0F" w:rsidR="00547648" w:rsidRPr="00872CC6" w:rsidRDefault="00547648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</w:t>
            </w:r>
            <w:r w:rsidR="00751DBE">
              <w:rPr>
                <w:color w:val="262626" w:themeColor="text1" w:themeTint="D9"/>
              </w:rPr>
              <w:t>7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85B1CCE" w14:textId="0165E910" w:rsidR="00547648" w:rsidRPr="00872CC6" w:rsidRDefault="00547648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</w:t>
            </w:r>
            <w:r w:rsidR="00751DBE">
              <w:rPr>
                <w:color w:val="262626" w:themeColor="text1" w:themeTint="D9"/>
              </w:rPr>
              <w:t>8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1A6CDB50" w14:textId="22FF2E02" w:rsidR="00547648" w:rsidRPr="00872CC6" w:rsidRDefault="00751DBE">
            <w:pPr>
              <w:rPr>
                <w:color w:val="262626" w:themeColor="text1" w:themeTint="D9"/>
              </w:rPr>
            </w:pPr>
            <w:r>
              <w:t>19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D2642AF" w14:textId="0F9189E2" w:rsidR="00547648" w:rsidRPr="00872CC6" w:rsidRDefault="00547648">
            <w:pPr>
              <w:rPr>
                <w:color w:val="262626" w:themeColor="text1" w:themeTint="D9"/>
              </w:rPr>
            </w:pPr>
            <w:r>
              <w:t>2</w:t>
            </w:r>
            <w:r w:rsidR="00751DBE">
              <w:t>0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1FD91D60" w14:textId="47BDD4C6" w:rsidR="00547648" w:rsidRPr="00872CC6" w:rsidRDefault="00547648">
            <w:pPr>
              <w:rPr>
                <w:color w:val="262626" w:themeColor="text1" w:themeTint="D9"/>
              </w:rPr>
            </w:pPr>
            <w:r>
              <w:t>2</w:t>
            </w:r>
            <w:r w:rsidR="00751DBE">
              <w:t>1</w:t>
            </w: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748B1A2" w14:textId="6DB68A13" w:rsidR="00547648" w:rsidRPr="00004954" w:rsidRDefault="00547648">
            <w:pPr>
              <w:pStyle w:val="Weekend"/>
            </w:pPr>
            <w:r>
              <w:t>2</w:t>
            </w:r>
            <w:r w:rsidR="00751DBE">
              <w:t>2</w:t>
            </w: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AD371CF" w14:textId="25434EE7" w:rsidR="00547648" w:rsidRPr="00004954" w:rsidRDefault="00547648">
            <w:pPr>
              <w:pStyle w:val="Weekend"/>
            </w:pPr>
            <w:r>
              <w:t>2</w:t>
            </w:r>
            <w:r w:rsidR="00751DBE">
              <w:t>3</w:t>
            </w:r>
          </w:p>
        </w:tc>
      </w:tr>
      <w:tr w:rsidR="00547648" w14:paraId="441F973F" w14:textId="77777777" w:rsidTr="524F2486">
        <w:trPr>
          <w:trHeight w:val="102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B0119E8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44BC315" w14:textId="4A085391" w:rsidR="00547648" w:rsidRPr="00872CC6" w:rsidRDefault="54ED5350">
            <w:pPr>
              <w:rPr>
                <w:color w:val="262626" w:themeColor="text1" w:themeTint="D9"/>
              </w:rPr>
            </w:pPr>
            <w:r w:rsidRPr="524F2486">
              <w:rPr>
                <w:color w:val="0070C0"/>
              </w:rPr>
              <w:t>First Aid/ CPR</w:t>
            </w:r>
            <w:r w:rsidR="00371FDC">
              <w:br/>
            </w:r>
            <w:r w:rsidRPr="524F2486">
              <w:rPr>
                <w:color w:val="0070C0"/>
              </w:rPr>
              <w:t>0800-1500</w:t>
            </w:r>
            <w:r w:rsidR="00371FDC">
              <w:br/>
            </w:r>
            <w:r w:rsidRPr="524F2486">
              <w:rPr>
                <w:color w:val="0070C0"/>
              </w:rPr>
              <w:t>Expanded</w:t>
            </w:r>
            <w:r w:rsidR="4753A277" w:rsidRPr="524F2486">
              <w:rPr>
                <w:color w:val="0070C0"/>
              </w:rPr>
              <w:t xml:space="preserve"> Dispatch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87C263" w14:textId="1A1DABAC" w:rsidR="003E4E9C" w:rsidRPr="00872CC6" w:rsidRDefault="003E4E9C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8392DED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A3AE65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6663599" w14:textId="77777777" w:rsidR="00547648" w:rsidRDefault="00547648">
            <w:pPr>
              <w:pStyle w:val="Weekend"/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A2337C7" w14:textId="77777777" w:rsidR="00547648" w:rsidRDefault="00547648">
            <w:pPr>
              <w:pStyle w:val="Weekend"/>
            </w:pPr>
          </w:p>
        </w:tc>
      </w:tr>
      <w:tr w:rsidR="00547648" w14:paraId="454C401A" w14:textId="77777777" w:rsidTr="524F2486">
        <w:trPr>
          <w:trHeight w:val="30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0AFA3072" w14:textId="2A75092D" w:rsidR="00547648" w:rsidRPr="00872CC6" w:rsidRDefault="00547648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lastRenderedPageBreak/>
              <w:t>2</w:t>
            </w:r>
            <w:r w:rsidR="00751DBE">
              <w:rPr>
                <w:color w:val="262626" w:themeColor="text1" w:themeTint="D9"/>
              </w:rPr>
              <w:t>4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B212FC0" w14:textId="4E2BAD88" w:rsidR="00547648" w:rsidRPr="00872CC6" w:rsidRDefault="00547648">
            <w:pPr>
              <w:rPr>
                <w:color w:val="262626" w:themeColor="text1" w:themeTint="D9"/>
              </w:rPr>
            </w:pPr>
            <w:r>
              <w:t>2</w:t>
            </w:r>
            <w:r w:rsidR="00751DBE">
              <w:t>5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0331A448" w14:textId="17E89B4F" w:rsidR="00547648" w:rsidRPr="00872CC6" w:rsidRDefault="00547648">
            <w:pPr>
              <w:rPr>
                <w:color w:val="262626" w:themeColor="text1" w:themeTint="D9"/>
              </w:rPr>
            </w:pPr>
            <w:r>
              <w:t>2</w:t>
            </w:r>
            <w:r w:rsidR="00751DBE">
              <w:t>6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278153B" w14:textId="403EFA58" w:rsidR="00547648" w:rsidRPr="00872CC6" w:rsidRDefault="00547648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  <w:r w:rsidR="00751DBE">
              <w:rPr>
                <w:color w:val="262626" w:themeColor="text1" w:themeTint="D9"/>
              </w:rPr>
              <w:t>7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73D33F51" w14:textId="44550464" w:rsidR="00547648" w:rsidRPr="00872CC6" w:rsidRDefault="00547648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  <w:r w:rsidR="00751DBE">
              <w:rPr>
                <w:color w:val="262626" w:themeColor="text1" w:themeTint="D9"/>
              </w:rPr>
              <w:t>8</w:t>
            </w: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A30F0D4" w14:textId="5AF8166C" w:rsidR="00547648" w:rsidRPr="00004954" w:rsidRDefault="00751DBE">
            <w:pPr>
              <w:pStyle w:val="Weekend"/>
            </w:pPr>
            <w:r>
              <w:t>29</w:t>
            </w: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293A5CC" w14:textId="46EFE7EC" w:rsidR="00547648" w:rsidRPr="00004954" w:rsidRDefault="00547648">
            <w:pPr>
              <w:pStyle w:val="Weekend"/>
            </w:pPr>
            <w:r>
              <w:t>3</w:t>
            </w:r>
            <w:r w:rsidR="00751DBE">
              <w:t>0</w:t>
            </w:r>
          </w:p>
        </w:tc>
      </w:tr>
      <w:tr w:rsidR="00547648" w14:paraId="32599053" w14:textId="77777777" w:rsidTr="524F2486">
        <w:trPr>
          <w:trHeight w:val="30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943F9BE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7AFD6FE" w14:textId="16D88521" w:rsidR="00547648" w:rsidRPr="008150C7" w:rsidRDefault="0A267075" w:rsidP="524F2486">
            <w:pPr>
              <w:rPr>
                <w:color w:val="8A200F" w:themeColor="accent3" w:themeShade="80"/>
              </w:rPr>
            </w:pPr>
            <w:r w:rsidRPr="524F2486">
              <w:rPr>
                <w:color w:val="00B050"/>
              </w:rPr>
              <w:t xml:space="preserve">WCT </w:t>
            </w:r>
            <w:r w:rsidR="00547648">
              <w:br/>
            </w:r>
            <w:r w:rsidRPr="524F2486">
              <w:rPr>
                <w:color w:val="00B050"/>
              </w:rPr>
              <w:t xml:space="preserve">0800-0900 </w:t>
            </w:r>
            <w:r w:rsidR="00547648">
              <w:br/>
            </w:r>
            <w:r w:rsidR="508AB78D" w:rsidRPr="524F2486">
              <w:rPr>
                <w:color w:val="00B050"/>
              </w:rPr>
              <w:t>Marianne Williams</w:t>
            </w:r>
            <w:r w:rsidR="00547648">
              <w:br/>
            </w:r>
            <w:r w:rsidRPr="524F2486">
              <w:rPr>
                <w:color w:val="8A200F" w:themeColor="accent3" w:themeShade="80"/>
              </w:rPr>
              <w:t>RT-130</w:t>
            </w:r>
            <w:r w:rsidR="00547648">
              <w:br/>
            </w:r>
            <w:r w:rsidRPr="524F2486">
              <w:rPr>
                <w:color w:val="8A200F" w:themeColor="accent3" w:themeShade="80"/>
              </w:rPr>
              <w:t xml:space="preserve">1100-1500 </w:t>
            </w:r>
            <w:r w:rsidR="00547648">
              <w:br/>
            </w:r>
            <w:r w:rsidR="1155D46F" w:rsidRPr="524F2486">
              <w:rPr>
                <w:color w:val="8A200F" w:themeColor="accent3" w:themeShade="80"/>
              </w:rPr>
              <w:t>Expanded Dispatch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FD79082" w14:textId="674C0B60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BCFBAF2" w14:textId="652C9771" w:rsidR="00547648" w:rsidRPr="00872CC6" w:rsidRDefault="175757B2">
            <w:pPr>
              <w:rPr>
                <w:color w:val="262626" w:themeColor="text1" w:themeTint="D9"/>
              </w:rPr>
            </w:pPr>
            <w:r w:rsidRPr="524F2486">
              <w:rPr>
                <w:color w:val="0070C0"/>
              </w:rPr>
              <w:t xml:space="preserve">Hazmat </w:t>
            </w:r>
            <w:r w:rsidR="00447F18">
              <w:br/>
            </w:r>
            <w:r w:rsidRPr="524F2486">
              <w:rPr>
                <w:color w:val="0070C0"/>
              </w:rPr>
              <w:t>0800-1200</w:t>
            </w:r>
            <w:r w:rsidR="00447F18">
              <w:br/>
            </w:r>
            <w:r w:rsidRPr="524F2486">
              <w:rPr>
                <w:color w:val="0070C0"/>
              </w:rPr>
              <w:t>Expanded</w:t>
            </w:r>
            <w:r w:rsidR="5241F12D" w:rsidRPr="524F2486">
              <w:rPr>
                <w:color w:val="0070C0"/>
              </w:rPr>
              <w:t xml:space="preserve"> Dispatch</w:t>
            </w: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B43A917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DBA7C4C" w14:textId="77777777" w:rsidR="00547648" w:rsidRDefault="00547648">
            <w:pPr>
              <w:pStyle w:val="Weekend"/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63F3824" w14:textId="77777777" w:rsidR="00547648" w:rsidRDefault="00547648">
            <w:pPr>
              <w:pStyle w:val="Weekend"/>
            </w:pPr>
          </w:p>
        </w:tc>
      </w:tr>
      <w:tr w:rsidR="00547648" w14:paraId="3C7CF802" w14:textId="77777777" w:rsidTr="002721DD">
        <w:trPr>
          <w:trHeight w:val="6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102926D" w14:textId="4D1FAE6B" w:rsidR="00547648" w:rsidRPr="00872CC6" w:rsidRDefault="00751DBE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31</w:t>
            </w: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4AB82402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154A3459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AC70915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0B440CC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26A79A" w14:textId="77777777" w:rsidR="00547648" w:rsidRPr="00004954" w:rsidRDefault="00547648">
            <w:pPr>
              <w:rPr>
                <w:color w:val="60A489" w:themeColor="accent5" w:themeShade="BF"/>
              </w:rPr>
            </w:pPr>
          </w:p>
        </w:tc>
        <w:tc>
          <w:tcPr>
            <w:tcW w:w="16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BF8A273" w14:textId="77777777" w:rsidR="00547648" w:rsidRPr="00004954" w:rsidRDefault="00547648">
            <w:pPr>
              <w:rPr>
                <w:color w:val="60A489" w:themeColor="accent5" w:themeShade="BF"/>
              </w:rPr>
            </w:pPr>
          </w:p>
        </w:tc>
      </w:tr>
      <w:tr w:rsidR="00547648" w14:paraId="466CFD12" w14:textId="77777777" w:rsidTr="002721DD">
        <w:trPr>
          <w:trHeight w:val="60"/>
        </w:trPr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4343AA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C87898E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6B4DA49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3270A38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BBFEF2B" w14:textId="77777777" w:rsidR="00547648" w:rsidRPr="00872CC6" w:rsidRDefault="00547648">
            <w:pPr>
              <w:rPr>
                <w:color w:val="262626" w:themeColor="text1" w:themeTint="D9"/>
              </w:rPr>
            </w:pPr>
          </w:p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D4722E2" w14:textId="77777777" w:rsidR="00547648" w:rsidRDefault="00547648"/>
        </w:tc>
        <w:tc>
          <w:tcPr>
            <w:tcW w:w="16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11FEE9" w14:textId="77777777" w:rsidR="00547648" w:rsidRDefault="00547648"/>
        </w:tc>
      </w:tr>
    </w:tbl>
    <w:p w14:paraId="5E357FDE" w14:textId="598FEF1A" w:rsidR="00547648" w:rsidRDefault="00547648" w:rsidP="00547648">
      <w:pPr>
        <w:spacing w:after="0"/>
      </w:pPr>
    </w:p>
    <w:tbl>
      <w:tblPr>
        <w:tblStyle w:val="TableGrid"/>
        <w:tblW w:w="14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153"/>
        <w:gridCol w:w="2153"/>
        <w:gridCol w:w="3082"/>
        <w:gridCol w:w="839"/>
        <w:gridCol w:w="1770"/>
        <w:gridCol w:w="1073"/>
        <w:gridCol w:w="1103"/>
        <w:gridCol w:w="1403"/>
        <w:gridCol w:w="1403"/>
      </w:tblGrid>
      <w:tr w:rsidR="000357C6" w14:paraId="094562AB" w14:textId="77777777" w:rsidTr="002721DD">
        <w:trPr>
          <w:trHeight w:val="416"/>
        </w:trPr>
        <w:tc>
          <w:tcPr>
            <w:tcW w:w="2153" w:type="dxa"/>
          </w:tcPr>
          <w:p w14:paraId="7BA212EE" w14:textId="77777777" w:rsidR="000357C6" w:rsidRDefault="000357C6" w:rsidP="00147045"/>
        </w:tc>
        <w:tc>
          <w:tcPr>
            <w:tcW w:w="2153" w:type="dxa"/>
          </w:tcPr>
          <w:p w14:paraId="13BD3916" w14:textId="64ABDC1A" w:rsidR="000357C6" w:rsidRDefault="00AD6E02" w:rsidP="00147045">
            <w:r>
              <w:t>ID-BOD TRAINING</w:t>
            </w:r>
          </w:p>
        </w:tc>
        <w:tc>
          <w:tcPr>
            <w:tcW w:w="3082" w:type="dxa"/>
          </w:tcPr>
          <w:p w14:paraId="5D43C7F3" w14:textId="77777777" w:rsidR="000357C6" w:rsidRDefault="000357C6" w:rsidP="00147045"/>
        </w:tc>
        <w:tc>
          <w:tcPr>
            <w:tcW w:w="7591" w:type="dxa"/>
            <w:gridSpan w:val="6"/>
            <w:vAlign w:val="center"/>
          </w:tcPr>
          <w:p w14:paraId="0C5A8FA5" w14:textId="3F137ED9" w:rsidR="000357C6" w:rsidRDefault="000357C6" w:rsidP="00147045"/>
        </w:tc>
      </w:tr>
      <w:tr w:rsidR="000357C6" w14:paraId="29B85EE1" w14:textId="77777777" w:rsidTr="524F2486">
        <w:trPr>
          <w:trHeight w:val="397"/>
        </w:trPr>
        <w:tc>
          <w:tcPr>
            <w:tcW w:w="4306" w:type="dxa"/>
            <w:gridSpan w:val="2"/>
            <w:vMerge w:val="restart"/>
          </w:tcPr>
          <w:p w14:paraId="45E6F6AA" w14:textId="77777777" w:rsidR="000357C6" w:rsidRPr="000357C6" w:rsidRDefault="002721DD" w:rsidP="00147045">
            <w:pPr>
              <w:pStyle w:val="Month"/>
            </w:pPr>
            <w:sdt>
              <w:sdtPr>
                <w:id w:val="-1214807599"/>
                <w:placeholder>
                  <w:docPart w:val="7FF5B07029944D81824CE2A79570ABB4"/>
                </w:placeholder>
                <w:temporary/>
                <w:showingPlcHdr/>
                <w15:appearance w15:val="hidden"/>
              </w:sdtPr>
              <w:sdtEndPr/>
              <w:sdtContent>
                <w:r w:rsidR="00F65B25">
                  <w:t>April</w:t>
                </w:r>
              </w:sdtContent>
            </w:sdt>
          </w:p>
        </w:tc>
        <w:tc>
          <w:tcPr>
            <w:tcW w:w="3082" w:type="dxa"/>
            <w:vMerge w:val="restart"/>
          </w:tcPr>
          <w:p w14:paraId="4891A89B" w14:textId="111A150C" w:rsidR="000357C6" w:rsidRPr="00872CC6" w:rsidRDefault="00B569C0" w:rsidP="00147045">
            <w:pPr>
              <w:pStyle w:val="Year"/>
            </w:pPr>
            <w:r>
              <w:t>202</w:t>
            </w:r>
            <w:r w:rsidR="0073653B">
              <w:t>5</w:t>
            </w:r>
          </w:p>
        </w:tc>
        <w:tc>
          <w:tcPr>
            <w:tcW w:w="839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6FE1BC7" w14:textId="5A730423" w:rsidR="00AD6E02" w:rsidRDefault="00AD6E02" w:rsidP="00147045"/>
        </w:tc>
        <w:tc>
          <w:tcPr>
            <w:tcW w:w="2843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D7C5020" w14:textId="24834176" w:rsidR="000357C6" w:rsidRDefault="000357C6" w:rsidP="00147045"/>
        </w:tc>
        <w:tc>
          <w:tcPr>
            <w:tcW w:w="1103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51AA342" w14:textId="77777777" w:rsidR="000357C6" w:rsidRDefault="000357C6" w:rsidP="00147045"/>
        </w:tc>
        <w:tc>
          <w:tcPr>
            <w:tcW w:w="2806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9F5E754" w14:textId="77777777" w:rsidR="000357C6" w:rsidRDefault="000357C6" w:rsidP="00147045"/>
        </w:tc>
      </w:tr>
      <w:tr w:rsidR="000357C6" w14:paraId="32A18042" w14:textId="77777777" w:rsidTr="524F2486">
        <w:trPr>
          <w:trHeight w:val="397"/>
        </w:trPr>
        <w:tc>
          <w:tcPr>
            <w:tcW w:w="4306" w:type="dxa"/>
            <w:gridSpan w:val="2"/>
            <w:vMerge/>
          </w:tcPr>
          <w:p w14:paraId="211C9DA8" w14:textId="77777777" w:rsidR="000357C6" w:rsidRDefault="000357C6" w:rsidP="00147045"/>
        </w:tc>
        <w:tc>
          <w:tcPr>
            <w:tcW w:w="3082" w:type="dxa"/>
            <w:vMerge/>
          </w:tcPr>
          <w:p w14:paraId="61D8E72F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929D5E8" w14:textId="77777777" w:rsidR="000357C6" w:rsidRDefault="000357C6" w:rsidP="00147045"/>
        </w:tc>
        <w:tc>
          <w:tcPr>
            <w:tcW w:w="2843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5000B56" w14:textId="77777777" w:rsidR="000357C6" w:rsidRDefault="000357C6" w:rsidP="00147045"/>
        </w:tc>
        <w:tc>
          <w:tcPr>
            <w:tcW w:w="1103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DBFA4DA" w14:textId="77777777" w:rsidR="000357C6" w:rsidRDefault="000357C6" w:rsidP="00147045"/>
        </w:tc>
        <w:tc>
          <w:tcPr>
            <w:tcW w:w="2806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C242B65" w14:textId="77777777" w:rsidR="000357C6" w:rsidRDefault="000357C6" w:rsidP="00147045"/>
        </w:tc>
      </w:tr>
      <w:tr w:rsidR="000357C6" w14:paraId="3887DEEC" w14:textId="77777777" w:rsidTr="524F2486">
        <w:trPr>
          <w:trHeight w:val="397"/>
        </w:trPr>
        <w:tc>
          <w:tcPr>
            <w:tcW w:w="4306" w:type="dxa"/>
            <w:gridSpan w:val="2"/>
            <w:vMerge/>
          </w:tcPr>
          <w:p w14:paraId="78C23126" w14:textId="77777777" w:rsidR="000357C6" w:rsidRDefault="000357C6" w:rsidP="00147045"/>
        </w:tc>
        <w:tc>
          <w:tcPr>
            <w:tcW w:w="3082" w:type="dxa"/>
            <w:vMerge/>
          </w:tcPr>
          <w:p w14:paraId="4CE48274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839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56D7B85" w14:textId="77777777" w:rsidR="000357C6" w:rsidRDefault="000357C6" w:rsidP="00147045"/>
        </w:tc>
        <w:tc>
          <w:tcPr>
            <w:tcW w:w="2843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428A64A" w14:textId="77777777" w:rsidR="000357C6" w:rsidRDefault="000357C6" w:rsidP="00147045"/>
        </w:tc>
        <w:tc>
          <w:tcPr>
            <w:tcW w:w="1103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68019DC" w14:textId="77777777" w:rsidR="000357C6" w:rsidRDefault="000357C6" w:rsidP="00147045"/>
        </w:tc>
        <w:tc>
          <w:tcPr>
            <w:tcW w:w="2806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B6CD082" w14:textId="77777777" w:rsidR="000357C6" w:rsidRDefault="000357C6" w:rsidP="00147045"/>
        </w:tc>
      </w:tr>
      <w:tr w:rsidR="00F65B25" w14:paraId="16313F6F" w14:textId="77777777" w:rsidTr="524F2486">
        <w:trPr>
          <w:cantSplit/>
          <w:trHeight w:val="964"/>
        </w:trPr>
        <w:tc>
          <w:tcPr>
            <w:tcW w:w="2153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4F7FD974" w14:textId="77777777" w:rsidR="00F65B25" w:rsidRPr="00F65B25" w:rsidRDefault="002721DD" w:rsidP="00147045">
            <w:pPr>
              <w:pStyle w:val="DayoftheWeek"/>
            </w:pPr>
            <w:sdt>
              <w:sdtPr>
                <w:id w:val="-1935896002"/>
                <w:placeholder>
                  <w:docPart w:val="B2683C25424141BCB93E77E760DFA7EB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153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76C6092F" w14:textId="77777777" w:rsidR="00F65B25" w:rsidRPr="00F65B25" w:rsidRDefault="002721DD" w:rsidP="00147045">
            <w:pPr>
              <w:pStyle w:val="DayoftheWeek"/>
            </w:pPr>
            <w:sdt>
              <w:sdtPr>
                <w:id w:val="-1036584000"/>
                <w:placeholder>
                  <w:docPart w:val="172DA758BD9F4047B513388887190321"/>
                </w:placeholder>
                <w:temporary/>
                <w:showingPlcHdr/>
                <w15:appearance w15:val="hidden"/>
              </w:sdtPr>
              <w:sdtEndPr/>
              <w:sdtContent>
                <w:r w:rsidR="00F65B25">
                  <w:t>TUE</w:t>
                </w:r>
              </w:sdtContent>
            </w:sdt>
          </w:p>
        </w:tc>
        <w:tc>
          <w:tcPr>
            <w:tcW w:w="3082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265B4C4F" w14:textId="77777777" w:rsidR="00F65B25" w:rsidRPr="00F65B25" w:rsidRDefault="002721DD" w:rsidP="00147045">
            <w:pPr>
              <w:pStyle w:val="DayoftheWeek"/>
            </w:pPr>
            <w:sdt>
              <w:sdtPr>
                <w:id w:val="1665823028"/>
                <w:placeholder>
                  <w:docPart w:val="F69C598C394E4B5E846157A7352D9093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609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78B2C79" w14:textId="77777777" w:rsidR="00F65B25" w:rsidRPr="00F65B25" w:rsidRDefault="002721DD" w:rsidP="00147045">
            <w:pPr>
              <w:pStyle w:val="DayoftheWeek"/>
            </w:pPr>
            <w:sdt>
              <w:sdtPr>
                <w:id w:val="885756822"/>
                <w:placeholder>
                  <w:docPart w:val="E864C4C9725341D185674ED685FF5FB0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176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135D328" w14:textId="77777777" w:rsidR="00F65B25" w:rsidRPr="00F65B25" w:rsidRDefault="002721DD" w:rsidP="00147045">
            <w:pPr>
              <w:pStyle w:val="DayoftheWeek"/>
            </w:pPr>
            <w:sdt>
              <w:sdtPr>
                <w:id w:val="1390842812"/>
                <w:placeholder>
                  <w:docPart w:val="62746F02A33945F4934E17993111AE72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403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18F27E06" w14:textId="77777777" w:rsidR="00F65B25" w:rsidRPr="00F65B25" w:rsidRDefault="002721DD" w:rsidP="00147045">
            <w:pPr>
              <w:pStyle w:val="DayoftheWeek"/>
            </w:pPr>
            <w:sdt>
              <w:sdtPr>
                <w:id w:val="-496802497"/>
                <w:placeholder>
                  <w:docPart w:val="6FA714AD97074A378A066410F1BCEA26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403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29D97383" w14:textId="77777777" w:rsidR="00F65B25" w:rsidRPr="00F65B25" w:rsidRDefault="002721DD" w:rsidP="00147045">
            <w:pPr>
              <w:pStyle w:val="DayoftheWeek"/>
            </w:pPr>
            <w:sdt>
              <w:sdtPr>
                <w:id w:val="1760101437"/>
                <w:placeholder>
                  <w:docPart w:val="FB7B2DB9712648A6A85B09705B320379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SUN</w:t>
                </w:r>
              </w:sdtContent>
            </w:sdt>
          </w:p>
        </w:tc>
      </w:tr>
      <w:tr w:rsidR="00B569C0" w14:paraId="5732B699" w14:textId="77777777" w:rsidTr="002721DD">
        <w:trPr>
          <w:trHeight w:val="126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A5B4CCD" w14:textId="2B1C3EC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B9E5F9E" w14:textId="41249585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</w:t>
            </w: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5C6EFB7" w14:textId="2551819F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BE7059D" w14:textId="1D5AF5EB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</w:t>
            </w: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8CF3279" w14:textId="192C1805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4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FD02F03" w14:textId="2A3DCD12" w:rsidR="00B569C0" w:rsidRPr="00872CC6" w:rsidRDefault="0073653B" w:rsidP="00B569C0">
            <w:pPr>
              <w:pStyle w:val="Weekend"/>
            </w:pPr>
            <w:r>
              <w:t>5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0A864E1" w14:textId="7AB33F90" w:rsidR="00B569C0" w:rsidRPr="00872CC6" w:rsidRDefault="0073653B" w:rsidP="00B569C0">
            <w:pPr>
              <w:pStyle w:val="Weekend"/>
            </w:pPr>
            <w:r>
              <w:t>6</w:t>
            </w:r>
          </w:p>
        </w:tc>
      </w:tr>
      <w:tr w:rsidR="00B569C0" w14:paraId="6457B9A2" w14:textId="77777777" w:rsidTr="524F2486">
        <w:trPr>
          <w:trHeight w:val="728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F93E186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73FC418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452B491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3E61596" w14:textId="4F1C298C" w:rsidR="00B569C0" w:rsidRPr="00872CC6" w:rsidRDefault="00A67A22" w:rsidP="00B569C0">
            <w:pPr>
              <w:rPr>
                <w:color w:val="262626" w:themeColor="text1" w:themeTint="D9"/>
              </w:rPr>
            </w:pPr>
            <w:r w:rsidRPr="00B151B4">
              <w:rPr>
                <w:color w:val="0070C0"/>
              </w:rPr>
              <w:t>Hazmat</w:t>
            </w:r>
            <w:r w:rsidRPr="00B151B4">
              <w:rPr>
                <w:color w:val="0070C0"/>
              </w:rPr>
              <w:br/>
              <w:t>0800-1200</w:t>
            </w:r>
            <w:r w:rsidRPr="00B151B4">
              <w:rPr>
                <w:color w:val="0070C0"/>
              </w:rPr>
              <w:br/>
              <w:t>BDO</w:t>
            </w: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CD6FF72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F129E18" w14:textId="77777777" w:rsidR="00B569C0" w:rsidRDefault="00B569C0" w:rsidP="00B569C0">
            <w:pPr>
              <w:pStyle w:val="Weekend"/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847C4DA" w14:textId="77777777" w:rsidR="00B569C0" w:rsidRDefault="00B569C0" w:rsidP="00B569C0">
            <w:pPr>
              <w:pStyle w:val="Weekend"/>
            </w:pPr>
          </w:p>
        </w:tc>
      </w:tr>
      <w:tr w:rsidR="00B569C0" w14:paraId="3B60C957" w14:textId="77777777" w:rsidTr="002721DD">
        <w:trPr>
          <w:trHeight w:val="81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4795EE9" w14:textId="47B97FC0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7</w:t>
            </w: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F3AC912" w14:textId="29EDDBEB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8</w:t>
            </w: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D406266" w14:textId="0830B86D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9</w:t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A0BB900" w14:textId="4BC4669C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</w:t>
            </w: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EC4F596" w14:textId="6BF2C79D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11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50E6B5C" w14:textId="295064D8" w:rsidR="00B569C0" w:rsidRPr="00872CC6" w:rsidRDefault="0073653B" w:rsidP="00B569C0">
            <w:pPr>
              <w:pStyle w:val="Weekend"/>
            </w:pPr>
            <w:r>
              <w:t>12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539899A" w14:textId="2C389EF3" w:rsidR="00B569C0" w:rsidRPr="00872CC6" w:rsidRDefault="0073653B" w:rsidP="00B569C0">
            <w:pPr>
              <w:pStyle w:val="Weekend"/>
            </w:pPr>
            <w:r>
              <w:t>13</w:t>
            </w:r>
          </w:p>
        </w:tc>
      </w:tr>
      <w:tr w:rsidR="00B569C0" w14:paraId="00CFFDFC" w14:textId="77777777" w:rsidTr="524F2486">
        <w:trPr>
          <w:trHeight w:val="1020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B18D3C5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280D2C7" w14:textId="578662C0" w:rsidR="00237A17" w:rsidRPr="00872CC6" w:rsidRDefault="00237A17" w:rsidP="00B569C0">
            <w:pPr>
              <w:rPr>
                <w:color w:val="262626" w:themeColor="text1" w:themeTint="D9"/>
              </w:rPr>
            </w:pP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3230E8F" w14:textId="48F46010" w:rsidR="006E6A6B" w:rsidRPr="00872CC6" w:rsidRDefault="78FC34E7" w:rsidP="524F2486">
            <w:pPr>
              <w:rPr>
                <w:color w:val="8A200F" w:themeColor="accent3" w:themeShade="80"/>
              </w:rPr>
            </w:pPr>
            <w:r w:rsidRPr="524F2486">
              <w:rPr>
                <w:color w:val="00B050"/>
              </w:rPr>
              <w:t xml:space="preserve">WCT </w:t>
            </w:r>
            <w:r w:rsidR="006E6A6B">
              <w:br/>
            </w:r>
            <w:r w:rsidRPr="524F2486">
              <w:rPr>
                <w:color w:val="00B050"/>
              </w:rPr>
              <w:t xml:space="preserve">0800-0900 </w:t>
            </w:r>
            <w:r w:rsidR="006E6A6B">
              <w:br/>
            </w:r>
            <w:r w:rsidR="64BFA375" w:rsidRPr="524F2486">
              <w:rPr>
                <w:color w:val="00B050"/>
              </w:rPr>
              <w:t xml:space="preserve">Marianne Williams </w:t>
            </w:r>
            <w:r w:rsidR="006E6A6B">
              <w:br/>
            </w:r>
            <w:r w:rsidRPr="524F2486">
              <w:rPr>
                <w:color w:val="8A200F" w:themeColor="accent3" w:themeShade="80"/>
              </w:rPr>
              <w:t>RT-130</w:t>
            </w:r>
            <w:r w:rsidR="006E6A6B">
              <w:br/>
            </w:r>
            <w:r w:rsidRPr="524F2486">
              <w:rPr>
                <w:color w:val="8A200F" w:themeColor="accent3" w:themeShade="80"/>
              </w:rPr>
              <w:t>1100-1500</w:t>
            </w:r>
            <w:r w:rsidR="006E6A6B">
              <w:br/>
            </w:r>
            <w:r w:rsidR="2AD194CD" w:rsidRPr="524F2486">
              <w:rPr>
                <w:color w:val="8A200F" w:themeColor="accent3" w:themeShade="80"/>
              </w:rPr>
              <w:t>Expanded Dispatch</w:t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2F25DDD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707BFEE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F5ABC5E" w14:textId="77777777" w:rsidR="00B569C0" w:rsidRDefault="00B569C0" w:rsidP="00B569C0">
            <w:pPr>
              <w:pStyle w:val="Weekend"/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6F930BF" w14:textId="77777777" w:rsidR="00B569C0" w:rsidRDefault="00B569C0" w:rsidP="00B569C0">
            <w:pPr>
              <w:pStyle w:val="Weekend"/>
            </w:pPr>
          </w:p>
        </w:tc>
      </w:tr>
      <w:tr w:rsidR="00B569C0" w14:paraId="27A3B353" w14:textId="77777777" w:rsidTr="002721DD">
        <w:trPr>
          <w:trHeight w:val="135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64F63EB" w14:textId="59CB30B0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</w:t>
            </w: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EB91120" w14:textId="4F93D567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t>15</w:t>
            </w: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CD2ED5D" w14:textId="04C92922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t>16</w:t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2E8E2A0" w14:textId="15FE47E9" w:rsidR="00B569C0" w:rsidRPr="00765038" w:rsidRDefault="0073653B" w:rsidP="00B569C0">
            <w:pPr>
              <w:rPr>
                <w:color w:val="262626" w:themeColor="text1" w:themeTint="D9"/>
              </w:rPr>
            </w:pPr>
            <w:r>
              <w:t>17</w:t>
            </w: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B4AE5CC" w14:textId="1C5092D6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t>18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35E9C80" w14:textId="18000AF1" w:rsidR="00B569C0" w:rsidRPr="00872CC6" w:rsidRDefault="0073653B" w:rsidP="00B569C0">
            <w:pPr>
              <w:pStyle w:val="Weekend"/>
            </w:pPr>
            <w:r>
              <w:t>19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FA6A8BA" w14:textId="01B7F35B" w:rsidR="00B569C0" w:rsidRPr="00872CC6" w:rsidRDefault="0073653B" w:rsidP="00B569C0">
            <w:pPr>
              <w:pStyle w:val="Weekend"/>
            </w:pPr>
            <w:r>
              <w:t>20</w:t>
            </w:r>
          </w:p>
        </w:tc>
      </w:tr>
      <w:tr w:rsidR="00B569C0" w14:paraId="1ACC8DAC" w14:textId="77777777" w:rsidTr="524F2486">
        <w:trPr>
          <w:trHeight w:val="1020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E234321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9D329DF" w14:textId="59873BFC" w:rsidR="00A06194" w:rsidRPr="00A06194" w:rsidRDefault="00A06194" w:rsidP="00765038"/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E81BDAD" w14:textId="22094CC5" w:rsidR="00A06194" w:rsidRDefault="0A0DB267" w:rsidP="00765038">
            <w:pPr>
              <w:rPr>
                <w:color w:val="0070C0"/>
              </w:rPr>
            </w:pPr>
            <w:r w:rsidRPr="524F2486">
              <w:rPr>
                <w:color w:val="0070C0"/>
              </w:rPr>
              <w:t>-</w:t>
            </w:r>
            <w:r w:rsidR="37F9A946" w:rsidRPr="524F2486">
              <w:rPr>
                <w:color w:val="0070C0"/>
              </w:rPr>
              <w:t>First Aid/ CPR</w:t>
            </w:r>
            <w:r w:rsidR="00AA7BE5">
              <w:br/>
            </w:r>
            <w:r w:rsidR="37F9A946" w:rsidRPr="524F2486">
              <w:rPr>
                <w:color w:val="0070C0"/>
              </w:rPr>
              <w:t>0800-1500</w:t>
            </w:r>
            <w:r w:rsidR="0855A38D" w:rsidRPr="524F2486">
              <w:rPr>
                <w:color w:val="0070C0"/>
              </w:rPr>
              <w:t xml:space="preserve"> (</w:t>
            </w:r>
            <w:r w:rsidR="37F9A946" w:rsidRPr="524F2486">
              <w:rPr>
                <w:color w:val="0070C0"/>
              </w:rPr>
              <w:t>BDO</w:t>
            </w:r>
            <w:r w:rsidR="11CDB722" w:rsidRPr="524F2486">
              <w:rPr>
                <w:color w:val="0070C0"/>
              </w:rPr>
              <w:t>)</w:t>
            </w:r>
            <w:r w:rsidR="00AA7BE5">
              <w:br/>
            </w:r>
          </w:p>
          <w:p w14:paraId="74FA2487" w14:textId="0E9223D6" w:rsidR="00AA7BE5" w:rsidRPr="00A06194" w:rsidRDefault="0A0DB267" w:rsidP="524F2486">
            <w:pPr>
              <w:rPr>
                <w:color w:val="0070C0"/>
              </w:rPr>
            </w:pPr>
            <w:r w:rsidRPr="524F2486">
              <w:rPr>
                <w:color w:val="796E07" w:themeColor="accent4" w:themeShade="80"/>
              </w:rPr>
              <w:t>OMSP Refresher</w:t>
            </w:r>
            <w:r w:rsidRPr="524F2486">
              <w:rPr>
                <w:color w:val="0070C0"/>
              </w:rPr>
              <w:t xml:space="preserve">. </w:t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B584B0D" w14:textId="59D2F94E" w:rsidR="00B569C0" w:rsidRPr="00C61B00" w:rsidRDefault="00067294" w:rsidP="524F2486">
            <w:r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5" behindDoc="0" locked="0" layoutInCell="1" allowOverlap="1" wp14:anchorId="7256E2CE" wp14:editId="2EFFEEB9">
                      <wp:simplePos x="0" y="0"/>
                      <wp:positionH relativeFrom="column">
                        <wp:posOffset>-712470</wp:posOffset>
                      </wp:positionH>
                      <wp:positionV relativeFrom="paragraph">
                        <wp:posOffset>533400</wp:posOffset>
                      </wp:positionV>
                      <wp:extent cx="1885950" cy="95250"/>
                      <wp:effectExtent l="0" t="19050" r="38100" b="38100"/>
                      <wp:wrapNone/>
                      <wp:docPr id="3" name="Arrow: 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952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CAE2D5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3" o:spid="_x0000_s1026" type="#_x0000_t13" style="position:absolute;margin-left:-56.1pt;margin-top:42pt;width:148.5pt;height:7.5pt;z-index: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" adj="21055" fillcolor="#253d59 [3204]" strokecolor="#05090d [484]" strokeweight="1pt"/>
                  </w:pict>
                </mc:Fallback>
              </mc:AlternateContent>
            </w:r>
            <w:r w:rsidR="00AA7BE5">
              <w:br/>
            </w:r>
            <w:r w:rsidR="00AA7BE5">
              <w:br/>
            </w:r>
            <w:r w:rsidR="00AA7BE5">
              <w:br/>
            </w: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543FCE0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C48FE55" w14:textId="77777777" w:rsidR="00B569C0" w:rsidRDefault="00B569C0" w:rsidP="00B569C0">
            <w:pPr>
              <w:pStyle w:val="Weekend"/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751DE5D" w14:textId="77777777" w:rsidR="00B569C0" w:rsidRDefault="00B569C0" w:rsidP="00B569C0">
            <w:pPr>
              <w:pStyle w:val="Weekend"/>
            </w:pPr>
          </w:p>
        </w:tc>
      </w:tr>
      <w:tr w:rsidR="00B569C0" w14:paraId="2590C459" w14:textId="77777777" w:rsidTr="002721DD">
        <w:trPr>
          <w:trHeight w:val="180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463CAF0" w14:textId="368C339F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</w:t>
            </w: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36D2FA7" w14:textId="18926B3A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</w:t>
            </w: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ECA0B09" w14:textId="0770F9F1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</w:t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8162B5D" w14:textId="4C2FBF06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t>24</w:t>
            </w: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58A797C" w14:textId="5232A209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t>25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C6356B3" w14:textId="3C25E121" w:rsidR="00B569C0" w:rsidRPr="00004954" w:rsidRDefault="0073653B" w:rsidP="00B569C0">
            <w:pPr>
              <w:pStyle w:val="Weekend"/>
            </w:pPr>
            <w:r>
              <w:t>26</w:t>
            </w:r>
          </w:p>
        </w:tc>
        <w:tc>
          <w:tcPr>
            <w:tcW w:w="140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A01E3E6" w14:textId="1B4CEB90" w:rsidR="00B569C0" w:rsidRPr="00004954" w:rsidRDefault="0073653B" w:rsidP="00B569C0">
            <w:pPr>
              <w:pStyle w:val="Weekend"/>
            </w:pPr>
            <w:r>
              <w:t>27</w:t>
            </w:r>
          </w:p>
        </w:tc>
      </w:tr>
      <w:tr w:rsidR="00B569C0" w14:paraId="06F4399A" w14:textId="77777777" w:rsidTr="524F2486">
        <w:trPr>
          <w:trHeight w:val="799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DC96359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81D31AD" w14:textId="5E53CEC1" w:rsidR="00193B66" w:rsidRPr="00804EAE" w:rsidRDefault="0A0DB267" w:rsidP="524F2486">
            <w:pPr>
              <w:rPr>
                <w:color w:val="8A200F" w:themeColor="accent3" w:themeShade="80"/>
              </w:rPr>
            </w:pPr>
            <w:r w:rsidRPr="524F2486">
              <w:rPr>
                <w:color w:val="8A200F" w:themeColor="accent3" w:themeShade="80"/>
              </w:rPr>
              <w:t>Lights</w:t>
            </w:r>
            <w:r w:rsidR="7622E558" w:rsidRPr="524F2486">
              <w:rPr>
                <w:color w:val="8A200F" w:themeColor="accent3" w:themeShade="80"/>
              </w:rPr>
              <w:t>/ Sirens</w:t>
            </w:r>
            <w:r w:rsidR="002B2CD7">
              <w:br/>
            </w:r>
            <w:r w:rsidR="7960627B" w:rsidRPr="524F2486">
              <w:rPr>
                <w:color w:val="8A200F" w:themeColor="accent3" w:themeShade="80"/>
              </w:rPr>
              <w:t>Defensive Driving</w:t>
            </w:r>
            <w:r w:rsidR="002B2CD7">
              <w:br/>
            </w:r>
          </w:p>
          <w:p w14:paraId="71F51F13" w14:textId="3E463EA7" w:rsidR="00193B66" w:rsidRPr="00804EAE" w:rsidRDefault="7960627B" w:rsidP="0073653B">
            <w:pPr>
              <w:rPr>
                <w:color w:val="8A200F" w:themeColor="accent3" w:themeShade="80"/>
              </w:rPr>
            </w:pPr>
            <w:r w:rsidRPr="524F2486">
              <w:rPr>
                <w:color w:val="00B050"/>
              </w:rPr>
              <w:t>RT-212</w:t>
            </w: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3B6229F" w14:textId="3CDA546E" w:rsidR="00B569C0" w:rsidRPr="008150C7" w:rsidRDefault="7622E558" w:rsidP="524F2486">
            <w:pPr>
              <w:rPr>
                <w:color w:val="E25441" w:themeColor="accent2" w:themeShade="BF"/>
              </w:rPr>
            </w:pPr>
            <w:r w:rsidRPr="524F2486">
              <w:rPr>
                <w:color w:val="8A200F" w:themeColor="accent3" w:themeShade="80"/>
              </w:rPr>
              <w:t>First Aid/CPR</w:t>
            </w:r>
            <w:r w:rsidR="00804EAE">
              <w:br/>
            </w:r>
            <w:r w:rsidR="0144C561" w:rsidRPr="524F2486">
              <w:rPr>
                <w:color w:val="8A200F" w:themeColor="accent3" w:themeShade="80"/>
              </w:rPr>
              <w:t>Expanded Dispatch</w:t>
            </w:r>
            <w:r w:rsidR="00804EAE">
              <w:br/>
            </w:r>
            <w:r w:rsidR="02D83850" w:rsidRPr="524F2486">
              <w:rPr>
                <w:color w:val="8A200F" w:themeColor="accent3" w:themeShade="80"/>
              </w:rPr>
              <w:t>09002-1500</w:t>
            </w:r>
            <w:r w:rsidR="00804EAE">
              <w:br/>
            </w:r>
            <w:r w:rsidR="7960627B" w:rsidRPr="524F2486">
              <w:rPr>
                <w:color w:val="E25441" w:themeColor="accent2" w:themeShade="BF"/>
              </w:rPr>
              <w:t>HAZMAT</w:t>
            </w:r>
            <w:r w:rsidR="00804EAE">
              <w:br/>
            </w:r>
            <w:r w:rsidR="3065C85D" w:rsidRPr="524F2486">
              <w:rPr>
                <w:color w:val="E25441" w:themeColor="accent2" w:themeShade="BF"/>
              </w:rPr>
              <w:t>Expanded Dispatch</w:t>
            </w:r>
            <w:r w:rsidR="00804EAE">
              <w:br/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D5B1E61" w14:textId="46CEF5FA" w:rsidR="00C902FD" w:rsidRPr="008150C7" w:rsidRDefault="592A8908" w:rsidP="00B569C0">
            <w:pPr>
              <w:rPr>
                <w:color w:val="8A200F" w:themeColor="accent3" w:themeShade="80"/>
              </w:rPr>
            </w:pPr>
            <w:r w:rsidRPr="524F2486">
              <w:rPr>
                <w:color w:val="00B050"/>
              </w:rPr>
              <w:t xml:space="preserve">WCT </w:t>
            </w:r>
            <w:r w:rsidR="00C902FD">
              <w:br/>
            </w:r>
            <w:r w:rsidRPr="524F2486">
              <w:rPr>
                <w:color w:val="00B050"/>
              </w:rPr>
              <w:t xml:space="preserve">0800-0900 </w:t>
            </w:r>
            <w:r w:rsidR="00C902FD">
              <w:br/>
            </w:r>
            <w:r w:rsidR="7B76D2CA" w:rsidRPr="524F2486">
              <w:rPr>
                <w:color w:val="00B050"/>
              </w:rPr>
              <w:t>Marianne Williams</w:t>
            </w:r>
            <w:r w:rsidR="00C902FD">
              <w:br/>
            </w:r>
            <w:r w:rsidRPr="524F2486">
              <w:rPr>
                <w:color w:val="8A200F" w:themeColor="accent3" w:themeShade="80"/>
              </w:rPr>
              <w:t>RT-130</w:t>
            </w:r>
            <w:r w:rsidR="00C902FD">
              <w:br/>
            </w:r>
            <w:r w:rsidR="04BED6A3" w:rsidRPr="524F2486">
              <w:rPr>
                <w:color w:val="8A200F" w:themeColor="accent3" w:themeShade="80"/>
              </w:rPr>
              <w:t>1100-1500</w:t>
            </w:r>
            <w:r w:rsidR="00C902FD">
              <w:br/>
            </w:r>
            <w:r w:rsidR="79E529C1" w:rsidRPr="524F2486">
              <w:rPr>
                <w:color w:val="8A200F" w:themeColor="accent3" w:themeShade="80"/>
              </w:rPr>
              <w:t>Expanded Dispatch</w:t>
            </w: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BA9494E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86DF58C" w14:textId="77777777" w:rsidR="00B569C0" w:rsidRDefault="00B569C0" w:rsidP="00B569C0">
            <w:pPr>
              <w:pStyle w:val="Weekend"/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D71EF40" w14:textId="77777777" w:rsidR="00B569C0" w:rsidRDefault="00B569C0" w:rsidP="00B569C0">
            <w:pPr>
              <w:pStyle w:val="Weekend"/>
            </w:pPr>
          </w:p>
        </w:tc>
      </w:tr>
      <w:tr w:rsidR="00B569C0" w14:paraId="094E5332" w14:textId="77777777" w:rsidTr="524F2486">
        <w:trPr>
          <w:trHeight w:val="300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2528A22" w14:textId="1BDB5BBF" w:rsidR="00B569C0" w:rsidRPr="00872CC6" w:rsidRDefault="00F478E7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  <w:r w:rsidR="0073653B">
              <w:rPr>
                <w:color w:val="262626" w:themeColor="text1" w:themeTint="D9"/>
              </w:rPr>
              <w:t>8</w:t>
            </w: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38A153E" w14:textId="170625F7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29</w:t>
            </w: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35DABAA" w14:textId="155E2BD5" w:rsidR="00B569C0" w:rsidRPr="00872CC6" w:rsidRDefault="0073653B" w:rsidP="00B569C0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30</w:t>
            </w:r>
          </w:p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B8F5ED1" w14:textId="6DF65584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6354B66" w14:textId="6D7707A9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59A48DE" w14:textId="2F0DBE70" w:rsidR="00B569C0" w:rsidRPr="00004954" w:rsidRDefault="00B569C0" w:rsidP="00B569C0">
            <w:pPr>
              <w:pStyle w:val="Weekend"/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AEA4B0E" w14:textId="326BC6F3" w:rsidR="00B569C0" w:rsidRPr="00004954" w:rsidRDefault="00B569C0" w:rsidP="00B569C0">
            <w:pPr>
              <w:rPr>
                <w:color w:val="60A489" w:themeColor="accent5" w:themeShade="BF"/>
              </w:rPr>
            </w:pPr>
          </w:p>
        </w:tc>
      </w:tr>
      <w:tr w:rsidR="00B569C0" w14:paraId="0ECECF19" w14:textId="77777777" w:rsidTr="002721DD">
        <w:trPr>
          <w:trHeight w:val="783"/>
        </w:trPr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CDA696D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215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20B4049" w14:textId="7B7FD541" w:rsidR="00A06194" w:rsidRPr="008150C7" w:rsidRDefault="00804EAE" w:rsidP="00765038">
            <w:r w:rsidRPr="008150C7">
              <w:t>R</w:t>
            </w:r>
            <w:r w:rsidR="008150C7">
              <w:t>OHVA</w:t>
            </w:r>
          </w:p>
        </w:tc>
        <w:tc>
          <w:tcPr>
            <w:tcW w:w="30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9CFF13D" w14:textId="73A585DD" w:rsidR="00A06194" w:rsidRPr="00A06194" w:rsidRDefault="25CA81DA" w:rsidP="22F06BA9">
            <w:pPr>
              <w:rPr>
                <w:rFonts w:ascii="Sagona Book" w:eastAsia="Sagona Book" w:hAnsi="Sagona Book" w:cs="Sagona Book"/>
              </w:rPr>
            </w:pPr>
            <w:r w:rsidRPr="524F2486">
              <w:rPr>
                <w:rFonts w:ascii="Sagona Book" w:eastAsia="Sagona Book" w:hAnsi="Sagona Book" w:cs="Sagona Book"/>
                <w:color w:val="0070C0"/>
              </w:rPr>
              <w:t xml:space="preserve">TSP Seminar </w:t>
            </w:r>
            <w:r w:rsidR="5FE13311">
              <w:br/>
            </w:r>
            <w:r w:rsidRPr="524F2486">
              <w:rPr>
                <w:rFonts w:ascii="Sagona Book" w:eastAsia="Sagona Book" w:hAnsi="Sagona Book" w:cs="Sagona Book"/>
                <w:color w:val="0070C0"/>
              </w:rPr>
              <w:t>with Gus Gonzalez, CWS Financial Advisor @10:00</w:t>
            </w:r>
          </w:p>
          <w:p w14:paraId="04ADE127" w14:textId="7EC844DD" w:rsidR="00A06194" w:rsidRPr="00A06194" w:rsidRDefault="00A06194" w:rsidP="00A06194"/>
        </w:tc>
        <w:tc>
          <w:tcPr>
            <w:tcW w:w="260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DA3443A" w14:textId="4FABF959" w:rsidR="00C91A52" w:rsidRPr="00C91A52" w:rsidRDefault="00C91A52" w:rsidP="00FE6E98"/>
        </w:tc>
        <w:tc>
          <w:tcPr>
            <w:tcW w:w="21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B7D323D" w14:textId="77777777" w:rsidR="00B569C0" w:rsidRPr="00872CC6" w:rsidRDefault="00B569C0" w:rsidP="00B569C0">
            <w:pPr>
              <w:rPr>
                <w:color w:val="262626" w:themeColor="text1" w:themeTint="D9"/>
              </w:rPr>
            </w:pPr>
          </w:p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CFD1C33" w14:textId="77777777" w:rsidR="00B569C0" w:rsidRDefault="00B569C0" w:rsidP="00B569C0"/>
        </w:tc>
        <w:tc>
          <w:tcPr>
            <w:tcW w:w="140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52F9E0B" w14:textId="77777777" w:rsidR="00B569C0" w:rsidRDefault="00B569C0" w:rsidP="00B569C0"/>
        </w:tc>
      </w:tr>
    </w:tbl>
    <w:p w14:paraId="24117AF7" w14:textId="4F53CEC0" w:rsidR="000357C6" w:rsidRDefault="000357C6" w:rsidP="00A21C0B">
      <w:pPr>
        <w:spacing w:after="0"/>
      </w:pPr>
    </w:p>
    <w:tbl>
      <w:tblPr>
        <w:tblStyle w:val="TableGrid"/>
        <w:tblW w:w="154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415"/>
        <w:gridCol w:w="2417"/>
        <w:gridCol w:w="2415"/>
        <w:gridCol w:w="1215"/>
        <w:gridCol w:w="1210"/>
        <w:gridCol w:w="1204"/>
        <w:gridCol w:w="1217"/>
        <w:gridCol w:w="1559"/>
        <w:gridCol w:w="1754"/>
      </w:tblGrid>
      <w:tr w:rsidR="000357C6" w14:paraId="69371218" w14:textId="77777777" w:rsidTr="002721DD">
        <w:trPr>
          <w:trHeight w:val="472"/>
        </w:trPr>
        <w:tc>
          <w:tcPr>
            <w:tcW w:w="2416" w:type="dxa"/>
          </w:tcPr>
          <w:p w14:paraId="4DA71053" w14:textId="77777777" w:rsidR="000357C6" w:rsidRDefault="000357C6" w:rsidP="00147045"/>
        </w:tc>
        <w:tc>
          <w:tcPr>
            <w:tcW w:w="2416" w:type="dxa"/>
          </w:tcPr>
          <w:p w14:paraId="1D2A1BA4" w14:textId="43B81E0B" w:rsidR="000357C6" w:rsidRDefault="00AD6E02" w:rsidP="00147045">
            <w:r>
              <w:t>ID-BOD TRAINING</w:t>
            </w:r>
          </w:p>
        </w:tc>
        <w:tc>
          <w:tcPr>
            <w:tcW w:w="2415" w:type="dxa"/>
          </w:tcPr>
          <w:p w14:paraId="73733419" w14:textId="77777777" w:rsidR="000357C6" w:rsidRDefault="000357C6" w:rsidP="00147045"/>
        </w:tc>
        <w:tc>
          <w:tcPr>
            <w:tcW w:w="8159" w:type="dxa"/>
            <w:gridSpan w:val="6"/>
            <w:vAlign w:val="center"/>
          </w:tcPr>
          <w:p w14:paraId="25A294E6" w14:textId="2CE09727" w:rsidR="000357C6" w:rsidRDefault="000357C6" w:rsidP="00147045"/>
        </w:tc>
      </w:tr>
      <w:tr w:rsidR="000357C6" w14:paraId="6542AD38" w14:textId="77777777" w:rsidTr="002721DD">
        <w:trPr>
          <w:trHeight w:val="338"/>
        </w:trPr>
        <w:tc>
          <w:tcPr>
            <w:tcW w:w="4833" w:type="dxa"/>
            <w:gridSpan w:val="2"/>
            <w:vMerge w:val="restart"/>
          </w:tcPr>
          <w:p w14:paraId="00BE1B0F" w14:textId="77777777" w:rsidR="000357C6" w:rsidRPr="000357C6" w:rsidRDefault="002721DD" w:rsidP="00147045">
            <w:pPr>
              <w:pStyle w:val="Month"/>
            </w:pPr>
            <w:sdt>
              <w:sdtPr>
                <w:id w:val="476274737"/>
                <w:placeholder>
                  <w:docPart w:val="1613D0810370403B95AD7258E0CC9B33"/>
                </w:placeholder>
                <w:temporary/>
                <w:showingPlcHdr/>
                <w15:appearance w15:val="hidden"/>
              </w:sdtPr>
              <w:sdtEndPr/>
              <w:sdtContent>
                <w:r w:rsidR="00F65B25">
                  <w:t>May</w:t>
                </w:r>
              </w:sdtContent>
            </w:sdt>
          </w:p>
        </w:tc>
        <w:tc>
          <w:tcPr>
            <w:tcW w:w="2415" w:type="dxa"/>
            <w:vMerge w:val="restart"/>
          </w:tcPr>
          <w:p w14:paraId="1820B6FD" w14:textId="728289AD" w:rsidR="000357C6" w:rsidRPr="00872CC6" w:rsidRDefault="00B569C0" w:rsidP="00147045">
            <w:pPr>
              <w:pStyle w:val="Year"/>
            </w:pPr>
            <w:r>
              <w:t>202</w:t>
            </w:r>
            <w:r w:rsidR="0073653B">
              <w:t>5</w:t>
            </w:r>
          </w:p>
        </w:tc>
        <w:tc>
          <w:tcPr>
            <w:tcW w:w="1215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A18C5A7" w14:textId="77777777" w:rsidR="000357C6" w:rsidRDefault="000357C6" w:rsidP="00147045"/>
        </w:tc>
        <w:tc>
          <w:tcPr>
            <w:tcW w:w="2414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363706B" w14:textId="77777777" w:rsidR="000357C6" w:rsidRDefault="000357C6" w:rsidP="00147045"/>
        </w:tc>
        <w:tc>
          <w:tcPr>
            <w:tcW w:w="1216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8DCABCF" w14:textId="77777777" w:rsidR="000357C6" w:rsidRDefault="000357C6" w:rsidP="00147045"/>
        </w:tc>
        <w:tc>
          <w:tcPr>
            <w:tcW w:w="3311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4B81677" w14:textId="77777777" w:rsidR="000357C6" w:rsidRDefault="000357C6" w:rsidP="00147045"/>
        </w:tc>
      </w:tr>
      <w:tr w:rsidR="000357C6" w14:paraId="2B36B19F" w14:textId="77777777" w:rsidTr="002721DD">
        <w:trPr>
          <w:trHeight w:val="338"/>
        </w:trPr>
        <w:tc>
          <w:tcPr>
            <w:tcW w:w="4833" w:type="dxa"/>
            <w:gridSpan w:val="2"/>
            <w:vMerge/>
          </w:tcPr>
          <w:p w14:paraId="49FC1CF4" w14:textId="77777777" w:rsidR="000357C6" w:rsidRDefault="000357C6" w:rsidP="00147045"/>
        </w:tc>
        <w:tc>
          <w:tcPr>
            <w:tcW w:w="2415" w:type="dxa"/>
            <w:vMerge/>
          </w:tcPr>
          <w:p w14:paraId="67EF8DC9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21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C1F4D5B" w14:textId="77777777" w:rsidR="000357C6" w:rsidRDefault="000357C6" w:rsidP="00147045"/>
        </w:tc>
        <w:tc>
          <w:tcPr>
            <w:tcW w:w="2414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7E78723" w14:textId="77777777" w:rsidR="000357C6" w:rsidRDefault="000357C6" w:rsidP="00147045"/>
        </w:tc>
        <w:tc>
          <w:tcPr>
            <w:tcW w:w="1216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837EC8E" w14:textId="77777777" w:rsidR="000357C6" w:rsidRDefault="000357C6" w:rsidP="00147045"/>
        </w:tc>
        <w:tc>
          <w:tcPr>
            <w:tcW w:w="3311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47AEF2E" w14:textId="77777777" w:rsidR="000357C6" w:rsidRDefault="000357C6" w:rsidP="00147045"/>
        </w:tc>
      </w:tr>
      <w:tr w:rsidR="000357C6" w14:paraId="1E602AF5" w14:textId="77777777" w:rsidTr="002721DD">
        <w:trPr>
          <w:trHeight w:val="255"/>
        </w:trPr>
        <w:tc>
          <w:tcPr>
            <w:tcW w:w="4833" w:type="dxa"/>
            <w:gridSpan w:val="2"/>
            <w:vMerge/>
          </w:tcPr>
          <w:p w14:paraId="6C48E89E" w14:textId="77777777" w:rsidR="000357C6" w:rsidRDefault="000357C6" w:rsidP="00147045"/>
        </w:tc>
        <w:tc>
          <w:tcPr>
            <w:tcW w:w="2415" w:type="dxa"/>
            <w:vMerge/>
          </w:tcPr>
          <w:p w14:paraId="4410D6A8" w14:textId="77777777" w:rsidR="000357C6" w:rsidRPr="00A93D4E" w:rsidRDefault="000357C6" w:rsidP="00147045">
            <w:pPr>
              <w:rPr>
                <w:b/>
                <w:bCs/>
              </w:rPr>
            </w:pPr>
          </w:p>
        </w:tc>
        <w:tc>
          <w:tcPr>
            <w:tcW w:w="1215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507BC2D" w14:textId="77777777" w:rsidR="000357C6" w:rsidRDefault="000357C6" w:rsidP="00147045"/>
        </w:tc>
        <w:tc>
          <w:tcPr>
            <w:tcW w:w="2414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4CAFFB0" w14:textId="77777777" w:rsidR="000357C6" w:rsidRDefault="000357C6" w:rsidP="00147045"/>
        </w:tc>
        <w:tc>
          <w:tcPr>
            <w:tcW w:w="1216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ABFC7A6" w14:textId="77777777" w:rsidR="000357C6" w:rsidRDefault="000357C6" w:rsidP="00147045"/>
        </w:tc>
        <w:tc>
          <w:tcPr>
            <w:tcW w:w="3311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A5AF46F" w14:textId="77777777" w:rsidR="000357C6" w:rsidRDefault="000357C6" w:rsidP="00147045"/>
        </w:tc>
      </w:tr>
      <w:tr w:rsidR="00F65B25" w14:paraId="1C7DB1BA" w14:textId="77777777" w:rsidTr="002721DD">
        <w:trPr>
          <w:cantSplit/>
          <w:trHeight w:val="820"/>
        </w:trPr>
        <w:tc>
          <w:tcPr>
            <w:tcW w:w="2416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6A5CAA4E" w14:textId="77777777" w:rsidR="00F65B25" w:rsidRPr="00872CC6" w:rsidRDefault="002721DD" w:rsidP="00147045">
            <w:pPr>
              <w:pStyle w:val="DayoftheWeek"/>
            </w:pPr>
            <w:sdt>
              <w:sdtPr>
                <w:id w:val="-246726297"/>
                <w:placeholder>
                  <w:docPart w:val="62C928668FC34136B02A64115D973B54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MON</w:t>
                </w:r>
              </w:sdtContent>
            </w:sdt>
          </w:p>
        </w:tc>
        <w:tc>
          <w:tcPr>
            <w:tcW w:w="2416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7FFE601A" w14:textId="77777777" w:rsidR="00F65B25" w:rsidRPr="00872CC6" w:rsidRDefault="002721DD" w:rsidP="00147045">
            <w:pPr>
              <w:pStyle w:val="DayoftheWeek"/>
            </w:pPr>
            <w:sdt>
              <w:sdtPr>
                <w:id w:val="1381441111"/>
                <w:placeholder>
                  <w:docPart w:val="64878FFE03A2490285300D8A61379762"/>
                </w:placeholder>
                <w:temporary/>
                <w:showingPlcHdr/>
                <w15:appearance w15:val="hidden"/>
              </w:sdtPr>
              <w:sdtEndPr/>
              <w:sdtContent>
                <w:r w:rsidR="00F65B25">
                  <w:t>TUE</w:t>
                </w:r>
              </w:sdtContent>
            </w:sdt>
          </w:p>
        </w:tc>
        <w:tc>
          <w:tcPr>
            <w:tcW w:w="2415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CB9C99E" w14:textId="77777777" w:rsidR="00F65B25" w:rsidRPr="00872CC6" w:rsidRDefault="002721DD" w:rsidP="00147045">
            <w:pPr>
              <w:pStyle w:val="DayoftheWeek"/>
            </w:pPr>
            <w:sdt>
              <w:sdtPr>
                <w:id w:val="1286700881"/>
                <w:placeholder>
                  <w:docPart w:val="CD8A2D7F275542F699AD8A6BB40C6D3D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WED</w:t>
                </w:r>
              </w:sdtContent>
            </w:sdt>
          </w:p>
        </w:tc>
        <w:tc>
          <w:tcPr>
            <w:tcW w:w="2425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E789C1F" w14:textId="77777777" w:rsidR="00F65B25" w:rsidRPr="00872CC6" w:rsidRDefault="002721DD" w:rsidP="00147045">
            <w:pPr>
              <w:pStyle w:val="DayoftheWeek"/>
            </w:pPr>
            <w:sdt>
              <w:sdtPr>
                <w:id w:val="-1857114791"/>
                <w:placeholder>
                  <w:docPart w:val="F0CABAD1EAA04E358717AA72A2973910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THU</w:t>
                </w:r>
              </w:sdtContent>
            </w:sdt>
          </w:p>
        </w:tc>
        <w:tc>
          <w:tcPr>
            <w:tcW w:w="2421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40A366A" w14:textId="77777777" w:rsidR="00F65B25" w:rsidRPr="00872CC6" w:rsidRDefault="002721DD" w:rsidP="00147045">
            <w:pPr>
              <w:pStyle w:val="DayoftheWeek"/>
            </w:pPr>
            <w:sdt>
              <w:sdtPr>
                <w:id w:val="-1633780152"/>
                <w:placeholder>
                  <w:docPart w:val="105892FAED884269A6839D91C29BFABB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FRI</w:t>
                </w:r>
              </w:sdtContent>
            </w:sdt>
          </w:p>
        </w:tc>
        <w:tc>
          <w:tcPr>
            <w:tcW w:w="1559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26D66297" w14:textId="77777777" w:rsidR="00F65B25" w:rsidRPr="00872CC6" w:rsidRDefault="002721DD" w:rsidP="00147045">
            <w:pPr>
              <w:pStyle w:val="DayoftheWeek"/>
            </w:pPr>
            <w:sdt>
              <w:sdtPr>
                <w:id w:val="-643423437"/>
                <w:placeholder>
                  <w:docPart w:val="AFEE67BEAB734FEAAC93734B2AFD3A25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SAT</w:t>
                </w:r>
              </w:sdtContent>
            </w:sdt>
          </w:p>
        </w:tc>
        <w:tc>
          <w:tcPr>
            <w:tcW w:w="1752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09910BC8" w14:textId="77777777" w:rsidR="00F65B25" w:rsidRPr="00872CC6" w:rsidRDefault="002721DD" w:rsidP="00147045">
            <w:pPr>
              <w:pStyle w:val="DayoftheWeek"/>
            </w:pPr>
            <w:sdt>
              <w:sdtPr>
                <w:id w:val="-1288806842"/>
                <w:placeholder>
                  <w:docPart w:val="4641D1A2833B4E29AAB63F0B2438C4C5"/>
                </w:placeholder>
                <w:temporary/>
                <w:showingPlcHdr/>
                <w15:appearance w15:val="hidden"/>
              </w:sdtPr>
              <w:sdtEndPr/>
              <w:sdtContent>
                <w:r w:rsidR="00F65B25" w:rsidRPr="00F65B25">
                  <w:t>SUN</w:t>
                </w:r>
              </w:sdtContent>
            </w:sdt>
          </w:p>
        </w:tc>
      </w:tr>
      <w:tr w:rsidR="00147045" w14:paraId="5E391304" w14:textId="77777777" w:rsidTr="002721DD">
        <w:trPr>
          <w:trHeight w:val="255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1D17FDA5" w14:textId="77777777" w:rsidR="00147045" w:rsidRPr="00872CC6" w:rsidRDefault="00147045" w:rsidP="00147045">
            <w:pPr>
              <w:rPr>
                <w:color w:val="262626" w:themeColor="text1" w:themeTint="D9"/>
              </w:rPr>
            </w:pP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C6A6AF3" w14:textId="77777777" w:rsidR="00147045" w:rsidRPr="00872CC6" w:rsidRDefault="00147045" w:rsidP="00147045">
            <w:pPr>
              <w:rPr>
                <w:color w:val="262626" w:themeColor="text1" w:themeTint="D9"/>
              </w:rPr>
            </w:pP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995B51B" w14:textId="77777777" w:rsidR="00147045" w:rsidRPr="00872CC6" w:rsidRDefault="00147045" w:rsidP="00147045">
            <w:pPr>
              <w:rPr>
                <w:color w:val="262626" w:themeColor="text1" w:themeTint="D9"/>
              </w:rPr>
            </w:pP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F51BBED" w14:textId="77777777" w:rsidR="00147045" w:rsidRPr="00872CC6" w:rsidRDefault="00147045" w:rsidP="00147045">
            <w:pPr>
              <w:rPr>
                <w:color w:val="262626" w:themeColor="text1" w:themeTint="D9"/>
              </w:rPr>
            </w:pP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DA35B3F" w14:textId="77777777" w:rsidR="00147045" w:rsidRPr="00872CC6" w:rsidRDefault="00147045" w:rsidP="00147045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EF06C28" w14:textId="77777777" w:rsidR="00147045" w:rsidRPr="00872CC6" w:rsidRDefault="00147045" w:rsidP="00147045">
            <w:pPr>
              <w:pStyle w:val="Weekend"/>
            </w:pPr>
          </w:p>
        </w:tc>
        <w:tc>
          <w:tcPr>
            <w:tcW w:w="175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872266E" w14:textId="3BB44D11" w:rsidR="00147045" w:rsidRPr="00872CC6" w:rsidRDefault="00147045" w:rsidP="00147045">
            <w:pPr>
              <w:pStyle w:val="Weekend"/>
            </w:pPr>
          </w:p>
        </w:tc>
      </w:tr>
      <w:tr w:rsidR="00961DA4" w14:paraId="48C7A266" w14:textId="77777777" w:rsidTr="002721DD">
        <w:trPr>
          <w:trHeight w:val="289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5829D48" w14:textId="74443A39" w:rsidR="00961DA4" w:rsidRPr="00872CC6" w:rsidRDefault="00961DA4" w:rsidP="00961DA4">
            <w:pPr>
              <w:rPr>
                <w:color w:val="262626" w:themeColor="text1" w:themeTint="D9"/>
              </w:rPr>
            </w:pP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ED8AF8B" w14:textId="124B77EB" w:rsidR="00961DA4" w:rsidRPr="00872CC6" w:rsidRDefault="00961DA4" w:rsidP="00961DA4">
            <w:pPr>
              <w:rPr>
                <w:color w:val="262626" w:themeColor="text1" w:themeTint="D9"/>
              </w:rPr>
            </w:pP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9D33FEA" w14:textId="2EFB4D87" w:rsidR="00961DA4" w:rsidRPr="00872CC6" w:rsidRDefault="00961DA4" w:rsidP="00961DA4">
            <w:pPr>
              <w:rPr>
                <w:color w:val="262626" w:themeColor="text1" w:themeTint="D9"/>
              </w:rPr>
            </w:pP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847B45F" w14:textId="0DA20917" w:rsidR="00961DA4" w:rsidRPr="00872CC6" w:rsidRDefault="004C7C1D" w:rsidP="00961DA4">
            <w:pPr>
              <w:rPr>
                <w:color w:val="262626" w:themeColor="text1" w:themeTint="D9"/>
              </w:rPr>
            </w:pPr>
            <w:r>
              <w:t>1</w:t>
            </w: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1DF7B79" w14:textId="60F0645A" w:rsidR="00961DA4" w:rsidRPr="00872CC6" w:rsidRDefault="004C7C1D" w:rsidP="00961DA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</w:p>
        </w:tc>
        <w:tc>
          <w:tcPr>
            <w:tcW w:w="1559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590BE6E" w14:textId="114AE173" w:rsidR="00961DA4" w:rsidRPr="00872CC6" w:rsidRDefault="004C7C1D" w:rsidP="00961DA4">
            <w:pPr>
              <w:pStyle w:val="Weekend"/>
            </w:pPr>
            <w:r>
              <w:t>3</w:t>
            </w:r>
          </w:p>
        </w:tc>
        <w:tc>
          <w:tcPr>
            <w:tcW w:w="175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CE643E6" w14:textId="239F9C89" w:rsidR="00961DA4" w:rsidRPr="00872CC6" w:rsidRDefault="004C7C1D" w:rsidP="00961DA4">
            <w:pPr>
              <w:pStyle w:val="Weekend"/>
            </w:pPr>
            <w:r>
              <w:t>4</w:t>
            </w:r>
          </w:p>
        </w:tc>
      </w:tr>
      <w:tr w:rsidR="00961DA4" w14:paraId="52C6141E" w14:textId="77777777" w:rsidTr="002721DD">
        <w:trPr>
          <w:trHeight w:val="868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DAE06B6" w14:textId="77777777" w:rsidR="00961DA4" w:rsidRPr="00872CC6" w:rsidRDefault="00961DA4" w:rsidP="00961DA4">
            <w:pPr>
              <w:rPr>
                <w:color w:val="262626" w:themeColor="text1" w:themeTint="D9"/>
              </w:rPr>
            </w:pP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8443DED" w14:textId="77777777" w:rsidR="00961DA4" w:rsidRPr="00872CC6" w:rsidRDefault="00961DA4" w:rsidP="00961DA4">
            <w:pPr>
              <w:rPr>
                <w:color w:val="262626" w:themeColor="text1" w:themeTint="D9"/>
              </w:rPr>
            </w:pP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D085D5A" w14:textId="2975579A" w:rsidR="00961DA4" w:rsidRPr="00801562" w:rsidRDefault="00961DA4" w:rsidP="00961DA4">
            <w:pPr>
              <w:rPr>
                <w:b/>
                <w:bCs/>
                <w:i/>
                <w:iCs/>
                <w:color w:val="262626" w:themeColor="text1" w:themeTint="D9"/>
              </w:rPr>
            </w:pP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4F21EA4" w14:textId="68FD4032" w:rsidR="00961DA4" w:rsidRPr="00801562" w:rsidRDefault="00961DA4" w:rsidP="00961DA4">
            <w:pPr>
              <w:rPr>
                <w:b/>
                <w:bCs/>
                <w:i/>
                <w:iCs/>
                <w:color w:val="262626" w:themeColor="text1" w:themeTint="D9"/>
              </w:rPr>
            </w:pP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78E1DFE" w14:textId="77777777" w:rsidR="00961DA4" w:rsidRPr="00872CC6" w:rsidRDefault="00961DA4" w:rsidP="00961DA4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2217DC2" w14:textId="77777777" w:rsidR="00961DA4" w:rsidRDefault="00961DA4" w:rsidP="00961DA4">
            <w:pPr>
              <w:pStyle w:val="Weekend"/>
            </w:pPr>
          </w:p>
        </w:tc>
        <w:tc>
          <w:tcPr>
            <w:tcW w:w="175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9E21ED7" w14:textId="77777777" w:rsidR="00961DA4" w:rsidRDefault="00961DA4" w:rsidP="00961DA4">
            <w:pPr>
              <w:pStyle w:val="Weekend"/>
            </w:pPr>
          </w:p>
        </w:tc>
      </w:tr>
      <w:tr w:rsidR="00740A94" w14:paraId="531FC6FF" w14:textId="77777777" w:rsidTr="002721DD">
        <w:trPr>
          <w:trHeight w:val="255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3FEB6F7" w14:textId="1AA583C1" w:rsidR="00740A94" w:rsidRPr="00872CC6" w:rsidRDefault="004C7C1D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5</w:t>
            </w: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DBDE312" w14:textId="00D4D88D" w:rsidR="00740A94" w:rsidRPr="00885019" w:rsidRDefault="004C7C1D" w:rsidP="00740A94">
            <w:pPr>
              <w:rPr>
                <w:color w:val="FFFFFF" w:themeColor="background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8BCEC00" w14:textId="6C79D7FA" w:rsidR="00740A94" w:rsidRPr="00872CC6" w:rsidRDefault="004C7C1D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7</w:t>
            </w: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2B69A43" w14:textId="004853C9" w:rsidR="00740A94" w:rsidRPr="00872CC6" w:rsidRDefault="004C7C1D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8</w:t>
            </w: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248C326" w14:textId="700B0560" w:rsidR="00740A94" w:rsidRPr="00872CC6" w:rsidRDefault="004C7C1D" w:rsidP="00740A94">
            <w:pPr>
              <w:rPr>
                <w:color w:val="262626" w:themeColor="text1" w:themeTint="D9"/>
              </w:rPr>
            </w:pPr>
            <w:r>
              <w:t>9</w:t>
            </w:r>
          </w:p>
        </w:tc>
        <w:tc>
          <w:tcPr>
            <w:tcW w:w="1559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C73553B" w14:textId="59776752" w:rsidR="00740A94" w:rsidRPr="00872CC6" w:rsidRDefault="00F478E7" w:rsidP="00740A94">
            <w:pPr>
              <w:pStyle w:val="Weekend"/>
            </w:pPr>
            <w:r>
              <w:t>1</w:t>
            </w:r>
            <w:r w:rsidR="004C7C1D">
              <w:t>0</w:t>
            </w:r>
          </w:p>
        </w:tc>
        <w:tc>
          <w:tcPr>
            <w:tcW w:w="175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F999CC3" w14:textId="7023670D" w:rsidR="00740A94" w:rsidRPr="00872CC6" w:rsidRDefault="00F478E7" w:rsidP="00740A94">
            <w:pPr>
              <w:pStyle w:val="Weekend"/>
            </w:pPr>
            <w:r>
              <w:t>1</w:t>
            </w:r>
            <w:r w:rsidR="004C7C1D">
              <w:t>1</w:t>
            </w:r>
          </w:p>
        </w:tc>
      </w:tr>
      <w:tr w:rsidR="00740A94" w14:paraId="291B1FD9" w14:textId="77777777" w:rsidTr="002721DD">
        <w:trPr>
          <w:trHeight w:val="1335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521FC88" w14:textId="62948645" w:rsidR="0079040E" w:rsidRPr="00BC1C97" w:rsidRDefault="0079040E" w:rsidP="00740A94">
            <w:pPr>
              <w:rPr>
                <w:b/>
                <w:bCs/>
                <w:i/>
                <w:iCs/>
                <w:color w:val="262626" w:themeColor="text1" w:themeTint="D9"/>
              </w:rPr>
            </w:pP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3E1A35C" w14:textId="10CC6232" w:rsidR="00C902FD" w:rsidRPr="008150C7" w:rsidRDefault="6DC33B03" w:rsidP="00017F6B">
            <w:pPr>
              <w:rPr>
                <w:color w:val="8A200F" w:themeColor="accent3" w:themeShade="80"/>
              </w:rPr>
            </w:pPr>
            <w:r w:rsidRPr="524F2486">
              <w:rPr>
                <w:color w:val="00B050"/>
              </w:rPr>
              <w:t xml:space="preserve">WCT </w:t>
            </w:r>
            <w:r w:rsidR="00C902FD">
              <w:br/>
            </w:r>
            <w:r w:rsidRPr="524F2486">
              <w:rPr>
                <w:color w:val="00B050"/>
              </w:rPr>
              <w:t xml:space="preserve">0800-0900 </w:t>
            </w:r>
            <w:r w:rsidR="00C902FD">
              <w:br/>
            </w:r>
            <w:r w:rsidRPr="524F2486">
              <w:rPr>
                <w:color w:val="00B050"/>
              </w:rPr>
              <w:t xml:space="preserve">Marianne Williams </w:t>
            </w:r>
            <w:r w:rsidR="00C902FD">
              <w:br/>
            </w:r>
            <w:r w:rsidRPr="524F2486">
              <w:rPr>
                <w:color w:val="8A200F" w:themeColor="accent3" w:themeShade="80"/>
              </w:rPr>
              <w:t>RT-130</w:t>
            </w:r>
            <w:r w:rsidR="00C902FD">
              <w:br/>
            </w:r>
            <w:r w:rsidRPr="524F2486">
              <w:rPr>
                <w:color w:val="8A200F" w:themeColor="accent3" w:themeShade="80"/>
              </w:rPr>
              <w:t>1100-1500 Expanded Dispatch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244AB82" w14:textId="63F5AE07" w:rsidR="00017F6B" w:rsidRPr="0073653B" w:rsidRDefault="00017F6B" w:rsidP="00A06194">
            <w:pPr>
              <w:rPr>
                <w:b/>
                <w:bCs/>
                <w:color w:val="FFFF00"/>
                <w:u w:val="single"/>
              </w:rPr>
            </w:pP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F745EB7" w14:textId="48352D6B" w:rsidR="00C91A52" w:rsidRPr="00C61B00" w:rsidRDefault="00C91A52" w:rsidP="00017F6B"/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E6246B5" w14:textId="77777777" w:rsidR="00740A94" w:rsidRPr="00872CC6" w:rsidRDefault="00740A94" w:rsidP="00740A94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B3F6F63" w14:textId="77777777" w:rsidR="00740A94" w:rsidRDefault="00740A94" w:rsidP="00740A94">
            <w:pPr>
              <w:pStyle w:val="Weekend"/>
            </w:pPr>
          </w:p>
        </w:tc>
        <w:tc>
          <w:tcPr>
            <w:tcW w:w="175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BA0F671" w14:textId="77777777" w:rsidR="00740A94" w:rsidRDefault="00740A94" w:rsidP="00740A94">
            <w:pPr>
              <w:pStyle w:val="Weekend"/>
            </w:pPr>
          </w:p>
        </w:tc>
      </w:tr>
      <w:tr w:rsidR="00740A94" w14:paraId="601638F8" w14:textId="77777777" w:rsidTr="002721DD">
        <w:trPr>
          <w:trHeight w:val="255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0A196A9" w14:textId="2C7000BB" w:rsidR="00740A94" w:rsidRPr="00872CC6" w:rsidRDefault="00740A94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</w:t>
            </w:r>
            <w:r w:rsidR="004C7C1D">
              <w:rPr>
                <w:color w:val="262626" w:themeColor="text1" w:themeTint="D9"/>
              </w:rPr>
              <w:t>2</w:t>
            </w: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21D882B" w14:textId="1A1C8DFF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1</w:t>
            </w:r>
            <w:r w:rsidR="004C7C1D">
              <w:t>3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1FDAAFE" w14:textId="56CC534C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1</w:t>
            </w:r>
            <w:r w:rsidR="004C7C1D">
              <w:t>4</w:t>
            </w: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B95B627" w14:textId="77D6CB25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1</w:t>
            </w:r>
            <w:r w:rsidR="004C7C1D">
              <w:t>5</w:t>
            </w: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979D4E1" w14:textId="524D6A95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1</w:t>
            </w:r>
            <w:r w:rsidR="004C7C1D">
              <w:t>6</w:t>
            </w:r>
          </w:p>
        </w:tc>
        <w:tc>
          <w:tcPr>
            <w:tcW w:w="1559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1E885FD" w14:textId="0F188795" w:rsidR="00740A94" w:rsidRPr="00004954" w:rsidRDefault="00017F6B" w:rsidP="00740A94">
            <w:pPr>
              <w:pStyle w:val="Weekend"/>
            </w:pPr>
            <w:r>
              <w:t>1</w:t>
            </w:r>
            <w:r w:rsidR="004C7C1D">
              <w:t>7</w:t>
            </w:r>
          </w:p>
        </w:tc>
        <w:tc>
          <w:tcPr>
            <w:tcW w:w="175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0693B57" w14:textId="5B5E38C0" w:rsidR="00740A94" w:rsidRPr="00004954" w:rsidRDefault="00017F6B" w:rsidP="00740A94">
            <w:pPr>
              <w:pStyle w:val="Weekend"/>
            </w:pPr>
            <w:r>
              <w:t>1</w:t>
            </w:r>
            <w:r w:rsidR="004C7C1D">
              <w:t>8</w:t>
            </w:r>
          </w:p>
        </w:tc>
      </w:tr>
      <w:tr w:rsidR="00740A94" w14:paraId="1D75B884" w14:textId="77777777" w:rsidTr="002721DD">
        <w:trPr>
          <w:trHeight w:val="1107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F945D0F" w14:textId="15558717" w:rsidR="00DD59FC" w:rsidRPr="008150C7" w:rsidRDefault="00323DBB" w:rsidP="00740A94">
            <w:pPr>
              <w:rPr>
                <w:color w:val="262626" w:themeColor="text1" w:themeTint="D9"/>
              </w:rPr>
            </w:pPr>
            <w:r w:rsidRPr="008150C7">
              <w:rPr>
                <w:color w:val="262626" w:themeColor="text1" w:themeTint="D9"/>
              </w:rPr>
              <w:t>RT-212</w:t>
            </w:r>
            <w:r w:rsidRPr="008150C7">
              <w:rPr>
                <w:color w:val="262626" w:themeColor="text1" w:themeTint="D9"/>
              </w:rPr>
              <w:br/>
              <w:t>Faller Day</w:t>
            </w: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9C2DDF2" w14:textId="0D2C31BC" w:rsidR="00C44B01" w:rsidRPr="00872CC6" w:rsidRDefault="00323DBB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Faller Day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3C94A0F" w14:textId="514B371F" w:rsidR="00740A94" w:rsidRPr="00872CC6" w:rsidRDefault="5CF41073" w:rsidP="524F2486">
            <w:pPr>
              <w:rPr>
                <w:color w:val="8A200F" w:themeColor="accent3" w:themeShade="80"/>
              </w:rPr>
            </w:pPr>
            <w:r w:rsidRPr="524F2486">
              <w:rPr>
                <w:color w:val="00B050"/>
              </w:rPr>
              <w:t>WCT</w:t>
            </w:r>
            <w:r w:rsidR="2483C260" w:rsidRPr="524F2486">
              <w:rPr>
                <w:color w:val="00B050"/>
              </w:rPr>
              <w:t xml:space="preserve"> </w:t>
            </w:r>
            <w:r w:rsidR="00740A94">
              <w:br/>
            </w:r>
            <w:r w:rsidR="0B6D846F" w:rsidRPr="524F2486">
              <w:rPr>
                <w:color w:val="00B050"/>
              </w:rPr>
              <w:t xml:space="preserve">0800-0900 </w:t>
            </w:r>
            <w:r w:rsidR="00740A94">
              <w:br/>
            </w:r>
            <w:r w:rsidR="757732E7" w:rsidRPr="524F2486">
              <w:rPr>
                <w:color w:val="00B050"/>
              </w:rPr>
              <w:t xml:space="preserve">Marianne Williams </w:t>
            </w:r>
            <w:r w:rsidR="00740A94">
              <w:br/>
            </w:r>
            <w:r w:rsidRPr="524F2486">
              <w:rPr>
                <w:color w:val="8A200F" w:themeColor="accent3" w:themeShade="80"/>
              </w:rPr>
              <w:t>RT-130</w:t>
            </w:r>
            <w:r w:rsidR="00740A94">
              <w:br/>
            </w:r>
            <w:r w:rsidR="1CE0DC68" w:rsidRPr="524F2486">
              <w:rPr>
                <w:color w:val="8A200F" w:themeColor="accent3" w:themeShade="80"/>
              </w:rPr>
              <w:t xml:space="preserve">1100-1500 </w:t>
            </w:r>
            <w:r w:rsidR="00740A94">
              <w:br/>
            </w:r>
            <w:r w:rsidR="7F433B40" w:rsidRPr="524F2486">
              <w:rPr>
                <w:color w:val="8A200F" w:themeColor="accent3" w:themeShade="80"/>
              </w:rPr>
              <w:t>Expanded Dispatch</w:t>
            </w: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C2ADD52" w14:textId="29C5B133" w:rsidR="00740A94" w:rsidRPr="00872CC6" w:rsidRDefault="00740A94" w:rsidP="00740A94">
            <w:pPr>
              <w:rPr>
                <w:color w:val="262626" w:themeColor="text1" w:themeTint="D9"/>
              </w:rPr>
            </w:pP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3794B4A" w14:textId="195614CE" w:rsidR="00740A94" w:rsidRPr="00872CC6" w:rsidRDefault="00740A94" w:rsidP="00740A94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5F4A07B5" w14:textId="77777777" w:rsidR="00740A94" w:rsidRDefault="00740A94" w:rsidP="00740A94">
            <w:pPr>
              <w:pStyle w:val="Weekend"/>
            </w:pPr>
          </w:p>
        </w:tc>
        <w:tc>
          <w:tcPr>
            <w:tcW w:w="175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616A2F1" w14:textId="0CC1287C" w:rsidR="00740A94" w:rsidRDefault="007D26E7" w:rsidP="00740A94">
            <w:pPr>
              <w:pStyle w:val="Weekend"/>
            </w:pPr>
            <w:r>
              <w:t>TEMP</w:t>
            </w:r>
            <w:r w:rsidR="00B23EC7">
              <w:t>S ON</w:t>
            </w:r>
          </w:p>
        </w:tc>
      </w:tr>
      <w:tr w:rsidR="00740A94" w14:paraId="306BDF62" w14:textId="77777777" w:rsidTr="002721DD">
        <w:trPr>
          <w:trHeight w:val="114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83465F0" w14:textId="3116135C" w:rsidR="00740A94" w:rsidRPr="00872CC6" w:rsidRDefault="004C7C1D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</w:t>
            </w: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D3774B1" w14:textId="66D431BD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2</w:t>
            </w:r>
            <w:r w:rsidR="004C7C1D">
              <w:t>0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3846F3B" w14:textId="0EE4F5CE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2</w:t>
            </w:r>
            <w:r w:rsidR="004C7C1D">
              <w:t>1</w:t>
            </w: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AAC2ED5" w14:textId="79439E74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2</w:t>
            </w:r>
            <w:r w:rsidR="004C7C1D">
              <w:t>2</w:t>
            </w: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A8D79B7" w14:textId="796D0C45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t>2</w:t>
            </w:r>
            <w:r w:rsidR="004C7C1D">
              <w:t>3</w:t>
            </w:r>
          </w:p>
        </w:tc>
        <w:tc>
          <w:tcPr>
            <w:tcW w:w="1559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083679B" w14:textId="377A3E6E" w:rsidR="00740A94" w:rsidRPr="00004954" w:rsidRDefault="00F478E7" w:rsidP="00740A94">
            <w:pPr>
              <w:pStyle w:val="Weekend"/>
            </w:pPr>
            <w:r>
              <w:t>2</w:t>
            </w:r>
            <w:r w:rsidR="004C7C1D">
              <w:t>4</w:t>
            </w:r>
          </w:p>
        </w:tc>
        <w:tc>
          <w:tcPr>
            <w:tcW w:w="175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C2A5E2D" w14:textId="5F54C31A" w:rsidR="00740A94" w:rsidRPr="00004954" w:rsidRDefault="00F478E7" w:rsidP="00740A94">
            <w:pPr>
              <w:pStyle w:val="Weekend"/>
            </w:pPr>
            <w:r>
              <w:t>2</w:t>
            </w:r>
            <w:r w:rsidR="004C7C1D">
              <w:t>5</w:t>
            </w:r>
          </w:p>
        </w:tc>
      </w:tr>
      <w:tr w:rsidR="00740A94" w14:paraId="77D6E2E5" w14:textId="77777777" w:rsidTr="002721DD">
        <w:trPr>
          <w:trHeight w:val="948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F76C397" w14:textId="24134E44" w:rsidR="00043726" w:rsidRPr="00395FFA" w:rsidRDefault="00043726" w:rsidP="0073653B">
            <w:pPr>
              <w:rPr>
                <w:b/>
                <w:bCs/>
                <w:color w:val="FFFF00"/>
                <w:u w:val="single"/>
              </w:rPr>
            </w:pPr>
          </w:p>
          <w:p w14:paraId="57457EDE" w14:textId="11CC0865" w:rsidR="00043726" w:rsidRPr="00395FFA" w:rsidRDefault="00C902FD" w:rsidP="0032665D">
            <w:pPr>
              <w:jc w:val="center"/>
              <w:rPr>
                <w:b/>
                <w:bCs/>
                <w:i/>
                <w:iCs/>
                <w:color w:val="262626" w:themeColor="text1" w:themeTint="D9"/>
              </w:rPr>
            </w:pPr>
            <w:r w:rsidRPr="00395FFA">
              <w:rPr>
                <w:b/>
                <w:bCs/>
                <w:i/>
                <w:iCs/>
                <w:color w:val="262626" w:themeColor="text1" w:themeTint="D9"/>
              </w:rPr>
              <w:t>SWIFT</w:t>
            </w:r>
            <w:r w:rsidR="00395FFA">
              <w:rPr>
                <w:b/>
                <w:bCs/>
                <w:i/>
                <w:iCs/>
                <w:color w:val="262626" w:themeColor="text1" w:themeTint="D9"/>
              </w:rPr>
              <w:br/>
            </w:r>
          </w:p>
          <w:p w14:paraId="35656FF8" w14:textId="124A9488" w:rsidR="00454CB8" w:rsidRPr="00395FFA" w:rsidRDefault="00395FFA" w:rsidP="0032665D">
            <w:pPr>
              <w:jc w:val="center"/>
              <w:rPr>
                <w:b/>
                <w:bCs/>
                <w:i/>
                <w:iCs/>
                <w:color w:val="262626" w:themeColor="text1" w:themeTint="D9"/>
              </w:rPr>
            </w:pPr>
            <w:r>
              <w:rPr>
                <w:b/>
                <w:bCs/>
                <w:i/>
                <w:iCs/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230DCDA" wp14:editId="1CA57025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89535</wp:posOffset>
                      </wp:positionV>
                      <wp:extent cx="5797550" cy="111125"/>
                      <wp:effectExtent l="0" t="19050" r="31750" b="41275"/>
                      <wp:wrapNone/>
                      <wp:docPr id="2" name="Arrow: Righ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97550" cy="1111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 xmlns:a="http://schemas.openxmlformats.org/drawingml/2006/main" xmlns:w16du="http://schemas.microsoft.com/office/word/2023/wordml/word16du">
                  <w:pict w14:anchorId="6A080C49">
                    <v:shapetype id="_x0000_t13" coordsize="21600,21600" o:spt="13" adj="16200,5400" path="m@0,l@0@1,0@1,0@2@0@2@0,21600,21600,10800xe" w14:anchorId="009740DB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0,@1,@6,@2" o:connecttype="custom" o:connectlocs="@0,0;0,10800;@0,21600;21600,10800" o:connectangles="270,180,90,0"/>
                      <v:handles>
                        <v:h position="#0,#1" xrange="0,21600" yrange="0,10800"/>
                      </v:handles>
                    </v:shapetype>
                    <v:shape id="Arrow: Right 2" style="position:absolute;margin-left:80.55pt;margin-top:7.05pt;width:456.5pt;height: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black [3200]" strokecolor="black [480]" strokeweight="1pt" type="#_x0000_t13" adj="21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"/>
                  </w:pict>
                </mc:Fallback>
              </mc:AlternateContent>
            </w:r>
            <w:r w:rsidRPr="00395FFA">
              <w:rPr>
                <w:b/>
                <w:bCs/>
                <w:i/>
                <w:iCs/>
                <w:color w:val="262626" w:themeColor="text1" w:themeTint="D9"/>
              </w:rPr>
              <w:t>ENOP</w:t>
            </w: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D044103" w14:textId="2D30176B" w:rsidR="00043726" w:rsidRPr="00395FFA" w:rsidRDefault="00043726" w:rsidP="00043726">
            <w:pPr>
              <w:jc w:val="center"/>
              <w:rPr>
                <w:b/>
                <w:bCs/>
                <w:i/>
                <w:iCs/>
                <w:color w:val="262626" w:themeColor="text1" w:themeTint="D9"/>
              </w:rPr>
            </w:pPr>
          </w:p>
          <w:p w14:paraId="0F854DDF" w14:textId="7B06DC96" w:rsidR="00454CB8" w:rsidRPr="00395FFA" w:rsidRDefault="00C902FD" w:rsidP="0032665D">
            <w:pPr>
              <w:jc w:val="center"/>
              <w:rPr>
                <w:b/>
                <w:bCs/>
                <w:i/>
                <w:iCs/>
                <w:color w:val="262626" w:themeColor="text1" w:themeTint="D9"/>
              </w:rPr>
            </w:pPr>
            <w:r w:rsidRPr="00395FFA">
              <w:rPr>
                <w:b/>
                <w:bCs/>
                <w:i/>
                <w:iCs/>
                <w:color w:val="262626" w:themeColor="text1" w:themeTint="D9"/>
              </w:rPr>
              <w:t>SWIFT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1FD5EDD" w14:textId="54C38572" w:rsidR="00017F6B" w:rsidRPr="00395FFA" w:rsidRDefault="00017F6B" w:rsidP="0073653B">
            <w:pPr>
              <w:rPr>
                <w:b/>
                <w:bCs/>
                <w:color w:val="FFFF00"/>
                <w:u w:val="single"/>
              </w:rPr>
            </w:pPr>
          </w:p>
          <w:p w14:paraId="08091026" w14:textId="74EFF78E" w:rsidR="00454CB8" w:rsidRPr="00395FFA" w:rsidRDefault="00C902FD" w:rsidP="00017F6B">
            <w:pPr>
              <w:jc w:val="center"/>
              <w:rPr>
                <w:b/>
                <w:bCs/>
                <w:i/>
                <w:iCs/>
                <w:color w:val="262626" w:themeColor="text1" w:themeTint="D9"/>
              </w:rPr>
            </w:pPr>
            <w:r w:rsidRPr="00395FFA">
              <w:rPr>
                <w:b/>
                <w:bCs/>
                <w:i/>
                <w:iCs/>
                <w:color w:val="262626" w:themeColor="text1" w:themeTint="D9"/>
              </w:rPr>
              <w:t>SWIFT</w:t>
            </w: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A3D8D97" w14:textId="07F7DCA0" w:rsidR="00017F6B" w:rsidRPr="00395FFA" w:rsidRDefault="00017F6B" w:rsidP="0073653B">
            <w:pPr>
              <w:rPr>
                <w:b/>
                <w:bCs/>
                <w:color w:val="FFFF00"/>
                <w:u w:val="single"/>
              </w:rPr>
            </w:pPr>
          </w:p>
          <w:p w14:paraId="57CA78E8" w14:textId="48A9A4F8" w:rsidR="00043726" w:rsidRPr="00395FFA" w:rsidRDefault="00C902FD" w:rsidP="00043726">
            <w:pPr>
              <w:jc w:val="center"/>
              <w:rPr>
                <w:b/>
                <w:bCs/>
                <w:i/>
                <w:iCs/>
                <w:color w:val="262626" w:themeColor="text1" w:themeTint="D9"/>
              </w:rPr>
            </w:pPr>
            <w:r w:rsidRPr="00395FFA">
              <w:rPr>
                <w:b/>
                <w:bCs/>
                <w:i/>
                <w:iCs/>
                <w:color w:val="262626" w:themeColor="text1" w:themeTint="D9"/>
              </w:rPr>
              <w:t>SWIFT</w:t>
            </w:r>
          </w:p>
          <w:p w14:paraId="5EBD34C1" w14:textId="4BEBCD89" w:rsidR="00454CB8" w:rsidRPr="00395FFA" w:rsidRDefault="00454CB8" w:rsidP="00C44B01">
            <w:pPr>
              <w:jc w:val="center"/>
              <w:rPr>
                <w:b/>
                <w:bCs/>
                <w:color w:val="262626" w:themeColor="text1" w:themeTint="D9"/>
              </w:rPr>
            </w:pP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66D91C1" w14:textId="3B783870" w:rsidR="00017F6B" w:rsidRPr="00395FFA" w:rsidRDefault="00017F6B" w:rsidP="0073653B">
            <w:pPr>
              <w:rPr>
                <w:b/>
                <w:bCs/>
                <w:color w:val="FFFF00"/>
                <w:u w:val="single"/>
              </w:rPr>
            </w:pPr>
          </w:p>
          <w:p w14:paraId="1B9DBDBC" w14:textId="490E2BD4" w:rsidR="00454CB8" w:rsidRPr="00395FFA" w:rsidRDefault="00C902FD" w:rsidP="00C44B01">
            <w:pPr>
              <w:jc w:val="center"/>
              <w:rPr>
                <w:b/>
                <w:bCs/>
                <w:i/>
                <w:iCs/>
                <w:color w:val="262626" w:themeColor="text1" w:themeTint="D9"/>
              </w:rPr>
            </w:pPr>
            <w:r w:rsidRPr="00395FFA">
              <w:rPr>
                <w:b/>
                <w:bCs/>
                <w:i/>
                <w:iCs/>
                <w:color w:val="262626" w:themeColor="text1" w:themeTint="D9"/>
              </w:rPr>
              <w:t>SWIFT</w:t>
            </w:r>
          </w:p>
        </w:tc>
        <w:tc>
          <w:tcPr>
            <w:tcW w:w="1559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D84A52D" w14:textId="77777777" w:rsidR="00740A94" w:rsidRDefault="00740A94" w:rsidP="00740A94">
            <w:pPr>
              <w:pStyle w:val="Weekend"/>
            </w:pPr>
          </w:p>
        </w:tc>
        <w:tc>
          <w:tcPr>
            <w:tcW w:w="175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4C15497" w14:textId="77777777" w:rsidR="00740A94" w:rsidRDefault="00740A94" w:rsidP="00740A94">
            <w:pPr>
              <w:pStyle w:val="Weekend"/>
            </w:pPr>
          </w:p>
        </w:tc>
      </w:tr>
      <w:tr w:rsidR="00740A94" w14:paraId="797CDB87" w14:textId="77777777" w:rsidTr="002721DD">
        <w:trPr>
          <w:trHeight w:val="255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09CB5452" w14:textId="58898EFD" w:rsidR="00740A94" w:rsidRPr="00872CC6" w:rsidRDefault="00F478E7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  <w:r w:rsidR="004C7C1D">
              <w:rPr>
                <w:color w:val="262626" w:themeColor="text1" w:themeTint="D9"/>
              </w:rPr>
              <w:t>6</w:t>
            </w: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586E7B45" w14:textId="0D6ADDFF" w:rsidR="00740A94" w:rsidRPr="00872CC6" w:rsidRDefault="00017F6B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  <w:r w:rsidR="004C7C1D">
              <w:rPr>
                <w:color w:val="262626" w:themeColor="text1" w:themeTint="D9"/>
              </w:rPr>
              <w:t>7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217BE9B9" w14:textId="5ECC7524" w:rsidR="00740A94" w:rsidRPr="00872CC6" w:rsidRDefault="00017F6B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  <w:r w:rsidR="004C7C1D">
              <w:rPr>
                <w:color w:val="262626" w:themeColor="text1" w:themeTint="D9"/>
              </w:rPr>
              <w:t>8</w:t>
            </w: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29C22803" w14:textId="3ED0498D" w:rsidR="00740A94" w:rsidRPr="00872CC6" w:rsidRDefault="004C7C1D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29</w:t>
            </w: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1885D1B6" w14:textId="58E6D500" w:rsidR="00740A94" w:rsidRPr="00872CC6" w:rsidRDefault="004C7C1D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30</w:t>
            </w:r>
          </w:p>
        </w:tc>
        <w:tc>
          <w:tcPr>
            <w:tcW w:w="1559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60CAE5B1" w14:textId="7A94BB63" w:rsidR="00740A94" w:rsidRPr="00004954" w:rsidRDefault="004C7C1D" w:rsidP="00740A94">
            <w:pPr>
              <w:rPr>
                <w:color w:val="60A489" w:themeColor="accent5" w:themeShade="BF"/>
              </w:rPr>
            </w:pPr>
            <w:r>
              <w:rPr>
                <w:color w:val="60A489" w:themeColor="accent5" w:themeShade="BF"/>
              </w:rPr>
              <w:t>31</w:t>
            </w:r>
          </w:p>
        </w:tc>
        <w:tc>
          <w:tcPr>
            <w:tcW w:w="175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62DAA871" w14:textId="0ACB550C" w:rsidR="00740A94" w:rsidRPr="00004954" w:rsidRDefault="004C7C1D" w:rsidP="00740A94">
            <w:pPr>
              <w:rPr>
                <w:color w:val="60A489" w:themeColor="accent5" w:themeShade="BF"/>
              </w:rPr>
            </w:pPr>
            <w:r>
              <w:rPr>
                <w:color w:val="60A489" w:themeColor="accent5" w:themeShade="BF"/>
              </w:rPr>
              <w:t>1</w:t>
            </w:r>
          </w:p>
        </w:tc>
      </w:tr>
      <w:tr w:rsidR="00740A94" w14:paraId="6495FB41" w14:textId="77777777" w:rsidTr="002721DD">
        <w:trPr>
          <w:trHeight w:val="1255"/>
        </w:trPr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D050"/>
          </w:tcPr>
          <w:p w14:paraId="45FEBA23" w14:textId="7934B3BD" w:rsidR="00740A94" w:rsidRPr="00872CC6" w:rsidRDefault="00923D79" w:rsidP="00740A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lastRenderedPageBreak/>
              <w:t>Memorial Day</w:t>
            </w:r>
          </w:p>
        </w:tc>
        <w:tc>
          <w:tcPr>
            <w:tcW w:w="24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9DCF285" w14:textId="25499097" w:rsidR="00A06194" w:rsidRPr="008150C7" w:rsidRDefault="00923D79" w:rsidP="00A06194">
            <w:pPr>
              <w:rPr>
                <w:color w:val="8A200F" w:themeColor="accent3" w:themeShade="80"/>
              </w:rPr>
            </w:pPr>
            <w:r w:rsidRPr="008150C7">
              <w:rPr>
                <w:color w:val="8A200F" w:themeColor="accent3" w:themeShade="80"/>
              </w:rPr>
              <w:t xml:space="preserve">WCT </w:t>
            </w:r>
            <w:r w:rsidRPr="008150C7">
              <w:rPr>
                <w:color w:val="8A200F" w:themeColor="accent3" w:themeShade="80"/>
              </w:rPr>
              <w:br/>
              <w:t>RT-130</w:t>
            </w:r>
          </w:p>
          <w:p w14:paraId="5837A05D" w14:textId="67DE4608" w:rsidR="00A06194" w:rsidRPr="00A06194" w:rsidRDefault="00923D79" w:rsidP="00A06194">
            <w:r>
              <w:t xml:space="preserve">See Mandatory Training Week Calander. </w:t>
            </w:r>
          </w:p>
        </w:tc>
        <w:tc>
          <w:tcPr>
            <w:tcW w:w="24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90FECD8" w14:textId="68FC2380" w:rsidR="00740A94" w:rsidRPr="00872CC6" w:rsidRDefault="00923D79" w:rsidP="00740A94">
            <w:pPr>
              <w:rPr>
                <w:color w:val="262626" w:themeColor="text1" w:themeTint="D9"/>
              </w:rPr>
            </w:pPr>
            <w:r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EADD29" wp14:editId="4B80D812">
                      <wp:simplePos x="0" y="0"/>
                      <wp:positionH relativeFrom="column">
                        <wp:posOffset>-445770</wp:posOffset>
                      </wp:positionH>
                      <wp:positionV relativeFrom="paragraph">
                        <wp:posOffset>535305</wp:posOffset>
                      </wp:positionV>
                      <wp:extent cx="4356100" cy="139700"/>
                      <wp:effectExtent l="0" t="19050" r="44450" b="31750"/>
                      <wp:wrapNone/>
                      <wp:docPr id="1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6100" cy="1397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 xmlns:a="http://schemas.openxmlformats.org/drawingml/2006/main" xmlns:w16du="http://schemas.microsoft.com/office/word/2023/wordml/word16du">
                  <w:pict w14:anchorId="3C491033">
                    <v:shape id="Arrow: Right 1" style="position:absolute;margin-left:-35.1pt;margin-top:42.15pt;width:343pt;height: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black [3200]" strokecolor="black [480]" strokeweight="1pt" type="#_x0000_t13" adj="2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" w14:anchorId="464A8A81"/>
                  </w:pict>
                </mc:Fallback>
              </mc:AlternateContent>
            </w:r>
          </w:p>
        </w:tc>
        <w:tc>
          <w:tcPr>
            <w:tcW w:w="2425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286C834D" w14:textId="0A0218A1" w:rsidR="0074320F" w:rsidRPr="0074320F" w:rsidRDefault="0074320F" w:rsidP="0074320F">
            <w:pPr>
              <w:rPr>
                <w:b/>
                <w:bCs/>
                <w:color w:val="FFFF00"/>
                <w:u w:val="single"/>
              </w:rPr>
            </w:pPr>
          </w:p>
          <w:p w14:paraId="22FE0B3D" w14:textId="0C55F910" w:rsidR="00740A94" w:rsidRPr="00017F6B" w:rsidRDefault="00740A94" w:rsidP="00740A94">
            <w:pPr>
              <w:rPr>
                <w:b/>
                <w:bCs/>
                <w:color w:val="262626" w:themeColor="text1" w:themeTint="D9"/>
                <w:u w:val="single"/>
              </w:rPr>
            </w:pPr>
          </w:p>
        </w:tc>
        <w:tc>
          <w:tcPr>
            <w:tcW w:w="24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701E4CD" w14:textId="6298C54F" w:rsidR="00740A94" w:rsidRPr="00E70E28" w:rsidRDefault="00740A94" w:rsidP="00740A94">
            <w:pPr>
              <w:rPr>
                <w:b/>
                <w:bCs/>
                <w:color w:val="FFFF00"/>
                <w:highlight w:val="lightGray"/>
                <w:u w:val="single"/>
              </w:rPr>
            </w:pPr>
          </w:p>
        </w:tc>
        <w:tc>
          <w:tcPr>
            <w:tcW w:w="1559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EB34471" w14:textId="77777777" w:rsidR="00740A94" w:rsidRDefault="00740A94" w:rsidP="00740A94"/>
        </w:tc>
        <w:tc>
          <w:tcPr>
            <w:tcW w:w="175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E559730" w14:textId="77777777" w:rsidR="00740A94" w:rsidRDefault="00740A94" w:rsidP="00740A94"/>
        </w:tc>
      </w:tr>
    </w:tbl>
    <w:p w14:paraId="68D4DF54" w14:textId="77777777" w:rsidR="000357C6" w:rsidRDefault="000357C6" w:rsidP="00A21C0B">
      <w:pPr>
        <w:spacing w:after="0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A06194" w14:paraId="678BA355" w14:textId="77777777" w:rsidTr="524F2486">
        <w:trPr>
          <w:trHeight w:val="397"/>
        </w:trPr>
        <w:tc>
          <w:tcPr>
            <w:tcW w:w="2379" w:type="dxa"/>
          </w:tcPr>
          <w:p w14:paraId="498876E0" w14:textId="77777777" w:rsidR="00A06194" w:rsidRDefault="00A06194" w:rsidP="00A06194"/>
        </w:tc>
        <w:tc>
          <w:tcPr>
            <w:tcW w:w="2379" w:type="dxa"/>
          </w:tcPr>
          <w:p w14:paraId="134555A8" w14:textId="77825C91" w:rsidR="00A06194" w:rsidRDefault="00A06194" w:rsidP="00A06194">
            <w:r>
              <w:t>ID-BOD TRAINING</w:t>
            </w:r>
          </w:p>
        </w:tc>
        <w:tc>
          <w:tcPr>
            <w:tcW w:w="2378" w:type="dxa"/>
          </w:tcPr>
          <w:p w14:paraId="65F3BF2F" w14:textId="77777777" w:rsidR="00A06194" w:rsidRDefault="00A06194" w:rsidP="00A06194"/>
        </w:tc>
        <w:tc>
          <w:tcPr>
            <w:tcW w:w="7842" w:type="dxa"/>
            <w:gridSpan w:val="6"/>
            <w:vAlign w:val="center"/>
          </w:tcPr>
          <w:p w14:paraId="52FA4DE8" w14:textId="69274D61" w:rsidR="00A06194" w:rsidRDefault="00A06194" w:rsidP="00A06194"/>
        </w:tc>
      </w:tr>
      <w:tr w:rsidR="00A06194" w14:paraId="3D813E6A" w14:textId="77777777" w:rsidTr="524F2486">
        <w:trPr>
          <w:trHeight w:val="397"/>
        </w:trPr>
        <w:tc>
          <w:tcPr>
            <w:tcW w:w="4758" w:type="dxa"/>
            <w:gridSpan w:val="2"/>
            <w:vMerge w:val="restart"/>
          </w:tcPr>
          <w:p w14:paraId="7305DCDA" w14:textId="77777777" w:rsidR="00A06194" w:rsidRPr="000357C6" w:rsidRDefault="002721DD" w:rsidP="00A06194">
            <w:pPr>
              <w:pStyle w:val="Month"/>
            </w:pPr>
            <w:sdt>
              <w:sdtPr>
                <w:id w:val="-1379157486"/>
                <w:placeholder>
                  <w:docPart w:val="8F60D1FDE1E34A46847B44222D182C08"/>
                </w:placeholder>
                <w:temporary/>
                <w:showingPlcHdr/>
                <w15:appearance w15:val="hidden"/>
              </w:sdtPr>
              <w:sdtEndPr/>
              <w:sdtContent>
                <w:r w:rsidR="00A06194">
                  <w:t>June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42F68364" w14:textId="186C802C" w:rsidR="00A06194" w:rsidRPr="00872CC6" w:rsidRDefault="00A06194" w:rsidP="00A06194">
            <w:pPr>
              <w:pStyle w:val="Year"/>
            </w:pPr>
            <w:r>
              <w:t>202</w:t>
            </w:r>
            <w:r w:rsidR="0073653B">
              <w:t>5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61B7843" w14:textId="77777777" w:rsidR="00A06194" w:rsidRDefault="00A06194" w:rsidP="00A06194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6E14927" w14:textId="77777777" w:rsidR="00A06194" w:rsidRDefault="00A06194" w:rsidP="00A06194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6BC03A74" w14:textId="77777777" w:rsidR="00A06194" w:rsidRDefault="00A06194" w:rsidP="00A06194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88F5373" w14:textId="77777777" w:rsidR="00A06194" w:rsidRDefault="00A06194" w:rsidP="00A06194"/>
        </w:tc>
      </w:tr>
      <w:tr w:rsidR="00A06194" w14:paraId="6DB71E85" w14:textId="77777777" w:rsidTr="524F2486">
        <w:trPr>
          <w:trHeight w:val="397"/>
        </w:trPr>
        <w:tc>
          <w:tcPr>
            <w:tcW w:w="4758" w:type="dxa"/>
            <w:gridSpan w:val="2"/>
            <w:vMerge/>
          </w:tcPr>
          <w:p w14:paraId="224447F8" w14:textId="77777777" w:rsidR="00A06194" w:rsidRDefault="00A06194" w:rsidP="00A06194"/>
        </w:tc>
        <w:tc>
          <w:tcPr>
            <w:tcW w:w="2378" w:type="dxa"/>
            <w:vMerge/>
          </w:tcPr>
          <w:p w14:paraId="3089B84E" w14:textId="77777777" w:rsidR="00A06194" w:rsidRPr="00A93D4E" w:rsidRDefault="00A06194" w:rsidP="00A06194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E705F8E" w14:textId="77777777" w:rsidR="00A06194" w:rsidRDefault="00A06194" w:rsidP="00A06194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80E8E8C" w14:textId="77777777" w:rsidR="00A06194" w:rsidRDefault="00A06194" w:rsidP="00A06194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17F6108" w14:textId="77777777" w:rsidR="00A06194" w:rsidRDefault="00A06194" w:rsidP="00A06194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EBA5762" w14:textId="77777777" w:rsidR="00A06194" w:rsidRDefault="00A06194" w:rsidP="00A06194"/>
        </w:tc>
      </w:tr>
      <w:tr w:rsidR="00A06194" w14:paraId="4E44EFA8" w14:textId="77777777" w:rsidTr="524F2486">
        <w:trPr>
          <w:trHeight w:val="397"/>
        </w:trPr>
        <w:tc>
          <w:tcPr>
            <w:tcW w:w="4758" w:type="dxa"/>
            <w:gridSpan w:val="2"/>
            <w:vMerge/>
          </w:tcPr>
          <w:p w14:paraId="251ABEF1" w14:textId="77777777" w:rsidR="00A06194" w:rsidRDefault="00A06194" w:rsidP="00A06194"/>
        </w:tc>
        <w:tc>
          <w:tcPr>
            <w:tcW w:w="2378" w:type="dxa"/>
            <w:vMerge/>
          </w:tcPr>
          <w:p w14:paraId="0E1BE950" w14:textId="77777777" w:rsidR="00A06194" w:rsidRPr="00A93D4E" w:rsidRDefault="00A06194" w:rsidP="00A06194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FD259A8" w14:textId="77777777" w:rsidR="00A06194" w:rsidRDefault="00A06194" w:rsidP="00A06194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C679B2" w14:textId="77777777" w:rsidR="00A06194" w:rsidRDefault="00A06194" w:rsidP="00A06194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10375837" w14:textId="77777777" w:rsidR="00A06194" w:rsidRDefault="00A06194" w:rsidP="00A06194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63FF273" w14:textId="77777777" w:rsidR="00A06194" w:rsidRDefault="00A06194" w:rsidP="00A06194"/>
        </w:tc>
      </w:tr>
      <w:tr w:rsidR="00A06194" w14:paraId="19BFA3DB" w14:textId="77777777" w:rsidTr="524F2486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45AADD9E" w14:textId="77777777" w:rsidR="00A06194" w:rsidRPr="00872CC6" w:rsidRDefault="002721DD" w:rsidP="00A06194">
            <w:pPr>
              <w:pStyle w:val="DayoftheWeek"/>
            </w:pPr>
            <w:sdt>
              <w:sdtPr>
                <w:id w:val="779307358"/>
                <w:placeholder>
                  <w:docPart w:val="37DAC94A4D494458978DA6900BEB47A7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4704CB38" w14:textId="77777777" w:rsidR="00A06194" w:rsidRPr="00872CC6" w:rsidRDefault="002721DD" w:rsidP="00A06194">
            <w:pPr>
              <w:pStyle w:val="DayoftheWeek"/>
            </w:pPr>
            <w:sdt>
              <w:sdtPr>
                <w:id w:val="-318967821"/>
                <w:placeholder>
                  <w:docPart w:val="6817E5152A7649048ED4FD96E68DBE88"/>
                </w:placeholder>
                <w:temporary/>
                <w:showingPlcHdr/>
                <w15:appearance w15:val="hidden"/>
              </w:sdtPr>
              <w:sdtEndPr/>
              <w:sdtContent>
                <w:r w:rsidR="00A06194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DF4EE80" w14:textId="77777777" w:rsidR="00A06194" w:rsidRPr="00872CC6" w:rsidRDefault="002721DD" w:rsidP="00A06194">
            <w:pPr>
              <w:pStyle w:val="DayoftheWeek"/>
            </w:pPr>
            <w:sdt>
              <w:sdtPr>
                <w:id w:val="-1209947987"/>
                <w:placeholder>
                  <w:docPart w:val="902D63539B6C449DAB66F759950AF336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586E5F18" w14:textId="77777777" w:rsidR="00A06194" w:rsidRPr="00872CC6" w:rsidRDefault="002721DD" w:rsidP="00A06194">
            <w:pPr>
              <w:pStyle w:val="DayoftheWeek"/>
            </w:pPr>
            <w:sdt>
              <w:sdtPr>
                <w:id w:val="1557431425"/>
                <w:placeholder>
                  <w:docPart w:val="A8658F967B024E41B61691E42D0E05DA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1D42F735" w14:textId="77777777" w:rsidR="00A06194" w:rsidRPr="00872CC6" w:rsidRDefault="002721DD" w:rsidP="00A06194">
            <w:pPr>
              <w:pStyle w:val="DayoftheWeek"/>
            </w:pPr>
            <w:sdt>
              <w:sdtPr>
                <w:id w:val="-1573193267"/>
                <w:placeholder>
                  <w:docPart w:val="E17921F6884C4B5B978AE367B5747E3F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2D127DC7" w14:textId="77777777" w:rsidR="00A06194" w:rsidRPr="00872CC6" w:rsidRDefault="002721DD" w:rsidP="00A06194">
            <w:pPr>
              <w:pStyle w:val="DayoftheWeek"/>
            </w:pPr>
            <w:sdt>
              <w:sdtPr>
                <w:id w:val="-1422173083"/>
                <w:placeholder>
                  <w:docPart w:val="BE52D27E9B2E4C38A907FC7D7B6FF885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397006BF" w14:textId="77777777" w:rsidR="00A06194" w:rsidRPr="00872CC6" w:rsidRDefault="002721DD" w:rsidP="00A06194">
            <w:pPr>
              <w:pStyle w:val="DayoftheWeek"/>
            </w:pPr>
            <w:sdt>
              <w:sdtPr>
                <w:id w:val="-565030080"/>
                <w:placeholder>
                  <w:docPart w:val="AB807450E93F423FAB311D0F582B188C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SUN</w:t>
                </w:r>
              </w:sdtContent>
            </w:sdt>
          </w:p>
        </w:tc>
      </w:tr>
      <w:tr w:rsidR="00A06194" w14:paraId="35817B00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67FDD38F" w14:textId="6271BEDD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FAA0E56" w14:textId="40B410C8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9F4B69D" w14:textId="56F4A318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4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0C0E4F73" w14:textId="0221B2C7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5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C0A9AEA" w14:textId="61D434B6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DE5B5F5" w14:textId="37D4E356" w:rsidR="00A06194" w:rsidRPr="00872CC6" w:rsidRDefault="004C7C1D" w:rsidP="00A06194">
            <w:pPr>
              <w:pStyle w:val="Weekend"/>
            </w:pPr>
            <w:r>
              <w:t>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08265A0" w14:textId="24D01452" w:rsidR="00A06194" w:rsidRPr="00872CC6" w:rsidRDefault="004C7C1D" w:rsidP="00A06194">
            <w:pPr>
              <w:pStyle w:val="Weekend"/>
            </w:pPr>
            <w:r>
              <w:t>8</w:t>
            </w:r>
          </w:p>
        </w:tc>
      </w:tr>
      <w:tr w:rsidR="00A06194" w14:paraId="574B68A7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3587A9A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4644A5A" w14:textId="6B6B125E" w:rsidR="00A06194" w:rsidRPr="00872CC6" w:rsidRDefault="00EF6469" w:rsidP="00A06194">
            <w:pPr>
              <w:rPr>
                <w:color w:val="262626" w:themeColor="text1" w:themeTint="D9"/>
              </w:rPr>
            </w:pPr>
            <w:r w:rsidRPr="008150C7">
              <w:rPr>
                <w:color w:val="8A200F" w:themeColor="accent3" w:themeShade="80"/>
              </w:rPr>
              <w:t>ROHVA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CF41CCA" w14:textId="229AA8DB" w:rsidR="00A06194" w:rsidRPr="00EF6469" w:rsidRDefault="782EDFA9" w:rsidP="524F2486">
            <w:pPr>
              <w:rPr>
                <w:color w:val="00B050"/>
              </w:rPr>
            </w:pPr>
            <w:r w:rsidRPr="524F2486">
              <w:rPr>
                <w:color w:val="00B050"/>
              </w:rPr>
              <w:t xml:space="preserve">WCT </w:t>
            </w:r>
            <w:r w:rsidR="00EF6469">
              <w:br/>
            </w:r>
            <w:r w:rsidRPr="524F2486">
              <w:rPr>
                <w:color w:val="00B050"/>
              </w:rPr>
              <w:t xml:space="preserve">0800-0900 </w:t>
            </w:r>
            <w:r w:rsidR="00EF6469">
              <w:br/>
            </w:r>
            <w:r w:rsidRPr="524F2486">
              <w:rPr>
                <w:color w:val="00B050"/>
              </w:rPr>
              <w:t>Marianne Williams Park</w:t>
            </w:r>
          </w:p>
          <w:p w14:paraId="06852176" w14:textId="11C687EF" w:rsidR="00A06194" w:rsidRPr="00EF6469" w:rsidRDefault="782EDFA9" w:rsidP="524F2486">
            <w:pPr>
              <w:rPr>
                <w:color w:val="8A200F" w:themeColor="accent3" w:themeShade="80"/>
              </w:rPr>
            </w:pPr>
            <w:r w:rsidRPr="524F2486">
              <w:rPr>
                <w:color w:val="8A200F" w:themeColor="accent3" w:themeShade="80"/>
              </w:rPr>
              <w:t>RT-130</w:t>
            </w:r>
            <w:r w:rsidR="00EF6469">
              <w:br/>
            </w:r>
            <w:r w:rsidRPr="524F2486">
              <w:rPr>
                <w:color w:val="8A200F" w:themeColor="accent3" w:themeShade="80"/>
              </w:rPr>
              <w:t>1100-1500 Expanded Dispatch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39C5E999" w14:textId="46BD07AF" w:rsidR="00A06194" w:rsidRDefault="00A06194" w:rsidP="00A06194">
            <w:pPr>
              <w:rPr>
                <w:b/>
                <w:bCs/>
                <w:i/>
                <w:iCs/>
                <w:color w:val="262626" w:themeColor="text1" w:themeTint="D9"/>
              </w:rPr>
            </w:pPr>
          </w:p>
          <w:p w14:paraId="3BB0359B" w14:textId="77777777" w:rsidR="00885019" w:rsidRDefault="00885019" w:rsidP="00A06194">
            <w:pPr>
              <w:rPr>
                <w:b/>
                <w:bCs/>
                <w:i/>
                <w:iCs/>
                <w:color w:val="262626" w:themeColor="text1" w:themeTint="D9"/>
              </w:rPr>
            </w:pPr>
          </w:p>
          <w:p w14:paraId="65710353" w14:textId="5CDC9C77" w:rsidR="00C91A52" w:rsidRPr="00C91A52" w:rsidRDefault="00C91A52" w:rsidP="00042BFE">
            <w:pPr>
              <w:rPr>
                <w:b/>
                <w:bCs/>
                <w:i/>
                <w:iCs/>
              </w:rPr>
            </w:pPr>
          </w:p>
          <w:p w14:paraId="3C615946" w14:textId="63BFC92D" w:rsidR="00C91A52" w:rsidRPr="00042BFE" w:rsidRDefault="00C91A52" w:rsidP="00042BFE"/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7DAAAF1D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180CDFD4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7E6E6" w:themeFill="background2"/>
          </w:tcPr>
          <w:p w14:paraId="40F377E5" w14:textId="77777777" w:rsidR="00A06194" w:rsidRDefault="00A06194" w:rsidP="00A06194">
            <w:pPr>
              <w:pStyle w:val="Weekend"/>
            </w:pPr>
          </w:p>
        </w:tc>
      </w:tr>
      <w:tr w:rsidR="00A06194" w14:paraId="2AEA60AA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2FAAE0E" w14:textId="1BF092F6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9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5F40B54" w14:textId="6FC4B6A2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E6370DB" w14:textId="20C81C58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11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7ED5C26" w14:textId="197CAB0F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7F4E86F" w14:textId="57B17E30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985C0DD" w14:textId="48976DC2" w:rsidR="00A06194" w:rsidRPr="00872CC6" w:rsidRDefault="004C7C1D" w:rsidP="00A06194">
            <w:pPr>
              <w:pStyle w:val="Weekend"/>
            </w:pPr>
            <w:r>
              <w:t>14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B44D69F" w14:textId="71C04B22" w:rsidR="00A06194" w:rsidRPr="00872CC6" w:rsidRDefault="004C7C1D" w:rsidP="00A06194">
            <w:pPr>
              <w:pStyle w:val="Weekend"/>
            </w:pPr>
            <w:r>
              <w:t>15</w:t>
            </w:r>
          </w:p>
        </w:tc>
      </w:tr>
      <w:tr w:rsidR="00A06194" w14:paraId="2ED86C12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C8B177F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326A48F" w14:textId="55B50F65" w:rsidR="00885019" w:rsidRPr="00193B66" w:rsidRDefault="00885019" w:rsidP="00A06194">
            <w:pPr>
              <w:rPr>
                <w:b/>
                <w:bCs/>
                <w:color w:val="FFFF00"/>
                <w:u w:val="single"/>
              </w:rPr>
            </w:pPr>
          </w:p>
          <w:p w14:paraId="1A870B8D" w14:textId="602A91DE" w:rsidR="00A06194" w:rsidRDefault="00A06194" w:rsidP="00A06194">
            <w:pPr>
              <w:rPr>
                <w:b/>
                <w:bCs/>
                <w:i/>
                <w:iCs/>
              </w:rPr>
            </w:pPr>
          </w:p>
          <w:p w14:paraId="7F1156BF" w14:textId="5CDB6198" w:rsidR="0098654B" w:rsidRPr="0098654B" w:rsidRDefault="0098654B" w:rsidP="00A06194">
            <w:pPr>
              <w:rPr>
                <w:b/>
                <w:bCs/>
                <w:i/>
                <w:iCs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7725313" w14:textId="77777777" w:rsidR="00823450" w:rsidRPr="008150C7" w:rsidRDefault="00A67A22" w:rsidP="00A06194">
            <w:pPr>
              <w:rPr>
                <w:color w:val="0070C0"/>
              </w:rPr>
            </w:pPr>
            <w:r w:rsidRPr="008150C7">
              <w:rPr>
                <w:color w:val="0070C0"/>
              </w:rPr>
              <w:t>First Aid/ CPR</w:t>
            </w:r>
          </w:p>
          <w:p w14:paraId="5739E814" w14:textId="4B0E4712" w:rsidR="00A67A22" w:rsidRPr="00105880" w:rsidRDefault="00A67A22" w:rsidP="00A06194">
            <w:pPr>
              <w:rPr>
                <w:b/>
                <w:bCs/>
                <w:color w:val="FFFF00"/>
                <w:u w:val="single"/>
              </w:rPr>
            </w:pPr>
            <w:r w:rsidRPr="008150C7">
              <w:rPr>
                <w:color w:val="0070C0"/>
              </w:rPr>
              <w:t>0800-1500</w:t>
            </w:r>
            <w:r w:rsidRPr="008150C7">
              <w:rPr>
                <w:color w:val="0070C0"/>
              </w:rPr>
              <w:br/>
              <w:t xml:space="preserve">BDO </w:t>
            </w:r>
            <w:r w:rsidRPr="008150C7">
              <w:rPr>
                <w:i/>
                <w:iCs/>
                <w:color w:val="0070C0"/>
              </w:rPr>
              <w:t>Seasonal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389297F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009CC00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2E3CDD4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85C0FD6" w14:textId="77777777" w:rsidR="00A06194" w:rsidRDefault="00A06194" w:rsidP="00A06194">
            <w:pPr>
              <w:pStyle w:val="Weekend"/>
            </w:pPr>
          </w:p>
        </w:tc>
      </w:tr>
      <w:tr w:rsidR="00A06194" w14:paraId="020A8BBF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FB6B486" w14:textId="59C77520" w:rsidR="00A06194" w:rsidRPr="00872CC6" w:rsidRDefault="00017F6B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</w:t>
            </w:r>
            <w:r w:rsidR="004C7C1D">
              <w:rPr>
                <w:color w:val="262626" w:themeColor="text1" w:themeTint="D9"/>
              </w:rPr>
              <w:t>6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F38452E" w14:textId="1C0F51BA" w:rsidR="00A06194" w:rsidRPr="00872CC6" w:rsidRDefault="00F478E7" w:rsidP="00A06194">
            <w:pPr>
              <w:rPr>
                <w:color w:val="262626" w:themeColor="text1" w:themeTint="D9"/>
              </w:rPr>
            </w:pPr>
            <w:r>
              <w:t>1</w:t>
            </w:r>
            <w:r w:rsidR="004C7C1D">
              <w:t>7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CC2E103" w14:textId="48DE2B14" w:rsidR="00A06194" w:rsidRPr="00872CC6" w:rsidRDefault="00F478E7" w:rsidP="00A06194">
            <w:pPr>
              <w:rPr>
                <w:color w:val="262626" w:themeColor="text1" w:themeTint="D9"/>
              </w:rPr>
            </w:pPr>
            <w:r>
              <w:t>1</w:t>
            </w:r>
            <w:r w:rsidR="004C7C1D">
              <w:t>8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B3EE7C3" w14:textId="19490BBA" w:rsidR="00A06194" w:rsidRPr="00872CC6" w:rsidRDefault="00F478E7" w:rsidP="00A06194">
            <w:pPr>
              <w:rPr>
                <w:color w:val="262626" w:themeColor="text1" w:themeTint="D9"/>
              </w:rPr>
            </w:pPr>
            <w:r>
              <w:t>1</w:t>
            </w:r>
            <w:r w:rsidR="004C7C1D">
              <w:t>9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74DFC1B" w14:textId="4CBF062B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20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75CD7098" w14:textId="36107775" w:rsidR="00A06194" w:rsidRPr="00872CC6" w:rsidRDefault="004C7C1D" w:rsidP="00A06194">
            <w:pPr>
              <w:pStyle w:val="Weekend"/>
            </w:pPr>
            <w:r>
              <w:t>21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56580C9" w14:textId="32F71265" w:rsidR="00A06194" w:rsidRPr="00872CC6" w:rsidRDefault="004C7C1D" w:rsidP="00A06194">
            <w:pPr>
              <w:pStyle w:val="Weekend"/>
            </w:pPr>
            <w:r>
              <w:t>22</w:t>
            </w:r>
          </w:p>
        </w:tc>
      </w:tr>
      <w:tr w:rsidR="00A06194" w14:paraId="032AD81E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9FC100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BC1A0F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B4081FF" w14:textId="59EC55D2" w:rsidR="00A06194" w:rsidRPr="001615C1" w:rsidRDefault="00A67A22" w:rsidP="00A06194">
            <w:pPr>
              <w:rPr>
                <w:color w:val="262626" w:themeColor="text1" w:themeTint="D9"/>
              </w:rPr>
            </w:pPr>
            <w:r w:rsidRPr="001615C1">
              <w:rPr>
                <w:color w:val="0070C0"/>
              </w:rPr>
              <w:t>Hazmat</w:t>
            </w:r>
            <w:r w:rsidRPr="001615C1">
              <w:rPr>
                <w:color w:val="0070C0"/>
              </w:rPr>
              <w:br/>
              <w:t>0800-1200</w:t>
            </w:r>
            <w:r w:rsidRPr="001615C1">
              <w:rPr>
                <w:color w:val="0070C0"/>
              </w:rPr>
              <w:br/>
              <w:t xml:space="preserve">BDO </w:t>
            </w:r>
            <w:r w:rsidRPr="001615C1">
              <w:rPr>
                <w:i/>
                <w:iCs/>
                <w:color w:val="0070C0"/>
              </w:rPr>
              <w:t>Seasonal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4C7F798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6724188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848EAE8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0687A5B" w14:textId="77777777" w:rsidR="00A06194" w:rsidRDefault="00A06194" w:rsidP="00A06194">
            <w:pPr>
              <w:pStyle w:val="Weekend"/>
            </w:pPr>
          </w:p>
        </w:tc>
      </w:tr>
      <w:tr w:rsidR="00A06194" w14:paraId="5D3610C7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DB1AF52" w14:textId="029A1D04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49FAE04" w14:textId="3AEA43C7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CE39609" w14:textId="0E77D670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1FFB529" w14:textId="5745AC66" w:rsidR="00A06194" w:rsidRPr="00872CC6" w:rsidRDefault="00F478E7" w:rsidP="00A06194">
            <w:pPr>
              <w:rPr>
                <w:color w:val="262626" w:themeColor="text1" w:themeTint="D9"/>
              </w:rPr>
            </w:pPr>
            <w:r>
              <w:t>2</w:t>
            </w:r>
            <w:r w:rsidR="004C7C1D">
              <w:t>6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9D589DC" w14:textId="6CE6D48F" w:rsidR="00A06194" w:rsidRPr="00872CC6" w:rsidRDefault="00F478E7" w:rsidP="00A06194">
            <w:pPr>
              <w:rPr>
                <w:color w:val="262626" w:themeColor="text1" w:themeTint="D9"/>
              </w:rPr>
            </w:pPr>
            <w:r>
              <w:t>2</w:t>
            </w:r>
            <w:r w:rsidR="004C7C1D">
              <w:t>7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0169DF5" w14:textId="259E6E0F" w:rsidR="00A06194" w:rsidRPr="00004954" w:rsidRDefault="00F478E7" w:rsidP="00A06194">
            <w:pPr>
              <w:pStyle w:val="Weekend"/>
            </w:pPr>
            <w:r>
              <w:t>2</w:t>
            </w:r>
            <w:r w:rsidR="004C7C1D">
              <w:t>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1EB6931A" w14:textId="3D82F6F9" w:rsidR="00A06194" w:rsidRPr="00004954" w:rsidRDefault="00F478E7" w:rsidP="00A06194">
            <w:pPr>
              <w:pStyle w:val="Weekend"/>
            </w:pPr>
            <w:r>
              <w:t>2</w:t>
            </w:r>
            <w:r w:rsidR="004C7C1D">
              <w:t>9</w:t>
            </w:r>
          </w:p>
        </w:tc>
      </w:tr>
      <w:tr w:rsidR="00A06194" w14:paraId="246E562C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E2E954E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C22CA92" w14:textId="0B17BBC3" w:rsidR="00E70E28" w:rsidRPr="00872CC6" w:rsidRDefault="00E70E28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DC218FB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453C22" w14:textId="5D777B76" w:rsidR="00A06194" w:rsidRPr="00E70E28" w:rsidRDefault="00A06194" w:rsidP="00A06194">
            <w:pPr>
              <w:rPr>
                <w:b/>
                <w:bCs/>
                <w:color w:val="262626" w:themeColor="text1" w:themeTint="D9"/>
                <w:u w:val="single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D20D439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F7A4973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60AA33" w14:textId="77777777" w:rsidR="00A06194" w:rsidRDefault="00A06194" w:rsidP="00A06194">
            <w:pPr>
              <w:pStyle w:val="Weekend"/>
            </w:pPr>
          </w:p>
        </w:tc>
      </w:tr>
      <w:tr w:rsidR="00A06194" w14:paraId="6817208E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37ECA256" w14:textId="125E0C6D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30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C1C9A9B" w14:textId="12BC5A8B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4063EC39" w14:textId="5B7C8E98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546A1E39" w14:textId="7BF292D8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0616508B" w14:textId="0961BC6E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211CA430" w14:textId="10DBC4A6" w:rsidR="00A06194" w:rsidRPr="00004954" w:rsidRDefault="00A06194" w:rsidP="00A06194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CECE" w:themeFill="background2" w:themeFillShade="E6"/>
          </w:tcPr>
          <w:p w14:paraId="62D3880C" w14:textId="47A70A01" w:rsidR="00A06194" w:rsidRPr="00004954" w:rsidRDefault="00A06194" w:rsidP="00A06194">
            <w:pPr>
              <w:rPr>
                <w:color w:val="60A489" w:themeColor="accent5" w:themeShade="BF"/>
              </w:rPr>
            </w:pPr>
          </w:p>
        </w:tc>
      </w:tr>
      <w:tr w:rsidR="00A06194" w14:paraId="4628A6F7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48CC83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DAB121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1CA1C47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AB88BD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CA9964D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0F7C111" w14:textId="77777777" w:rsidR="00A06194" w:rsidRDefault="00A06194" w:rsidP="00A061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BB692C1" w14:textId="77777777" w:rsidR="00A06194" w:rsidRDefault="00A06194" w:rsidP="00A06194"/>
        </w:tc>
      </w:tr>
      <w:tr w:rsidR="00A06194" w14:paraId="49F2E1C3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09A3C0E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FEB542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7C8C73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2251210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332B412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B330297" w14:textId="77777777" w:rsidR="00A06194" w:rsidRPr="00004954" w:rsidRDefault="00A06194" w:rsidP="00A06194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EF7227C" w14:textId="77777777" w:rsidR="00A06194" w:rsidRPr="00004954" w:rsidRDefault="00A06194" w:rsidP="00A06194">
            <w:pPr>
              <w:rPr>
                <w:color w:val="60A489" w:themeColor="accent5" w:themeShade="BF"/>
              </w:rPr>
            </w:pPr>
          </w:p>
        </w:tc>
      </w:tr>
      <w:tr w:rsidR="00A06194" w14:paraId="38EBF845" w14:textId="77777777" w:rsidTr="524F2486">
        <w:trPr>
          <w:trHeight w:val="30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CBD334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77231CD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2ED8359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CD4F388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08F682C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89C2991" w14:textId="77777777" w:rsidR="00A06194" w:rsidRDefault="00A06194" w:rsidP="00A061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9F36163" w14:textId="77777777" w:rsidR="00A06194" w:rsidRDefault="00A06194" w:rsidP="00A06194"/>
        </w:tc>
      </w:tr>
    </w:tbl>
    <w:p w14:paraId="4FA038B8" w14:textId="44812169" w:rsidR="000357C6" w:rsidRDefault="000357C6" w:rsidP="00A21C0B">
      <w:pPr>
        <w:spacing w:after="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  <w:tblCaption w:val="Layout table"/>
      </w:tblPr>
      <w:tblGrid>
        <w:gridCol w:w="2379"/>
        <w:gridCol w:w="2379"/>
        <w:gridCol w:w="2378"/>
        <w:gridCol w:w="1197"/>
        <w:gridCol w:w="1191"/>
        <w:gridCol w:w="1186"/>
        <w:gridCol w:w="1198"/>
        <w:gridCol w:w="1535"/>
        <w:gridCol w:w="1535"/>
      </w:tblGrid>
      <w:tr w:rsidR="00A06194" w14:paraId="29B15FFF" w14:textId="77777777" w:rsidTr="524F2486">
        <w:trPr>
          <w:trHeight w:val="397"/>
        </w:trPr>
        <w:tc>
          <w:tcPr>
            <w:tcW w:w="2379" w:type="dxa"/>
          </w:tcPr>
          <w:p w14:paraId="50ACD9E3" w14:textId="77777777" w:rsidR="00A06194" w:rsidRDefault="00A06194" w:rsidP="00A06194"/>
        </w:tc>
        <w:tc>
          <w:tcPr>
            <w:tcW w:w="2379" w:type="dxa"/>
          </w:tcPr>
          <w:p w14:paraId="122FBAA6" w14:textId="647FA055" w:rsidR="00A06194" w:rsidRDefault="00A06194" w:rsidP="00A06194">
            <w:r>
              <w:t>ID-BOD TRAINING</w:t>
            </w:r>
          </w:p>
        </w:tc>
        <w:tc>
          <w:tcPr>
            <w:tcW w:w="2378" w:type="dxa"/>
          </w:tcPr>
          <w:p w14:paraId="4C183C55" w14:textId="77777777" w:rsidR="00A06194" w:rsidRDefault="00A06194" w:rsidP="00A06194"/>
        </w:tc>
        <w:tc>
          <w:tcPr>
            <w:tcW w:w="7842" w:type="dxa"/>
            <w:gridSpan w:val="6"/>
            <w:vAlign w:val="center"/>
          </w:tcPr>
          <w:p w14:paraId="58CF7466" w14:textId="3046F2E2" w:rsidR="00A06194" w:rsidRDefault="00A06194" w:rsidP="00A06194"/>
        </w:tc>
      </w:tr>
      <w:tr w:rsidR="00A06194" w14:paraId="5361D24D" w14:textId="77777777" w:rsidTr="524F2486">
        <w:trPr>
          <w:trHeight w:val="397"/>
        </w:trPr>
        <w:tc>
          <w:tcPr>
            <w:tcW w:w="4758" w:type="dxa"/>
            <w:gridSpan w:val="2"/>
            <w:vMerge w:val="restart"/>
          </w:tcPr>
          <w:p w14:paraId="14BC858B" w14:textId="77777777" w:rsidR="00A06194" w:rsidRPr="000357C6" w:rsidRDefault="002721DD" w:rsidP="00A06194">
            <w:pPr>
              <w:pStyle w:val="Month"/>
            </w:pPr>
            <w:sdt>
              <w:sdtPr>
                <w:id w:val="1143534729"/>
                <w:placeholder>
                  <w:docPart w:val="7B4A1EF8E20F4B58AE90EC68B8179848"/>
                </w:placeholder>
                <w:temporary/>
                <w:showingPlcHdr/>
                <w15:appearance w15:val="hidden"/>
              </w:sdtPr>
              <w:sdtEndPr/>
              <w:sdtContent>
                <w:r w:rsidR="00A06194">
                  <w:t>July</w:t>
                </w:r>
              </w:sdtContent>
            </w:sdt>
          </w:p>
        </w:tc>
        <w:tc>
          <w:tcPr>
            <w:tcW w:w="2378" w:type="dxa"/>
            <w:vMerge w:val="restart"/>
          </w:tcPr>
          <w:p w14:paraId="1F5BD90D" w14:textId="5ADA2EC1" w:rsidR="00A06194" w:rsidRPr="00872CC6" w:rsidRDefault="00A06194" w:rsidP="00A06194">
            <w:pPr>
              <w:pStyle w:val="Year"/>
            </w:pPr>
            <w:r>
              <w:t>202</w:t>
            </w:r>
            <w:r w:rsidR="00105880">
              <w:t>5</w:t>
            </w:r>
          </w:p>
        </w:tc>
        <w:tc>
          <w:tcPr>
            <w:tcW w:w="1197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1A27A00" w14:textId="77777777" w:rsidR="00A06194" w:rsidRDefault="00A06194" w:rsidP="00A06194"/>
        </w:tc>
        <w:tc>
          <w:tcPr>
            <w:tcW w:w="2377" w:type="dxa"/>
            <w:gridSpan w:val="2"/>
            <w:tcBorders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12F2744" w14:textId="77777777" w:rsidR="00A06194" w:rsidRDefault="00A06194" w:rsidP="00A06194"/>
        </w:tc>
        <w:tc>
          <w:tcPr>
            <w:tcW w:w="1198" w:type="dxa"/>
            <w:tcBorders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90250AB" w14:textId="77777777" w:rsidR="00A06194" w:rsidRDefault="00A06194" w:rsidP="00A06194"/>
        </w:tc>
        <w:tc>
          <w:tcPr>
            <w:tcW w:w="3070" w:type="dxa"/>
            <w:gridSpan w:val="2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8DD786E" w14:textId="77777777" w:rsidR="00A06194" w:rsidRDefault="00A06194" w:rsidP="00A06194"/>
        </w:tc>
      </w:tr>
      <w:tr w:rsidR="00A06194" w14:paraId="19F5CA21" w14:textId="77777777" w:rsidTr="524F2486">
        <w:trPr>
          <w:trHeight w:val="397"/>
        </w:trPr>
        <w:tc>
          <w:tcPr>
            <w:tcW w:w="4758" w:type="dxa"/>
            <w:gridSpan w:val="2"/>
            <w:vMerge/>
          </w:tcPr>
          <w:p w14:paraId="6ACDB29B" w14:textId="77777777" w:rsidR="00A06194" w:rsidRDefault="00A06194" w:rsidP="00A06194"/>
        </w:tc>
        <w:tc>
          <w:tcPr>
            <w:tcW w:w="2378" w:type="dxa"/>
            <w:vMerge/>
          </w:tcPr>
          <w:p w14:paraId="7049CDF4" w14:textId="77777777" w:rsidR="00A06194" w:rsidRPr="00A93D4E" w:rsidRDefault="00A06194" w:rsidP="00A06194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5A6F0E56" w14:textId="77777777" w:rsidR="00A06194" w:rsidRDefault="00A06194" w:rsidP="00A06194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7185ED74" w14:textId="77777777" w:rsidR="00A06194" w:rsidRDefault="00A06194" w:rsidP="00A06194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39F370C7" w14:textId="77777777" w:rsidR="00A06194" w:rsidRDefault="00A06194" w:rsidP="00A06194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4B3A6306" w14:textId="77777777" w:rsidR="00A06194" w:rsidRDefault="00A06194" w:rsidP="00A06194"/>
        </w:tc>
      </w:tr>
      <w:tr w:rsidR="00A06194" w14:paraId="62AFFB35" w14:textId="77777777" w:rsidTr="524F2486">
        <w:trPr>
          <w:trHeight w:val="397"/>
        </w:trPr>
        <w:tc>
          <w:tcPr>
            <w:tcW w:w="4758" w:type="dxa"/>
            <w:gridSpan w:val="2"/>
            <w:vMerge/>
          </w:tcPr>
          <w:p w14:paraId="05580B84" w14:textId="77777777" w:rsidR="00A06194" w:rsidRDefault="00A06194" w:rsidP="00A06194"/>
        </w:tc>
        <w:tc>
          <w:tcPr>
            <w:tcW w:w="2378" w:type="dxa"/>
            <w:vMerge/>
          </w:tcPr>
          <w:p w14:paraId="1DBE6AEC" w14:textId="77777777" w:rsidR="00A06194" w:rsidRPr="00A93D4E" w:rsidRDefault="00A06194" w:rsidP="00A06194">
            <w:pPr>
              <w:rPr>
                <w:b/>
                <w:bCs/>
              </w:rPr>
            </w:pPr>
          </w:p>
        </w:tc>
        <w:tc>
          <w:tcPr>
            <w:tcW w:w="1197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D189A68" w14:textId="77777777" w:rsidR="00A06194" w:rsidRDefault="00A06194" w:rsidP="00A06194"/>
        </w:tc>
        <w:tc>
          <w:tcPr>
            <w:tcW w:w="2377" w:type="dxa"/>
            <w:gridSpan w:val="2"/>
            <w:tcBorders>
              <w:top w:val="single" w:sz="4" w:space="0" w:color="F2F2F2" w:themeColor="background1" w:themeShade="F2"/>
              <w:righ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3E843E0" w14:textId="77777777" w:rsidR="00A06194" w:rsidRDefault="00A06194" w:rsidP="00A06194"/>
        </w:tc>
        <w:tc>
          <w:tcPr>
            <w:tcW w:w="1198" w:type="dxa"/>
            <w:tcBorders>
              <w:top w:val="single" w:sz="4" w:space="0" w:color="F2F2F2" w:themeColor="background1" w:themeShade="F2"/>
              <w:left w:val="single" w:sz="8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2080B5C7" w14:textId="77777777" w:rsidR="00A06194" w:rsidRDefault="00A06194" w:rsidP="00A06194"/>
        </w:tc>
        <w:tc>
          <w:tcPr>
            <w:tcW w:w="3070" w:type="dxa"/>
            <w:gridSpan w:val="2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14:paraId="04CA5F20" w14:textId="77777777" w:rsidR="00A06194" w:rsidRDefault="00A06194" w:rsidP="00A06194"/>
        </w:tc>
      </w:tr>
      <w:tr w:rsidR="00A06194" w14:paraId="202C5140" w14:textId="77777777" w:rsidTr="524F2486">
        <w:trPr>
          <w:cantSplit/>
          <w:trHeight w:val="964"/>
        </w:trPr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21E2C" w:themeFill="accent1" w:themeFillShade="80"/>
            <w:textDirection w:val="btLr"/>
            <w:vAlign w:val="bottom"/>
          </w:tcPr>
          <w:p w14:paraId="1444FD05" w14:textId="77777777" w:rsidR="00A06194" w:rsidRPr="00F65B25" w:rsidRDefault="002721DD" w:rsidP="00A06194">
            <w:pPr>
              <w:pStyle w:val="DayoftheWeek"/>
            </w:pPr>
            <w:sdt>
              <w:sdtPr>
                <w:id w:val="-550997192"/>
                <w:placeholder>
                  <w:docPart w:val="6038D285F7E84B9AB729D948165DBB06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MON</w:t>
                </w:r>
              </w:sdtContent>
            </w:sdt>
          </w:p>
        </w:tc>
        <w:tc>
          <w:tcPr>
            <w:tcW w:w="2379" w:type="dxa"/>
            <w:tcBorders>
              <w:bottom w:val="single" w:sz="8" w:space="0" w:color="FFFFFF" w:themeColor="background1"/>
            </w:tcBorders>
            <w:shd w:val="clear" w:color="auto" w:fill="1B2D42" w:themeFill="accent1" w:themeFillShade="BF"/>
            <w:textDirection w:val="btLr"/>
            <w:vAlign w:val="bottom"/>
          </w:tcPr>
          <w:p w14:paraId="35AB5759" w14:textId="77777777" w:rsidR="00A06194" w:rsidRPr="00F65B25" w:rsidRDefault="002721DD" w:rsidP="00A06194">
            <w:pPr>
              <w:pStyle w:val="DayoftheWeek"/>
            </w:pPr>
            <w:sdt>
              <w:sdtPr>
                <w:id w:val="-2114275542"/>
                <w:placeholder>
                  <w:docPart w:val="AE8021E906B544F290FD7337BA40046E"/>
                </w:placeholder>
                <w:temporary/>
                <w:showingPlcHdr/>
                <w15:appearance w15:val="hidden"/>
              </w:sdtPr>
              <w:sdtEndPr/>
              <w:sdtContent>
                <w:r w:rsidR="00A06194">
                  <w:t>TUE</w:t>
                </w:r>
              </w:sdtContent>
            </w:sdt>
          </w:p>
        </w:tc>
        <w:tc>
          <w:tcPr>
            <w:tcW w:w="2378" w:type="dxa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0942C375" w14:textId="77777777" w:rsidR="00A06194" w:rsidRPr="00F65B25" w:rsidRDefault="002721DD" w:rsidP="00A06194">
            <w:pPr>
              <w:pStyle w:val="DayoftheWeek"/>
            </w:pPr>
            <w:sdt>
              <w:sdtPr>
                <w:id w:val="647568329"/>
                <w:placeholder>
                  <w:docPart w:val="4076536EFEA9483789B21D6BCADCB331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WED</w:t>
                </w:r>
              </w:sdtContent>
            </w:sdt>
          </w:p>
        </w:tc>
        <w:tc>
          <w:tcPr>
            <w:tcW w:w="2388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615115FA" w14:textId="77777777" w:rsidR="00A06194" w:rsidRPr="00F65B25" w:rsidRDefault="002721DD" w:rsidP="00A06194">
            <w:pPr>
              <w:pStyle w:val="DayoftheWeek"/>
            </w:pPr>
            <w:sdt>
              <w:sdtPr>
                <w:id w:val="1020588235"/>
                <w:placeholder>
                  <w:docPart w:val="260A535B0F754FC2A017221293D3F0F5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THU</w:t>
                </w:r>
              </w:sdtContent>
            </w:sdt>
          </w:p>
        </w:tc>
        <w:tc>
          <w:tcPr>
            <w:tcW w:w="2384" w:type="dxa"/>
            <w:gridSpan w:val="2"/>
            <w:tcBorders>
              <w:bottom w:val="single" w:sz="8" w:space="0" w:color="FFFFFF" w:themeColor="background1"/>
            </w:tcBorders>
            <w:shd w:val="clear" w:color="auto" w:fill="253D59" w:themeFill="accent1"/>
            <w:textDirection w:val="btLr"/>
            <w:vAlign w:val="bottom"/>
          </w:tcPr>
          <w:p w14:paraId="7EC4F3AE" w14:textId="77777777" w:rsidR="00A06194" w:rsidRPr="00F65B25" w:rsidRDefault="002721DD" w:rsidP="00A06194">
            <w:pPr>
              <w:pStyle w:val="DayoftheWeek"/>
            </w:pPr>
            <w:sdt>
              <w:sdtPr>
                <w:id w:val="146174504"/>
                <w:placeholder>
                  <w:docPart w:val="37997C48C365481DB6070343712947D9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FRI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64C54E93" w14:textId="77777777" w:rsidR="00A06194" w:rsidRPr="00F65B25" w:rsidRDefault="002721DD" w:rsidP="00A06194">
            <w:pPr>
              <w:pStyle w:val="DayoftheWeek"/>
            </w:pPr>
            <w:sdt>
              <w:sdtPr>
                <w:id w:val="-1315018032"/>
                <w:placeholder>
                  <w:docPart w:val="3415C0D3CAD94E078852455BCD1F520E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SAT</w:t>
                </w:r>
              </w:sdtContent>
            </w:sdt>
          </w:p>
        </w:tc>
        <w:tc>
          <w:tcPr>
            <w:tcW w:w="1535" w:type="dxa"/>
            <w:tcBorders>
              <w:bottom w:val="single" w:sz="8" w:space="0" w:color="FFFFFF" w:themeColor="background1"/>
            </w:tcBorders>
            <w:shd w:val="clear" w:color="auto" w:fill="60A489" w:themeFill="accent5" w:themeFillShade="BF"/>
            <w:textDirection w:val="btLr"/>
            <w:vAlign w:val="bottom"/>
          </w:tcPr>
          <w:p w14:paraId="00643AB1" w14:textId="77777777" w:rsidR="00A06194" w:rsidRPr="00F65B25" w:rsidRDefault="002721DD" w:rsidP="00A06194">
            <w:pPr>
              <w:pStyle w:val="DayoftheWeek"/>
            </w:pPr>
            <w:sdt>
              <w:sdtPr>
                <w:id w:val="177782432"/>
                <w:placeholder>
                  <w:docPart w:val="0F155F9BBB7D4C2F9368B3FC629E87B9"/>
                </w:placeholder>
                <w:temporary/>
                <w:showingPlcHdr/>
                <w15:appearance w15:val="hidden"/>
              </w:sdtPr>
              <w:sdtEndPr/>
              <w:sdtContent>
                <w:r w:rsidR="00A06194" w:rsidRPr="00F65B25">
                  <w:t>SUN</w:t>
                </w:r>
              </w:sdtContent>
            </w:sdt>
          </w:p>
        </w:tc>
      </w:tr>
      <w:tr w:rsidR="00A06194" w14:paraId="3D12F979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F35B986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B1B3787" w14:textId="6E37A246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4E2DF475" w14:textId="6759566E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408121B" w14:textId="6955B5AA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4AB7B56" w14:textId="59C5B6D9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4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A770CD" w14:textId="7369588A" w:rsidR="00A06194" w:rsidRPr="00872CC6" w:rsidRDefault="004C7C1D" w:rsidP="00A06194">
            <w:pPr>
              <w:pStyle w:val="Weekend"/>
            </w:pPr>
            <w:r>
              <w:t>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F9F4B28" w14:textId="02F1B652" w:rsidR="00A06194" w:rsidRPr="00872CC6" w:rsidRDefault="004C7C1D" w:rsidP="00A06194">
            <w:pPr>
              <w:pStyle w:val="Weekend"/>
            </w:pPr>
            <w:r>
              <w:t>6</w:t>
            </w:r>
          </w:p>
        </w:tc>
      </w:tr>
      <w:tr w:rsidR="00A06194" w14:paraId="1B0175D7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BF97CC9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D34FF17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2AE78E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A01F007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7621449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8B102E5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9C8E4E2" w14:textId="77777777" w:rsidR="00A06194" w:rsidRDefault="00A06194" w:rsidP="00A06194">
            <w:pPr>
              <w:pStyle w:val="Weekend"/>
            </w:pPr>
          </w:p>
        </w:tc>
      </w:tr>
      <w:tr w:rsidR="00A06194" w14:paraId="7AD350B4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2127460" w14:textId="33D0C90C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7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907545A" w14:textId="6208071E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8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693BD37D" w14:textId="24997D55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9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72D5799" w14:textId="4CA7749B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10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618665B7" w14:textId="7267E511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11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BF91536" w14:textId="60FDA3A6" w:rsidR="00A06194" w:rsidRPr="00872CC6" w:rsidRDefault="004C7C1D" w:rsidP="00A06194">
            <w:pPr>
              <w:pStyle w:val="Weekend"/>
            </w:pPr>
            <w:r>
              <w:t>12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DAFC2DD" w14:textId="6FB79399" w:rsidR="00A06194" w:rsidRPr="00872CC6" w:rsidRDefault="00A06194" w:rsidP="00A06194">
            <w:pPr>
              <w:pStyle w:val="Weekend"/>
            </w:pPr>
            <w:r w:rsidRPr="003721F1">
              <w:t>1</w:t>
            </w:r>
            <w:r w:rsidR="004C7C1D">
              <w:t>3</w:t>
            </w:r>
          </w:p>
        </w:tc>
      </w:tr>
      <w:tr w:rsidR="00A06194" w14:paraId="309830B8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7CC00FB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84E4CC4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EE3BBCB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1A82440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A838C5B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3AC687B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8312654" w14:textId="77777777" w:rsidR="00A06194" w:rsidRDefault="00A06194" w:rsidP="00A06194">
            <w:pPr>
              <w:pStyle w:val="Weekend"/>
            </w:pPr>
          </w:p>
        </w:tc>
      </w:tr>
      <w:tr w:rsidR="00A06194" w14:paraId="52FE6473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991D244" w14:textId="35A5707F" w:rsidR="00A06194" w:rsidRPr="00872CC6" w:rsidRDefault="00A06194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</w:t>
            </w:r>
            <w:r w:rsidR="004C7C1D">
              <w:rPr>
                <w:color w:val="262626" w:themeColor="text1" w:themeTint="D9"/>
              </w:rPr>
              <w:t>4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4A3C6939" w14:textId="370DEF5A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15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0A9D867A" w14:textId="3F7B3155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16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583CB6D5" w14:textId="25EC01C2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17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C3EF248" w14:textId="3B8BD472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18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5E17306" w14:textId="6B3554EC" w:rsidR="00A06194" w:rsidRPr="00872CC6" w:rsidRDefault="004C7C1D" w:rsidP="00A06194">
            <w:pPr>
              <w:pStyle w:val="Weekend"/>
            </w:pPr>
            <w:r>
              <w:t>19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066FDE" w14:textId="0105451B" w:rsidR="00A06194" w:rsidRPr="00872CC6" w:rsidRDefault="004C7C1D" w:rsidP="00A06194">
            <w:pPr>
              <w:pStyle w:val="Weekend"/>
            </w:pPr>
            <w:r>
              <w:t>20</w:t>
            </w:r>
          </w:p>
        </w:tc>
      </w:tr>
      <w:tr w:rsidR="00A06194" w14:paraId="4CA6998A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4607097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2CBF80C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5F797C2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685DE8B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8B76F03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02A8ADF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1E837A" w14:textId="77777777" w:rsidR="00A06194" w:rsidRDefault="00A06194" w:rsidP="00A06194">
            <w:pPr>
              <w:pStyle w:val="Weekend"/>
            </w:pPr>
          </w:p>
        </w:tc>
      </w:tr>
      <w:tr w:rsidR="00A06194" w14:paraId="7C3E0086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E5D2225" w14:textId="66672863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45F3A535" w14:textId="7FB884F5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22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F15ABD6" w14:textId="6601E7BB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23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6D6DF274" w14:textId="506F7E32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24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2DFB3172" w14:textId="428E60D4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25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8A4AC12" w14:textId="0B9D29C9" w:rsidR="00A06194" w:rsidRPr="00004954" w:rsidRDefault="004C7C1D" w:rsidP="00A06194">
            <w:pPr>
              <w:pStyle w:val="Weekend"/>
            </w:pPr>
            <w:r>
              <w:t>26</w:t>
            </w: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069F739" w14:textId="6789A042" w:rsidR="00A06194" w:rsidRPr="00004954" w:rsidRDefault="004C7C1D" w:rsidP="00A06194">
            <w:pPr>
              <w:pStyle w:val="Weekend"/>
            </w:pPr>
            <w:r>
              <w:t>27</w:t>
            </w:r>
          </w:p>
        </w:tc>
      </w:tr>
      <w:tr w:rsidR="00A06194" w14:paraId="19217BBC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1A70512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F7A7D73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92B6CA3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F3641B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54572B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A0F406" w14:textId="77777777" w:rsidR="00A0619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8BE5721" w14:textId="77777777" w:rsidR="00A06194" w:rsidRDefault="00A06194" w:rsidP="00A06194">
            <w:pPr>
              <w:pStyle w:val="Weekend"/>
            </w:pPr>
          </w:p>
        </w:tc>
      </w:tr>
      <w:tr w:rsidR="00A06194" w14:paraId="52082B3D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494A09B" w14:textId="41C3E24C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</w:t>
            </w: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44E234D2" w14:textId="7CE704AF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29</w:t>
            </w: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35114650" w14:textId="5CEA3D4F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30</w:t>
            </w: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72C345B9" w14:textId="03B3DCC4" w:rsidR="00A06194" w:rsidRPr="00872CC6" w:rsidRDefault="004C7C1D" w:rsidP="00A06194">
            <w:pPr>
              <w:rPr>
                <w:color w:val="262626" w:themeColor="text1" w:themeTint="D9"/>
              </w:rPr>
            </w:pPr>
            <w:r>
              <w:t>31</w:t>
            </w: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14:paraId="4856C22B" w14:textId="10402E0C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363BE1E" w14:textId="0CD60238" w:rsidR="00A06194" w:rsidRPr="00004954" w:rsidRDefault="00A06194" w:rsidP="00A06194">
            <w:pPr>
              <w:pStyle w:val="Weekend"/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4815E36" w14:textId="25AFCC3B" w:rsidR="00A06194" w:rsidRPr="00004954" w:rsidRDefault="00A06194" w:rsidP="00A06194">
            <w:pPr>
              <w:pStyle w:val="Weekend"/>
            </w:pPr>
          </w:p>
        </w:tc>
      </w:tr>
      <w:tr w:rsidR="00A06194" w14:paraId="4EB287D6" w14:textId="77777777" w:rsidTr="524F2486">
        <w:trPr>
          <w:trHeight w:val="102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E6F9309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9688BDF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ACACE6A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515DA1A2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00E97B3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ADE6B52" w14:textId="77777777" w:rsidR="00A06194" w:rsidRDefault="00A06194" w:rsidP="00A061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61C7F297" w14:textId="77777777" w:rsidR="00A06194" w:rsidRDefault="00A06194" w:rsidP="00A06194"/>
        </w:tc>
      </w:tr>
      <w:tr w:rsidR="00A06194" w14:paraId="29E62A63" w14:textId="77777777" w:rsidTr="524F2486">
        <w:trPr>
          <w:trHeight w:val="340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11F5AF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60B055A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FD9322D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A66B226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CD58CA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0D3EFF5" w14:textId="77777777" w:rsidR="00A06194" w:rsidRPr="00004954" w:rsidRDefault="00A06194" w:rsidP="00A06194">
            <w:pPr>
              <w:rPr>
                <w:color w:val="60A489" w:themeColor="accent5" w:themeShade="BF"/>
              </w:rPr>
            </w:pPr>
          </w:p>
        </w:tc>
        <w:tc>
          <w:tcPr>
            <w:tcW w:w="153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DA97B26" w14:textId="77777777" w:rsidR="00A06194" w:rsidRPr="00004954" w:rsidRDefault="00A06194" w:rsidP="00A06194">
            <w:pPr>
              <w:rPr>
                <w:color w:val="60A489" w:themeColor="accent5" w:themeShade="BF"/>
              </w:rPr>
            </w:pPr>
          </w:p>
        </w:tc>
      </w:tr>
      <w:tr w:rsidR="00A06194" w14:paraId="2F357DF5" w14:textId="77777777" w:rsidTr="002721DD">
        <w:trPr>
          <w:trHeight w:val="846"/>
        </w:trPr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DF4D9AC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54FA727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4BCC4CD2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7AC0354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238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1D08B510" w14:textId="77777777" w:rsidR="00A06194" w:rsidRPr="00872CC6" w:rsidRDefault="00A06194" w:rsidP="00A06194">
            <w:pPr>
              <w:rPr>
                <w:color w:val="262626" w:themeColor="text1" w:themeTint="D9"/>
              </w:rPr>
            </w:pPr>
          </w:p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216F0EA" w14:textId="77777777" w:rsidR="00A06194" w:rsidRDefault="00A06194" w:rsidP="00A06194"/>
        </w:tc>
        <w:tc>
          <w:tcPr>
            <w:tcW w:w="1535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525337F" w14:textId="77777777" w:rsidR="00A06194" w:rsidRDefault="00A06194" w:rsidP="00A06194"/>
        </w:tc>
      </w:tr>
    </w:tbl>
    <w:p w14:paraId="322DEC5B" w14:textId="3941FA1C" w:rsidR="000357C6" w:rsidRDefault="000357C6" w:rsidP="00A21C0B">
      <w:pPr>
        <w:spacing w:after="0"/>
      </w:pPr>
    </w:p>
    <w:sectPr w:rsidR="000357C6" w:rsidSect="00383FBC">
      <w:headerReference w:type="default" r:id="rId10"/>
      <w:footerReference w:type="default" r:id="rId11"/>
      <w:pgSz w:w="15840" w:h="12240" w:orient="landscape" w:code="1"/>
      <w:pgMar w:top="142" w:right="431" w:bottom="142" w:left="431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E734E" w14:textId="77777777" w:rsidR="00195ED6" w:rsidRDefault="00195ED6" w:rsidP="00A93D4E">
      <w:pPr>
        <w:spacing w:after="0" w:line="240" w:lineRule="auto"/>
      </w:pPr>
      <w:r>
        <w:separator/>
      </w:r>
    </w:p>
  </w:endnote>
  <w:endnote w:type="continuationSeparator" w:id="0">
    <w:p w14:paraId="38442762" w14:textId="77777777" w:rsidR="00195ED6" w:rsidRDefault="00195ED6" w:rsidP="00A93D4E">
      <w:pPr>
        <w:spacing w:after="0" w:line="240" w:lineRule="auto"/>
      </w:pPr>
      <w:r>
        <w:continuationSeparator/>
      </w:r>
    </w:p>
  </w:endnote>
  <w:endnote w:type="continuationNotice" w:id="1">
    <w:p w14:paraId="205AD4E4" w14:textId="77777777" w:rsidR="00195ED6" w:rsidRDefault="00195E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gona Book"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990"/>
      <w:gridCol w:w="4990"/>
      <w:gridCol w:w="4990"/>
    </w:tblGrid>
    <w:tr w:rsidR="524F2486" w14:paraId="6C579313" w14:textId="77777777" w:rsidTr="524F2486">
      <w:trPr>
        <w:trHeight w:val="300"/>
      </w:trPr>
      <w:tc>
        <w:tcPr>
          <w:tcW w:w="4990" w:type="dxa"/>
        </w:tcPr>
        <w:p w14:paraId="182705A1" w14:textId="0C1ADAF1" w:rsidR="524F2486" w:rsidRDefault="524F2486" w:rsidP="524F2486">
          <w:pPr>
            <w:pStyle w:val="Header"/>
            <w:ind w:left="-115"/>
          </w:pPr>
        </w:p>
      </w:tc>
      <w:tc>
        <w:tcPr>
          <w:tcW w:w="4990" w:type="dxa"/>
        </w:tcPr>
        <w:p w14:paraId="3F0EB782" w14:textId="15B64CB1" w:rsidR="524F2486" w:rsidRDefault="524F2486" w:rsidP="524F2486">
          <w:pPr>
            <w:pStyle w:val="Header"/>
            <w:jc w:val="center"/>
          </w:pPr>
        </w:p>
      </w:tc>
      <w:tc>
        <w:tcPr>
          <w:tcW w:w="4990" w:type="dxa"/>
        </w:tcPr>
        <w:p w14:paraId="62B4240F" w14:textId="656966EE" w:rsidR="524F2486" w:rsidRDefault="524F2486" w:rsidP="524F2486">
          <w:pPr>
            <w:pStyle w:val="Header"/>
            <w:ind w:right="-115"/>
            <w:jc w:val="right"/>
          </w:pPr>
        </w:p>
      </w:tc>
    </w:tr>
  </w:tbl>
  <w:p w14:paraId="16128F6A" w14:textId="5F0F5A1D" w:rsidR="524F2486" w:rsidRDefault="524F2486" w:rsidP="524F24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3BCB" w14:textId="77777777" w:rsidR="00195ED6" w:rsidRDefault="00195ED6" w:rsidP="00A93D4E">
      <w:pPr>
        <w:spacing w:after="0" w:line="240" w:lineRule="auto"/>
      </w:pPr>
      <w:r>
        <w:separator/>
      </w:r>
    </w:p>
  </w:footnote>
  <w:footnote w:type="continuationSeparator" w:id="0">
    <w:p w14:paraId="72EDA3F4" w14:textId="77777777" w:rsidR="00195ED6" w:rsidRDefault="00195ED6" w:rsidP="00A93D4E">
      <w:pPr>
        <w:spacing w:after="0" w:line="240" w:lineRule="auto"/>
      </w:pPr>
      <w:r>
        <w:continuationSeparator/>
      </w:r>
    </w:p>
  </w:footnote>
  <w:footnote w:type="continuationNotice" w:id="1">
    <w:p w14:paraId="1FA33C03" w14:textId="77777777" w:rsidR="00195ED6" w:rsidRDefault="00195E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670C9" w14:textId="77777777" w:rsidR="00C100B3" w:rsidRDefault="00C100B3">
    <w:pPr>
      <w:pStyle w:val="Header"/>
    </w:pPr>
    <w:r w:rsidRPr="00872CC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546045" wp14:editId="65FE319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58400" cy="2041200"/>
              <wp:effectExtent l="0" t="0" r="0" b="0"/>
              <wp:wrapNone/>
              <wp:docPr id="6" name="Rectangle 5">
                <a:extLst xmlns:a="http://schemas.openxmlformats.org/drawingml/2006/main">
                  <a:ext uri="{FF2B5EF4-FFF2-40B4-BE49-F238E27FC236}">
                    <a16:creationId xmlns:a16="http://schemas.microsoft.com/office/drawing/2014/main" id="{8E74A688-B7B3-4310-B929-E2910E42203F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0" cy="2041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dec="http://schemas.microsoft.com/office/drawing/2017/decorative" xmlns:a16="http://schemas.microsoft.com/office/drawing/2014/main" xmlns:a="http://schemas.openxmlformats.org/drawingml/2006/main" xmlns:w16du="http://schemas.microsoft.com/office/word/2023/wordml/word16du">
          <w:pict w14:anchorId="75E92AB8">
            <v:rect id="Rectangle 5" style="position:absolute;margin-left:0;margin-top:0;width:11in;height:160.7pt;z-index:251659264;visibility:visible;mso-wrap-style:square;mso-width-percent:1000;mso-height-percent: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0;mso-width-relative:page;mso-height-relative:margin;v-text-anchor:middle" alt="&quot;&quot;" o:spid="_x0000_s1026" fillcolor="#f2f2f2 [3052]" stroked="f" strokeweight="1pt" w14:anchorId="72A423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cwMbEwtjQzMDcyM7BQ0lEKTi0uzszPAykwqgUAQ53FmiwAAAA="/>
  </w:docVars>
  <w:rsids>
    <w:rsidRoot w:val="004A0A9C"/>
    <w:rsid w:val="00004954"/>
    <w:rsid w:val="00017F6B"/>
    <w:rsid w:val="000273DD"/>
    <w:rsid w:val="000357C6"/>
    <w:rsid w:val="00042BFE"/>
    <w:rsid w:val="00043726"/>
    <w:rsid w:val="00067294"/>
    <w:rsid w:val="000A6D6F"/>
    <w:rsid w:val="000D0D81"/>
    <w:rsid w:val="000D44F3"/>
    <w:rsid w:val="000F2F10"/>
    <w:rsid w:val="00105880"/>
    <w:rsid w:val="001143B2"/>
    <w:rsid w:val="00125524"/>
    <w:rsid w:val="00147045"/>
    <w:rsid w:val="001615C1"/>
    <w:rsid w:val="001861B6"/>
    <w:rsid w:val="00193B66"/>
    <w:rsid w:val="00195ED6"/>
    <w:rsid w:val="00197E7C"/>
    <w:rsid w:val="001A362A"/>
    <w:rsid w:val="001A3CB0"/>
    <w:rsid w:val="001E4116"/>
    <w:rsid w:val="002071F6"/>
    <w:rsid w:val="00215161"/>
    <w:rsid w:val="00237A17"/>
    <w:rsid w:val="00241E44"/>
    <w:rsid w:val="00252F08"/>
    <w:rsid w:val="002721DD"/>
    <w:rsid w:val="00286E87"/>
    <w:rsid w:val="002B2CD7"/>
    <w:rsid w:val="002B5A8C"/>
    <w:rsid w:val="002C5DA9"/>
    <w:rsid w:val="002D2A47"/>
    <w:rsid w:val="002F3255"/>
    <w:rsid w:val="00323DBB"/>
    <w:rsid w:val="0032665D"/>
    <w:rsid w:val="003334CF"/>
    <w:rsid w:val="00371FDC"/>
    <w:rsid w:val="00383FBC"/>
    <w:rsid w:val="00395FFA"/>
    <w:rsid w:val="003D097C"/>
    <w:rsid w:val="003D0B37"/>
    <w:rsid w:val="003E278E"/>
    <w:rsid w:val="003E4E9C"/>
    <w:rsid w:val="003E6024"/>
    <w:rsid w:val="0042466C"/>
    <w:rsid w:val="00437872"/>
    <w:rsid w:val="00447F18"/>
    <w:rsid w:val="0045360B"/>
    <w:rsid w:val="00454CB8"/>
    <w:rsid w:val="004A0532"/>
    <w:rsid w:val="004A0A9C"/>
    <w:rsid w:val="004B2ED6"/>
    <w:rsid w:val="004C7C1D"/>
    <w:rsid w:val="004D3FF5"/>
    <w:rsid w:val="004E014A"/>
    <w:rsid w:val="00547648"/>
    <w:rsid w:val="0058713E"/>
    <w:rsid w:val="005A20B8"/>
    <w:rsid w:val="005E6574"/>
    <w:rsid w:val="006378E3"/>
    <w:rsid w:val="006764B0"/>
    <w:rsid w:val="00684C3E"/>
    <w:rsid w:val="006B6008"/>
    <w:rsid w:val="006D29C8"/>
    <w:rsid w:val="006E6A6B"/>
    <w:rsid w:val="006F5BB8"/>
    <w:rsid w:val="0073653B"/>
    <w:rsid w:val="00740A94"/>
    <w:rsid w:val="00742DE7"/>
    <w:rsid w:val="0074320F"/>
    <w:rsid w:val="00751DBE"/>
    <w:rsid w:val="00765038"/>
    <w:rsid w:val="007860FD"/>
    <w:rsid w:val="0079040E"/>
    <w:rsid w:val="0079172A"/>
    <w:rsid w:val="007927B9"/>
    <w:rsid w:val="00792BD3"/>
    <w:rsid w:val="0079382C"/>
    <w:rsid w:val="007A28B5"/>
    <w:rsid w:val="007B1C28"/>
    <w:rsid w:val="007D26E7"/>
    <w:rsid w:val="007F4FD7"/>
    <w:rsid w:val="00801562"/>
    <w:rsid w:val="00804EAE"/>
    <w:rsid w:val="008150C7"/>
    <w:rsid w:val="00823450"/>
    <w:rsid w:val="00870EC8"/>
    <w:rsid w:val="00872CC6"/>
    <w:rsid w:val="00885019"/>
    <w:rsid w:val="008C5B64"/>
    <w:rsid w:val="008F0FA8"/>
    <w:rsid w:val="00923D79"/>
    <w:rsid w:val="00960458"/>
    <w:rsid w:val="00961DA4"/>
    <w:rsid w:val="0096442C"/>
    <w:rsid w:val="0098654B"/>
    <w:rsid w:val="009A13E1"/>
    <w:rsid w:val="009A3539"/>
    <w:rsid w:val="009C4547"/>
    <w:rsid w:val="009D2939"/>
    <w:rsid w:val="009E6570"/>
    <w:rsid w:val="00A06194"/>
    <w:rsid w:val="00A21C0B"/>
    <w:rsid w:val="00A67A22"/>
    <w:rsid w:val="00A70B68"/>
    <w:rsid w:val="00A7573E"/>
    <w:rsid w:val="00A93D4E"/>
    <w:rsid w:val="00AA69D5"/>
    <w:rsid w:val="00AA7BE5"/>
    <w:rsid w:val="00AC48EC"/>
    <w:rsid w:val="00AD6E02"/>
    <w:rsid w:val="00AF7D70"/>
    <w:rsid w:val="00B0326B"/>
    <w:rsid w:val="00B151B4"/>
    <w:rsid w:val="00B20F16"/>
    <w:rsid w:val="00B23EC7"/>
    <w:rsid w:val="00B534A8"/>
    <w:rsid w:val="00B569C0"/>
    <w:rsid w:val="00B679F1"/>
    <w:rsid w:val="00B91C01"/>
    <w:rsid w:val="00BB4157"/>
    <w:rsid w:val="00BC1C97"/>
    <w:rsid w:val="00BD560E"/>
    <w:rsid w:val="00BF54A2"/>
    <w:rsid w:val="00C03593"/>
    <w:rsid w:val="00C100B3"/>
    <w:rsid w:val="00C25C3C"/>
    <w:rsid w:val="00C44B01"/>
    <w:rsid w:val="00C61B00"/>
    <w:rsid w:val="00C902FD"/>
    <w:rsid w:val="00C91A52"/>
    <w:rsid w:val="00CC5A1F"/>
    <w:rsid w:val="00D10983"/>
    <w:rsid w:val="00D35393"/>
    <w:rsid w:val="00D421E3"/>
    <w:rsid w:val="00D7093F"/>
    <w:rsid w:val="00DD59FC"/>
    <w:rsid w:val="00E03E6C"/>
    <w:rsid w:val="00E24F4F"/>
    <w:rsid w:val="00E27DDF"/>
    <w:rsid w:val="00E36ACD"/>
    <w:rsid w:val="00E51338"/>
    <w:rsid w:val="00E70E28"/>
    <w:rsid w:val="00E74826"/>
    <w:rsid w:val="00ED4B2E"/>
    <w:rsid w:val="00EF6469"/>
    <w:rsid w:val="00F478E7"/>
    <w:rsid w:val="00F50CBE"/>
    <w:rsid w:val="00F65B25"/>
    <w:rsid w:val="00F6615F"/>
    <w:rsid w:val="00F70DBE"/>
    <w:rsid w:val="00F77934"/>
    <w:rsid w:val="00F95E9F"/>
    <w:rsid w:val="00FB1A9D"/>
    <w:rsid w:val="00FB6557"/>
    <w:rsid w:val="00FD7327"/>
    <w:rsid w:val="00FE44FD"/>
    <w:rsid w:val="00FE6E98"/>
    <w:rsid w:val="00FF0FE7"/>
    <w:rsid w:val="0144C561"/>
    <w:rsid w:val="02D83850"/>
    <w:rsid w:val="030284DE"/>
    <w:rsid w:val="04BED6A3"/>
    <w:rsid w:val="0504FFA9"/>
    <w:rsid w:val="0855A38D"/>
    <w:rsid w:val="0A0DB267"/>
    <w:rsid w:val="0A267075"/>
    <w:rsid w:val="0B421940"/>
    <w:rsid w:val="0B6D846F"/>
    <w:rsid w:val="0C201D2C"/>
    <w:rsid w:val="0F675263"/>
    <w:rsid w:val="0F799855"/>
    <w:rsid w:val="102E54F0"/>
    <w:rsid w:val="1155D46F"/>
    <w:rsid w:val="11AECACE"/>
    <w:rsid w:val="11CDB722"/>
    <w:rsid w:val="11FB8E36"/>
    <w:rsid w:val="14821860"/>
    <w:rsid w:val="16D18CBE"/>
    <w:rsid w:val="175757B2"/>
    <w:rsid w:val="1806042A"/>
    <w:rsid w:val="1BEEA083"/>
    <w:rsid w:val="1CE0DC68"/>
    <w:rsid w:val="1CED32CD"/>
    <w:rsid w:val="2032B5DF"/>
    <w:rsid w:val="209D8394"/>
    <w:rsid w:val="22B25BD9"/>
    <w:rsid w:val="22F06BA9"/>
    <w:rsid w:val="230396A2"/>
    <w:rsid w:val="2483C260"/>
    <w:rsid w:val="251C525D"/>
    <w:rsid w:val="25CA81DA"/>
    <w:rsid w:val="262F6084"/>
    <w:rsid w:val="269EE8B5"/>
    <w:rsid w:val="26ADCF5C"/>
    <w:rsid w:val="28A0620F"/>
    <w:rsid w:val="29BB15E7"/>
    <w:rsid w:val="2AD194CD"/>
    <w:rsid w:val="2C5EEEED"/>
    <w:rsid w:val="2EB38E1F"/>
    <w:rsid w:val="2F803EC1"/>
    <w:rsid w:val="3054A198"/>
    <w:rsid w:val="3065C85D"/>
    <w:rsid w:val="36B057BE"/>
    <w:rsid w:val="37F9A946"/>
    <w:rsid w:val="386BE56B"/>
    <w:rsid w:val="392FCE33"/>
    <w:rsid w:val="39D33396"/>
    <w:rsid w:val="39FBC909"/>
    <w:rsid w:val="3AF570EF"/>
    <w:rsid w:val="3B946CEB"/>
    <w:rsid w:val="40783EE8"/>
    <w:rsid w:val="40963C49"/>
    <w:rsid w:val="40F1D978"/>
    <w:rsid w:val="41FE20EB"/>
    <w:rsid w:val="426336A8"/>
    <w:rsid w:val="4419E79C"/>
    <w:rsid w:val="447A6406"/>
    <w:rsid w:val="456A0A39"/>
    <w:rsid w:val="46201845"/>
    <w:rsid w:val="471D652A"/>
    <w:rsid w:val="4753A277"/>
    <w:rsid w:val="47C0C899"/>
    <w:rsid w:val="486A69D8"/>
    <w:rsid w:val="4902F6FA"/>
    <w:rsid w:val="4CD58227"/>
    <w:rsid w:val="4D8C3AEC"/>
    <w:rsid w:val="4F288637"/>
    <w:rsid w:val="4FF4701C"/>
    <w:rsid w:val="508AB78D"/>
    <w:rsid w:val="5241F12D"/>
    <w:rsid w:val="524F2486"/>
    <w:rsid w:val="53425CFA"/>
    <w:rsid w:val="5387D86D"/>
    <w:rsid w:val="53B40F73"/>
    <w:rsid w:val="54ED5350"/>
    <w:rsid w:val="55B3833F"/>
    <w:rsid w:val="58128DE0"/>
    <w:rsid w:val="592A8908"/>
    <w:rsid w:val="5CF41073"/>
    <w:rsid w:val="5E0DA15E"/>
    <w:rsid w:val="5EC9ED6C"/>
    <w:rsid w:val="5FB1A6E6"/>
    <w:rsid w:val="5FE13311"/>
    <w:rsid w:val="5FF88AAF"/>
    <w:rsid w:val="64BFA375"/>
    <w:rsid w:val="664A5097"/>
    <w:rsid w:val="671154CC"/>
    <w:rsid w:val="69A5D923"/>
    <w:rsid w:val="6D72C8A6"/>
    <w:rsid w:val="6DC33B03"/>
    <w:rsid w:val="6F286698"/>
    <w:rsid w:val="725E1EEA"/>
    <w:rsid w:val="72D1DABD"/>
    <w:rsid w:val="757732E7"/>
    <w:rsid w:val="7596613D"/>
    <w:rsid w:val="7622E558"/>
    <w:rsid w:val="782EDFA9"/>
    <w:rsid w:val="78FC34E7"/>
    <w:rsid w:val="7960627B"/>
    <w:rsid w:val="79E529C1"/>
    <w:rsid w:val="7AE7DDBB"/>
    <w:rsid w:val="7B76D2CA"/>
    <w:rsid w:val="7BB32837"/>
    <w:rsid w:val="7D2BBFE6"/>
    <w:rsid w:val="7DF8F9C5"/>
    <w:rsid w:val="7F43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CF73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A17"/>
  </w:style>
  <w:style w:type="paragraph" w:styleId="Heading1">
    <w:name w:val="heading 1"/>
    <w:basedOn w:val="Normal"/>
    <w:next w:val="Normal"/>
    <w:link w:val="Heading1Char"/>
    <w:uiPriority w:val="9"/>
    <w:qFormat/>
    <w:rsid w:val="00A21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B2D42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3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3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4826"/>
  </w:style>
  <w:style w:type="paragraph" w:styleId="Footer">
    <w:name w:val="footer"/>
    <w:basedOn w:val="Normal"/>
    <w:link w:val="FooterChar"/>
    <w:uiPriority w:val="99"/>
    <w:semiHidden/>
    <w:rsid w:val="00A93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826"/>
  </w:style>
  <w:style w:type="paragraph" w:customStyle="1" w:styleId="Month">
    <w:name w:val="Month"/>
    <w:basedOn w:val="Normal"/>
    <w:qFormat/>
    <w:rsid w:val="00B569C0"/>
    <w:pPr>
      <w:spacing w:after="0" w:line="192" w:lineRule="auto"/>
      <w:ind w:left="-144"/>
      <w:contextualSpacing/>
      <w:jc w:val="right"/>
    </w:pPr>
    <w:rPr>
      <w:b/>
      <w:bCs/>
      <w:color w:val="253D59" w:themeColor="accent1"/>
      <w:sz w:val="84"/>
      <w:szCs w:val="96"/>
    </w:rPr>
  </w:style>
  <w:style w:type="paragraph" w:customStyle="1" w:styleId="DayoftheWeek">
    <w:name w:val="Day of the Week"/>
    <w:basedOn w:val="Normal"/>
    <w:qFormat/>
    <w:rsid w:val="00B569C0"/>
    <w:pPr>
      <w:spacing w:after="0" w:line="240" w:lineRule="auto"/>
      <w:ind w:left="113" w:right="113"/>
    </w:pPr>
    <w:rPr>
      <w:b/>
      <w:bCs/>
      <w:color w:val="FFFFFF" w:themeColor="background1"/>
      <w:sz w:val="28"/>
      <w:szCs w:val="28"/>
    </w:rPr>
  </w:style>
  <w:style w:type="paragraph" w:customStyle="1" w:styleId="Year">
    <w:name w:val="Year"/>
    <w:basedOn w:val="Normal"/>
    <w:qFormat/>
    <w:rsid w:val="00B569C0"/>
    <w:pPr>
      <w:spacing w:after="0" w:line="240" w:lineRule="auto"/>
    </w:pPr>
    <w:rPr>
      <w:sz w:val="36"/>
      <w:szCs w:val="36"/>
    </w:rPr>
  </w:style>
  <w:style w:type="paragraph" w:customStyle="1" w:styleId="Weekend">
    <w:name w:val="Weekend"/>
    <w:basedOn w:val="Normal"/>
    <w:qFormat/>
    <w:rsid w:val="00B569C0"/>
    <w:pPr>
      <w:spacing w:after="0" w:line="240" w:lineRule="auto"/>
    </w:pPr>
    <w:rPr>
      <w:color w:val="60A489" w:themeColor="accent5" w:themeShade="BF"/>
    </w:rPr>
  </w:style>
  <w:style w:type="character" w:styleId="PlaceholderText">
    <w:name w:val="Placeholder Text"/>
    <w:basedOn w:val="DefaultParagraphFont"/>
    <w:uiPriority w:val="99"/>
    <w:semiHidden/>
    <w:rsid w:val="00C100B3"/>
    <w:rPr>
      <w:color w:val="808080"/>
    </w:rPr>
  </w:style>
  <w:style w:type="paragraph" w:styleId="ListParagraph">
    <w:name w:val="List Paragraph"/>
    <w:basedOn w:val="Normal"/>
    <w:uiPriority w:val="34"/>
    <w:semiHidden/>
    <w:qFormat/>
    <w:rsid w:val="00C100B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1C0B"/>
    <w:rPr>
      <w:rFonts w:asciiTheme="majorHAnsi" w:eastAsiaTheme="majorEastAsia" w:hAnsiTheme="majorHAnsi" w:cstheme="majorBidi"/>
      <w:color w:val="1B2D42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D4B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071F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holson\AppData\Roaming\Microsoft\Templates\Modern%20calendar%20with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FC4E8F866D485D921AA21092DFC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4EB60-F931-4AA3-829C-3DD01BB911AF}"/>
      </w:docPartPr>
      <w:docPartBody>
        <w:p w:rsidR="005A3F85" w:rsidRDefault="000273DD">
          <w:pPr>
            <w:pStyle w:val="F0FC4E8F866D485D921AA21092DFC439"/>
          </w:pPr>
          <w:r w:rsidRPr="00F65B25">
            <w:t>MON</w:t>
          </w:r>
        </w:p>
      </w:docPartBody>
    </w:docPart>
    <w:docPart>
      <w:docPartPr>
        <w:name w:val="B38FEE161848455C9591BE3108209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80E85-C286-4FE9-A0C7-1687B24DFB90}"/>
      </w:docPartPr>
      <w:docPartBody>
        <w:p w:rsidR="005A3F85" w:rsidRDefault="000273DD">
          <w:pPr>
            <w:pStyle w:val="B38FEE161848455C9591BE3108209C00"/>
          </w:pPr>
          <w:r>
            <w:t>TUE</w:t>
          </w:r>
        </w:p>
      </w:docPartBody>
    </w:docPart>
    <w:docPart>
      <w:docPartPr>
        <w:name w:val="0C43F5A52D34463A8D86D6326E700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7BF69-6E6F-4F9B-9460-4F0C84BFBC50}"/>
      </w:docPartPr>
      <w:docPartBody>
        <w:p w:rsidR="005A3F85" w:rsidRDefault="000273DD">
          <w:pPr>
            <w:pStyle w:val="0C43F5A52D34463A8D86D6326E7006C2"/>
          </w:pPr>
          <w:r w:rsidRPr="00F65B25">
            <w:t>WED</w:t>
          </w:r>
        </w:p>
      </w:docPartBody>
    </w:docPart>
    <w:docPart>
      <w:docPartPr>
        <w:name w:val="DF915939BCB5444789CCDC629F353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C29A3-DBC5-42C9-B486-DC53CA532ED3}"/>
      </w:docPartPr>
      <w:docPartBody>
        <w:p w:rsidR="005A3F85" w:rsidRDefault="000273DD">
          <w:pPr>
            <w:pStyle w:val="DF915939BCB5444789CCDC629F353BA9"/>
          </w:pPr>
          <w:r w:rsidRPr="00F65B25">
            <w:t>THU</w:t>
          </w:r>
        </w:p>
      </w:docPartBody>
    </w:docPart>
    <w:docPart>
      <w:docPartPr>
        <w:name w:val="FB92E7C6ED8D403B8D0823C2DC5A7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B5F3B-52EC-43E5-A038-76E63AB9CB76}"/>
      </w:docPartPr>
      <w:docPartBody>
        <w:p w:rsidR="005A3F85" w:rsidRDefault="000273DD">
          <w:pPr>
            <w:pStyle w:val="FB92E7C6ED8D403B8D0823C2DC5A77F1"/>
          </w:pPr>
          <w:r w:rsidRPr="00F65B25">
            <w:t>FRI</w:t>
          </w:r>
        </w:p>
      </w:docPartBody>
    </w:docPart>
    <w:docPart>
      <w:docPartPr>
        <w:name w:val="B2F7210F56014C49BFD83AF8C48F1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425EB-A2BD-41BE-B2BC-C51A848F9A8B}"/>
      </w:docPartPr>
      <w:docPartBody>
        <w:p w:rsidR="005A3F85" w:rsidRDefault="000273DD">
          <w:pPr>
            <w:pStyle w:val="B2F7210F56014C49BFD83AF8C48F1F64"/>
          </w:pPr>
          <w:r w:rsidRPr="00F65B25">
            <w:t>SAT</w:t>
          </w:r>
        </w:p>
      </w:docPartBody>
    </w:docPart>
    <w:docPart>
      <w:docPartPr>
        <w:name w:val="151E2770FFA44E01A3E1DA1C5170B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08B08-71BE-42F7-AFF8-5463D2EED2CD}"/>
      </w:docPartPr>
      <w:docPartBody>
        <w:p w:rsidR="005A3F85" w:rsidRDefault="000273DD">
          <w:pPr>
            <w:pStyle w:val="151E2770FFA44E01A3E1DA1C5170BB4C"/>
          </w:pPr>
          <w:r w:rsidRPr="00F65B25">
            <w:t>SUN</w:t>
          </w:r>
        </w:p>
      </w:docPartBody>
    </w:docPart>
    <w:docPart>
      <w:docPartPr>
        <w:name w:val="7FF5B07029944D81824CE2A79570A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827B3-0CB1-4243-8436-F00591AC6D26}"/>
      </w:docPartPr>
      <w:docPartBody>
        <w:p w:rsidR="005A3F85" w:rsidRDefault="000273DD">
          <w:pPr>
            <w:pStyle w:val="7FF5B07029944D81824CE2A79570ABB4"/>
          </w:pPr>
          <w:r>
            <w:t>April</w:t>
          </w:r>
        </w:p>
      </w:docPartBody>
    </w:docPart>
    <w:docPart>
      <w:docPartPr>
        <w:name w:val="B2683C25424141BCB93E77E760DFA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38D56-D673-413B-807C-E913399CA71A}"/>
      </w:docPartPr>
      <w:docPartBody>
        <w:p w:rsidR="005A3F85" w:rsidRDefault="000273DD">
          <w:pPr>
            <w:pStyle w:val="B2683C25424141BCB93E77E760DFA7EB"/>
          </w:pPr>
          <w:r w:rsidRPr="00F65B25">
            <w:t>MON</w:t>
          </w:r>
        </w:p>
      </w:docPartBody>
    </w:docPart>
    <w:docPart>
      <w:docPartPr>
        <w:name w:val="172DA758BD9F4047B513388887190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839A0-AA3E-434C-BCC3-210CFB45665B}"/>
      </w:docPartPr>
      <w:docPartBody>
        <w:p w:rsidR="005A3F85" w:rsidRDefault="000273DD">
          <w:pPr>
            <w:pStyle w:val="172DA758BD9F4047B513388887190321"/>
          </w:pPr>
          <w:r>
            <w:t>TUE</w:t>
          </w:r>
        </w:p>
      </w:docPartBody>
    </w:docPart>
    <w:docPart>
      <w:docPartPr>
        <w:name w:val="F69C598C394E4B5E846157A7352D9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A312A-A4B7-4C63-A436-2E68B7450E0F}"/>
      </w:docPartPr>
      <w:docPartBody>
        <w:p w:rsidR="005A3F85" w:rsidRDefault="000273DD">
          <w:pPr>
            <w:pStyle w:val="F69C598C394E4B5E846157A7352D9093"/>
          </w:pPr>
          <w:r w:rsidRPr="00F65B25">
            <w:t>WED</w:t>
          </w:r>
        </w:p>
      </w:docPartBody>
    </w:docPart>
    <w:docPart>
      <w:docPartPr>
        <w:name w:val="E864C4C9725341D185674ED685FF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C9A1F-652C-4A40-B1F5-230214B2014E}"/>
      </w:docPartPr>
      <w:docPartBody>
        <w:p w:rsidR="005A3F85" w:rsidRDefault="000273DD">
          <w:pPr>
            <w:pStyle w:val="E864C4C9725341D185674ED685FF5FB0"/>
          </w:pPr>
          <w:r w:rsidRPr="00F65B25">
            <w:t>THU</w:t>
          </w:r>
        </w:p>
      </w:docPartBody>
    </w:docPart>
    <w:docPart>
      <w:docPartPr>
        <w:name w:val="62746F02A33945F4934E17993111A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1298D-BD96-40BC-822C-3F2D6B6730FD}"/>
      </w:docPartPr>
      <w:docPartBody>
        <w:p w:rsidR="005A3F85" w:rsidRDefault="000273DD">
          <w:pPr>
            <w:pStyle w:val="62746F02A33945F4934E17993111AE72"/>
          </w:pPr>
          <w:r w:rsidRPr="00F65B25">
            <w:t>FRI</w:t>
          </w:r>
        </w:p>
      </w:docPartBody>
    </w:docPart>
    <w:docPart>
      <w:docPartPr>
        <w:name w:val="6FA714AD97074A378A066410F1BCE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BDEA9-D99B-49AC-ADB5-ED99C92B80C4}"/>
      </w:docPartPr>
      <w:docPartBody>
        <w:p w:rsidR="005A3F85" w:rsidRDefault="000273DD">
          <w:pPr>
            <w:pStyle w:val="6FA714AD97074A378A066410F1BCEA26"/>
          </w:pPr>
          <w:r w:rsidRPr="00F65B25">
            <w:t>SAT</w:t>
          </w:r>
        </w:p>
      </w:docPartBody>
    </w:docPart>
    <w:docPart>
      <w:docPartPr>
        <w:name w:val="FB7B2DB9712648A6A85B09705B320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60297-7DC3-4906-9EEE-97812BD5C12C}"/>
      </w:docPartPr>
      <w:docPartBody>
        <w:p w:rsidR="005A3F85" w:rsidRDefault="000273DD">
          <w:pPr>
            <w:pStyle w:val="FB7B2DB9712648A6A85B09705B320379"/>
          </w:pPr>
          <w:r w:rsidRPr="00F65B25">
            <w:t>SUN</w:t>
          </w:r>
        </w:p>
      </w:docPartBody>
    </w:docPart>
    <w:docPart>
      <w:docPartPr>
        <w:name w:val="1613D0810370403B95AD7258E0CC9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AC01C-5980-40A4-8910-C339DCE12EB0}"/>
      </w:docPartPr>
      <w:docPartBody>
        <w:p w:rsidR="005A3F85" w:rsidRDefault="000273DD">
          <w:pPr>
            <w:pStyle w:val="1613D0810370403B95AD7258E0CC9B33"/>
          </w:pPr>
          <w:r>
            <w:t>May</w:t>
          </w:r>
        </w:p>
      </w:docPartBody>
    </w:docPart>
    <w:docPart>
      <w:docPartPr>
        <w:name w:val="62C928668FC34136B02A64115D973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96F14-AF07-4F5E-8818-DEEBFEA83FB4}"/>
      </w:docPartPr>
      <w:docPartBody>
        <w:p w:rsidR="005A3F85" w:rsidRDefault="000273DD">
          <w:pPr>
            <w:pStyle w:val="62C928668FC34136B02A64115D973B54"/>
          </w:pPr>
          <w:r w:rsidRPr="00F65B25">
            <w:t>MON</w:t>
          </w:r>
        </w:p>
      </w:docPartBody>
    </w:docPart>
    <w:docPart>
      <w:docPartPr>
        <w:name w:val="64878FFE03A2490285300D8A61379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A2698-6E21-4C33-B990-3D19BF4D1213}"/>
      </w:docPartPr>
      <w:docPartBody>
        <w:p w:rsidR="005A3F85" w:rsidRDefault="000273DD">
          <w:pPr>
            <w:pStyle w:val="64878FFE03A2490285300D8A61379762"/>
          </w:pPr>
          <w:r>
            <w:t>TUE</w:t>
          </w:r>
        </w:p>
      </w:docPartBody>
    </w:docPart>
    <w:docPart>
      <w:docPartPr>
        <w:name w:val="CD8A2D7F275542F699AD8A6BB40C6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D719-640C-4B26-90D6-742CFBA9C8FE}"/>
      </w:docPartPr>
      <w:docPartBody>
        <w:p w:rsidR="005A3F85" w:rsidRDefault="000273DD">
          <w:pPr>
            <w:pStyle w:val="CD8A2D7F275542F699AD8A6BB40C6D3D"/>
          </w:pPr>
          <w:r w:rsidRPr="00F65B25">
            <w:t>WED</w:t>
          </w:r>
        </w:p>
      </w:docPartBody>
    </w:docPart>
    <w:docPart>
      <w:docPartPr>
        <w:name w:val="F0CABAD1EAA04E358717AA72A2973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28F4B-4F51-404B-9ADB-D0B0A179388D}"/>
      </w:docPartPr>
      <w:docPartBody>
        <w:p w:rsidR="005A3F85" w:rsidRDefault="000273DD">
          <w:pPr>
            <w:pStyle w:val="F0CABAD1EAA04E358717AA72A2973910"/>
          </w:pPr>
          <w:r w:rsidRPr="00F65B25">
            <w:t>THU</w:t>
          </w:r>
        </w:p>
      </w:docPartBody>
    </w:docPart>
    <w:docPart>
      <w:docPartPr>
        <w:name w:val="105892FAED884269A6839D91C29BF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26CE0-F761-43D8-87A4-4F080B9EB128}"/>
      </w:docPartPr>
      <w:docPartBody>
        <w:p w:rsidR="005A3F85" w:rsidRDefault="000273DD">
          <w:pPr>
            <w:pStyle w:val="105892FAED884269A6839D91C29BFABB"/>
          </w:pPr>
          <w:r w:rsidRPr="00F65B25">
            <w:t>FRI</w:t>
          </w:r>
        </w:p>
      </w:docPartBody>
    </w:docPart>
    <w:docPart>
      <w:docPartPr>
        <w:name w:val="AFEE67BEAB734FEAAC93734B2AFD3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8A978-9CC8-4D61-AD15-D4A40803FA29}"/>
      </w:docPartPr>
      <w:docPartBody>
        <w:p w:rsidR="005A3F85" w:rsidRDefault="000273DD">
          <w:pPr>
            <w:pStyle w:val="AFEE67BEAB734FEAAC93734B2AFD3A25"/>
          </w:pPr>
          <w:r w:rsidRPr="00F65B25">
            <w:t>SAT</w:t>
          </w:r>
        </w:p>
      </w:docPartBody>
    </w:docPart>
    <w:docPart>
      <w:docPartPr>
        <w:name w:val="4641D1A2833B4E29AAB63F0B2438C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A99DE-3043-46CC-9EC6-8A395E3DBA02}"/>
      </w:docPartPr>
      <w:docPartBody>
        <w:p w:rsidR="005A3F85" w:rsidRDefault="000273DD">
          <w:pPr>
            <w:pStyle w:val="4641D1A2833B4E29AAB63F0B2438C4C5"/>
          </w:pPr>
          <w:r w:rsidRPr="00F65B25">
            <w:t>SUN</w:t>
          </w:r>
        </w:p>
      </w:docPartBody>
    </w:docPart>
    <w:docPart>
      <w:docPartPr>
        <w:name w:val="8F60D1FDE1E34A46847B44222D182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E2F77-7D62-4E4E-BD0D-36F7127BA70B}"/>
      </w:docPartPr>
      <w:docPartBody>
        <w:p w:rsidR="005A3F85" w:rsidRDefault="000273DD" w:rsidP="000273DD">
          <w:r>
            <w:t>June</w:t>
          </w:r>
        </w:p>
      </w:docPartBody>
    </w:docPart>
    <w:docPart>
      <w:docPartPr>
        <w:name w:val="37DAC94A4D494458978DA6900BEB4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C5AFB-AA5E-4E19-BF2F-00B02B29E9A5}"/>
      </w:docPartPr>
      <w:docPartBody>
        <w:p w:rsidR="005A3F85" w:rsidRDefault="000273DD" w:rsidP="000273DD">
          <w:r w:rsidRPr="00F65B25">
            <w:t>MON</w:t>
          </w:r>
        </w:p>
      </w:docPartBody>
    </w:docPart>
    <w:docPart>
      <w:docPartPr>
        <w:name w:val="6817E5152A7649048ED4FD96E68DB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2D5B6-AEF7-48A3-B001-DE89C9828A72}"/>
      </w:docPartPr>
      <w:docPartBody>
        <w:p w:rsidR="005A3F85" w:rsidRDefault="000273DD" w:rsidP="000273DD">
          <w:r>
            <w:t>TUE</w:t>
          </w:r>
        </w:p>
      </w:docPartBody>
    </w:docPart>
    <w:docPart>
      <w:docPartPr>
        <w:name w:val="902D63539B6C449DAB66F759950AF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269C7-508F-49D0-97E1-74B5AFE25D91}"/>
      </w:docPartPr>
      <w:docPartBody>
        <w:p w:rsidR="005A3F85" w:rsidRDefault="000273DD" w:rsidP="000273DD">
          <w:r w:rsidRPr="00F65B25">
            <w:t>WED</w:t>
          </w:r>
        </w:p>
      </w:docPartBody>
    </w:docPart>
    <w:docPart>
      <w:docPartPr>
        <w:name w:val="A8658F967B024E41B61691E42D0E0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D7D5A-0435-4564-A23B-2DFF73617A58}"/>
      </w:docPartPr>
      <w:docPartBody>
        <w:p w:rsidR="005A3F85" w:rsidRDefault="000273DD" w:rsidP="000273DD">
          <w:r w:rsidRPr="00F65B25">
            <w:t>THU</w:t>
          </w:r>
        </w:p>
      </w:docPartBody>
    </w:docPart>
    <w:docPart>
      <w:docPartPr>
        <w:name w:val="E17921F6884C4B5B978AE367B5747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19CB7-E86F-45B3-9A23-C9B5500A7D3C}"/>
      </w:docPartPr>
      <w:docPartBody>
        <w:p w:rsidR="005A3F85" w:rsidRDefault="000273DD" w:rsidP="000273DD">
          <w:r w:rsidRPr="00F65B25">
            <w:t>FRI</w:t>
          </w:r>
        </w:p>
      </w:docPartBody>
    </w:docPart>
    <w:docPart>
      <w:docPartPr>
        <w:name w:val="BE52D27E9B2E4C38A907FC7D7B6FF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75A15-48FE-4E1A-A4BF-AA112B249273}"/>
      </w:docPartPr>
      <w:docPartBody>
        <w:p w:rsidR="005A3F85" w:rsidRDefault="000273DD" w:rsidP="000273DD">
          <w:r w:rsidRPr="00F65B25">
            <w:t>SAT</w:t>
          </w:r>
        </w:p>
      </w:docPartBody>
    </w:docPart>
    <w:docPart>
      <w:docPartPr>
        <w:name w:val="AB807450E93F423FAB311D0F582B1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2E759-1988-4C5C-AF90-43ECA60D0DDC}"/>
      </w:docPartPr>
      <w:docPartBody>
        <w:p w:rsidR="005A3F85" w:rsidRDefault="000273DD" w:rsidP="000273DD">
          <w:r w:rsidRPr="00F65B25">
            <w:t>SUN</w:t>
          </w:r>
        </w:p>
      </w:docPartBody>
    </w:docPart>
    <w:docPart>
      <w:docPartPr>
        <w:name w:val="7B4A1EF8E20F4B58AE90EC68B8179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87A8F-2920-46B2-A397-79042B47FF86}"/>
      </w:docPartPr>
      <w:docPartBody>
        <w:p w:rsidR="005A3F85" w:rsidRDefault="000273DD" w:rsidP="000273DD">
          <w:r>
            <w:t>July</w:t>
          </w:r>
        </w:p>
      </w:docPartBody>
    </w:docPart>
    <w:docPart>
      <w:docPartPr>
        <w:name w:val="6038D285F7E84B9AB729D948165DB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18284-A3A6-4B53-9F88-BEA0D3B6D0C4}"/>
      </w:docPartPr>
      <w:docPartBody>
        <w:p w:rsidR="005A3F85" w:rsidRDefault="000273DD" w:rsidP="000273DD">
          <w:r w:rsidRPr="00F65B25">
            <w:t>MON</w:t>
          </w:r>
        </w:p>
      </w:docPartBody>
    </w:docPart>
    <w:docPart>
      <w:docPartPr>
        <w:name w:val="AE8021E906B544F290FD7337BA400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943B8-D2B9-4A72-9C06-5759D74CD8B2}"/>
      </w:docPartPr>
      <w:docPartBody>
        <w:p w:rsidR="005A3F85" w:rsidRDefault="000273DD" w:rsidP="000273DD">
          <w:r>
            <w:t>TUE</w:t>
          </w:r>
        </w:p>
      </w:docPartBody>
    </w:docPart>
    <w:docPart>
      <w:docPartPr>
        <w:name w:val="4076536EFEA9483789B21D6BCADCB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328A4-4894-4701-85D9-9A5602D4CAD5}"/>
      </w:docPartPr>
      <w:docPartBody>
        <w:p w:rsidR="005A3F85" w:rsidRDefault="000273DD" w:rsidP="000273DD">
          <w:r w:rsidRPr="00F65B25">
            <w:t>WED</w:t>
          </w:r>
        </w:p>
      </w:docPartBody>
    </w:docPart>
    <w:docPart>
      <w:docPartPr>
        <w:name w:val="260A535B0F754FC2A017221293D3F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443B1-F136-4803-8BD4-3E18F5CD9C6B}"/>
      </w:docPartPr>
      <w:docPartBody>
        <w:p w:rsidR="005A3F85" w:rsidRDefault="000273DD" w:rsidP="000273DD">
          <w:r w:rsidRPr="00F65B25">
            <w:t>THU</w:t>
          </w:r>
        </w:p>
      </w:docPartBody>
    </w:docPart>
    <w:docPart>
      <w:docPartPr>
        <w:name w:val="37997C48C365481DB607034371294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7F668-B3E2-4D4D-96FC-668389E6E04D}"/>
      </w:docPartPr>
      <w:docPartBody>
        <w:p w:rsidR="005A3F85" w:rsidRDefault="000273DD" w:rsidP="000273DD">
          <w:r w:rsidRPr="00F65B25">
            <w:t>FRI</w:t>
          </w:r>
        </w:p>
      </w:docPartBody>
    </w:docPart>
    <w:docPart>
      <w:docPartPr>
        <w:name w:val="3415C0D3CAD94E078852455BCD1F5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3207D-732C-4251-B080-8DD88D7176E0}"/>
      </w:docPartPr>
      <w:docPartBody>
        <w:p w:rsidR="005A3F85" w:rsidRDefault="000273DD" w:rsidP="000273DD">
          <w:r w:rsidRPr="00F65B25">
            <w:t>SAT</w:t>
          </w:r>
        </w:p>
      </w:docPartBody>
    </w:docPart>
    <w:docPart>
      <w:docPartPr>
        <w:name w:val="0F155F9BBB7D4C2F9368B3FC629E8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BEA1E-C1C3-4571-B4E0-39003D0DC722}"/>
      </w:docPartPr>
      <w:docPartBody>
        <w:p w:rsidR="005A3F85" w:rsidRDefault="000273DD" w:rsidP="000273DD">
          <w:r w:rsidRPr="00F65B25">
            <w:t>SUN</w:t>
          </w:r>
        </w:p>
      </w:docPartBody>
    </w:docPart>
    <w:docPart>
      <w:docPartPr>
        <w:name w:val="D70CB1D17308440EB95868ED6C82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41552-BD83-4CF0-8DE9-39F3D0E9C691}"/>
      </w:docPartPr>
      <w:docPartBody>
        <w:p w:rsidR="00E47F2C" w:rsidRDefault="009D2939" w:rsidP="009D2939">
          <w:pPr>
            <w:pStyle w:val="D70CB1D17308440EB95868ED6C82A3F8"/>
          </w:pPr>
          <w:r>
            <w:t>March</w:t>
          </w:r>
        </w:p>
      </w:docPartBody>
    </w:docPart>
    <w:docPart>
      <w:docPartPr>
        <w:name w:val="B4C9BCF4689F49608F83154EBCD28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483DD-ECDC-46FB-B77A-9A8BB529CFE2}"/>
      </w:docPartPr>
      <w:docPartBody>
        <w:p w:rsidR="00E47F2C" w:rsidRDefault="009D2939" w:rsidP="009D2939">
          <w:pPr>
            <w:pStyle w:val="B4C9BCF4689F49608F83154EBCD28C8C"/>
          </w:pPr>
          <w:r w:rsidRPr="00F65B25">
            <w:t>MON</w:t>
          </w:r>
        </w:p>
      </w:docPartBody>
    </w:docPart>
    <w:docPart>
      <w:docPartPr>
        <w:name w:val="B8C6377F15BA4296A96AFB9E24B37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F2703-88DB-4AF3-BE50-4E037DD347C0}"/>
      </w:docPartPr>
      <w:docPartBody>
        <w:p w:rsidR="00E47F2C" w:rsidRDefault="009D2939" w:rsidP="009D2939">
          <w:pPr>
            <w:pStyle w:val="B8C6377F15BA4296A96AFB9E24B37D38"/>
          </w:pPr>
          <w:r>
            <w:t>TUE</w:t>
          </w:r>
        </w:p>
      </w:docPartBody>
    </w:docPart>
    <w:docPart>
      <w:docPartPr>
        <w:name w:val="0810D14A6CF74A9EB23B8757DAF9F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49F7C-F89E-4187-9F1E-6A1087937D2E}"/>
      </w:docPartPr>
      <w:docPartBody>
        <w:p w:rsidR="00E47F2C" w:rsidRDefault="009D2939" w:rsidP="009D2939">
          <w:pPr>
            <w:pStyle w:val="0810D14A6CF74A9EB23B8757DAF9F555"/>
          </w:pPr>
          <w:r w:rsidRPr="00F65B25">
            <w:t>WED</w:t>
          </w:r>
        </w:p>
      </w:docPartBody>
    </w:docPart>
    <w:docPart>
      <w:docPartPr>
        <w:name w:val="763A318DD8324314AF74E2CECACAD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8D758-357E-4FE9-A9C8-7E610C15C5DA}"/>
      </w:docPartPr>
      <w:docPartBody>
        <w:p w:rsidR="00E47F2C" w:rsidRDefault="009D2939" w:rsidP="009D2939">
          <w:pPr>
            <w:pStyle w:val="763A318DD8324314AF74E2CECACADE6B"/>
          </w:pPr>
          <w:r w:rsidRPr="00F65B25">
            <w:t>THU</w:t>
          </w:r>
        </w:p>
      </w:docPartBody>
    </w:docPart>
    <w:docPart>
      <w:docPartPr>
        <w:name w:val="4A83EFE2759F437D85BAD8F34AC03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667EA-D17F-4861-A605-B4CB174FB471}"/>
      </w:docPartPr>
      <w:docPartBody>
        <w:p w:rsidR="00E47F2C" w:rsidRDefault="009D2939" w:rsidP="009D2939">
          <w:pPr>
            <w:pStyle w:val="4A83EFE2759F437D85BAD8F34AC03DBC"/>
          </w:pPr>
          <w:r w:rsidRPr="00F65B25">
            <w:t>FRI</w:t>
          </w:r>
        </w:p>
      </w:docPartBody>
    </w:docPart>
    <w:docPart>
      <w:docPartPr>
        <w:name w:val="C13ADAAB218A4CDAB6CB0E4EDA3C4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7C082-92A5-4E1B-B268-BA74F5368EBB}"/>
      </w:docPartPr>
      <w:docPartBody>
        <w:p w:rsidR="00E47F2C" w:rsidRDefault="009D2939" w:rsidP="009D2939">
          <w:pPr>
            <w:pStyle w:val="C13ADAAB218A4CDAB6CB0E4EDA3C46C1"/>
          </w:pPr>
          <w:r w:rsidRPr="00F65B25">
            <w:t>SAT</w:t>
          </w:r>
        </w:p>
      </w:docPartBody>
    </w:docPart>
    <w:docPart>
      <w:docPartPr>
        <w:name w:val="C965019EDE4D4F64A6919DA5D6961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069DD-E480-4A7C-8FAF-40087529AA24}"/>
      </w:docPartPr>
      <w:docPartBody>
        <w:p w:rsidR="00E47F2C" w:rsidRDefault="009D2939" w:rsidP="009D2939">
          <w:pPr>
            <w:pStyle w:val="C965019EDE4D4F64A6919DA5D6961834"/>
          </w:pPr>
          <w:r w:rsidRPr="00F65B25">
            <w:t>SUN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gona Book"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3DD"/>
    <w:rsid w:val="000273DD"/>
    <w:rsid w:val="005A3F85"/>
    <w:rsid w:val="009D2939"/>
    <w:rsid w:val="00A5144B"/>
    <w:rsid w:val="00E47F2C"/>
    <w:rsid w:val="00FC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FC4E8F866D485D921AA21092DFC439">
    <w:name w:val="F0FC4E8F866D485D921AA21092DFC439"/>
  </w:style>
  <w:style w:type="paragraph" w:customStyle="1" w:styleId="B38FEE161848455C9591BE3108209C00">
    <w:name w:val="B38FEE161848455C9591BE3108209C00"/>
  </w:style>
  <w:style w:type="paragraph" w:customStyle="1" w:styleId="0C43F5A52D34463A8D86D6326E7006C2">
    <w:name w:val="0C43F5A52D34463A8D86D6326E7006C2"/>
  </w:style>
  <w:style w:type="paragraph" w:customStyle="1" w:styleId="DF915939BCB5444789CCDC629F353BA9">
    <w:name w:val="DF915939BCB5444789CCDC629F353BA9"/>
  </w:style>
  <w:style w:type="paragraph" w:customStyle="1" w:styleId="FB92E7C6ED8D403B8D0823C2DC5A77F1">
    <w:name w:val="FB92E7C6ED8D403B8D0823C2DC5A77F1"/>
  </w:style>
  <w:style w:type="paragraph" w:customStyle="1" w:styleId="B2F7210F56014C49BFD83AF8C48F1F64">
    <w:name w:val="B2F7210F56014C49BFD83AF8C48F1F64"/>
  </w:style>
  <w:style w:type="paragraph" w:customStyle="1" w:styleId="151E2770FFA44E01A3E1DA1C5170BB4C">
    <w:name w:val="151E2770FFA44E01A3E1DA1C5170BB4C"/>
  </w:style>
  <w:style w:type="paragraph" w:customStyle="1" w:styleId="7FF5B07029944D81824CE2A79570ABB4">
    <w:name w:val="7FF5B07029944D81824CE2A79570ABB4"/>
  </w:style>
  <w:style w:type="paragraph" w:customStyle="1" w:styleId="B2683C25424141BCB93E77E760DFA7EB">
    <w:name w:val="B2683C25424141BCB93E77E760DFA7EB"/>
  </w:style>
  <w:style w:type="paragraph" w:customStyle="1" w:styleId="172DA758BD9F4047B513388887190321">
    <w:name w:val="172DA758BD9F4047B513388887190321"/>
  </w:style>
  <w:style w:type="paragraph" w:customStyle="1" w:styleId="F69C598C394E4B5E846157A7352D9093">
    <w:name w:val="F69C598C394E4B5E846157A7352D9093"/>
  </w:style>
  <w:style w:type="paragraph" w:customStyle="1" w:styleId="E864C4C9725341D185674ED685FF5FB0">
    <w:name w:val="E864C4C9725341D185674ED685FF5FB0"/>
  </w:style>
  <w:style w:type="paragraph" w:customStyle="1" w:styleId="62746F02A33945F4934E17993111AE72">
    <w:name w:val="62746F02A33945F4934E17993111AE72"/>
  </w:style>
  <w:style w:type="paragraph" w:customStyle="1" w:styleId="6FA714AD97074A378A066410F1BCEA26">
    <w:name w:val="6FA714AD97074A378A066410F1BCEA26"/>
  </w:style>
  <w:style w:type="paragraph" w:customStyle="1" w:styleId="FB7B2DB9712648A6A85B09705B320379">
    <w:name w:val="FB7B2DB9712648A6A85B09705B320379"/>
  </w:style>
  <w:style w:type="paragraph" w:customStyle="1" w:styleId="1613D0810370403B95AD7258E0CC9B33">
    <w:name w:val="1613D0810370403B95AD7258E0CC9B33"/>
  </w:style>
  <w:style w:type="paragraph" w:customStyle="1" w:styleId="62C928668FC34136B02A64115D973B54">
    <w:name w:val="62C928668FC34136B02A64115D973B54"/>
  </w:style>
  <w:style w:type="paragraph" w:customStyle="1" w:styleId="64878FFE03A2490285300D8A61379762">
    <w:name w:val="64878FFE03A2490285300D8A61379762"/>
  </w:style>
  <w:style w:type="paragraph" w:customStyle="1" w:styleId="CD8A2D7F275542F699AD8A6BB40C6D3D">
    <w:name w:val="CD8A2D7F275542F699AD8A6BB40C6D3D"/>
  </w:style>
  <w:style w:type="paragraph" w:customStyle="1" w:styleId="F0CABAD1EAA04E358717AA72A2973910">
    <w:name w:val="F0CABAD1EAA04E358717AA72A2973910"/>
  </w:style>
  <w:style w:type="paragraph" w:customStyle="1" w:styleId="105892FAED884269A6839D91C29BFABB">
    <w:name w:val="105892FAED884269A6839D91C29BFABB"/>
  </w:style>
  <w:style w:type="paragraph" w:customStyle="1" w:styleId="AFEE67BEAB734FEAAC93734B2AFD3A25">
    <w:name w:val="AFEE67BEAB734FEAAC93734B2AFD3A25"/>
  </w:style>
  <w:style w:type="paragraph" w:customStyle="1" w:styleId="4641D1A2833B4E29AAB63F0B2438C4C5">
    <w:name w:val="4641D1A2833B4E29AAB63F0B2438C4C5"/>
  </w:style>
  <w:style w:type="paragraph" w:customStyle="1" w:styleId="D70CB1D17308440EB95868ED6C82A3F8">
    <w:name w:val="D70CB1D17308440EB95868ED6C82A3F8"/>
    <w:rsid w:val="009D2939"/>
    <w:rPr>
      <w:kern w:val="2"/>
      <w14:ligatures w14:val="standardContextual"/>
    </w:rPr>
  </w:style>
  <w:style w:type="paragraph" w:customStyle="1" w:styleId="B4C9BCF4689F49608F83154EBCD28C8C">
    <w:name w:val="B4C9BCF4689F49608F83154EBCD28C8C"/>
    <w:rsid w:val="009D2939"/>
    <w:rPr>
      <w:kern w:val="2"/>
      <w14:ligatures w14:val="standardContextual"/>
    </w:rPr>
  </w:style>
  <w:style w:type="paragraph" w:customStyle="1" w:styleId="B8C6377F15BA4296A96AFB9E24B37D38">
    <w:name w:val="B8C6377F15BA4296A96AFB9E24B37D38"/>
    <w:rsid w:val="009D2939"/>
    <w:rPr>
      <w:kern w:val="2"/>
      <w14:ligatures w14:val="standardContextual"/>
    </w:rPr>
  </w:style>
  <w:style w:type="paragraph" w:customStyle="1" w:styleId="0810D14A6CF74A9EB23B8757DAF9F555">
    <w:name w:val="0810D14A6CF74A9EB23B8757DAF9F555"/>
    <w:rsid w:val="009D2939"/>
    <w:rPr>
      <w:kern w:val="2"/>
      <w14:ligatures w14:val="standardContextual"/>
    </w:rPr>
  </w:style>
  <w:style w:type="paragraph" w:customStyle="1" w:styleId="763A318DD8324314AF74E2CECACADE6B">
    <w:name w:val="763A318DD8324314AF74E2CECACADE6B"/>
    <w:rsid w:val="009D2939"/>
    <w:rPr>
      <w:kern w:val="2"/>
      <w14:ligatures w14:val="standardContextual"/>
    </w:rPr>
  </w:style>
  <w:style w:type="paragraph" w:customStyle="1" w:styleId="4A83EFE2759F437D85BAD8F34AC03DBC">
    <w:name w:val="4A83EFE2759F437D85BAD8F34AC03DBC"/>
    <w:rsid w:val="009D2939"/>
    <w:rPr>
      <w:kern w:val="2"/>
      <w14:ligatures w14:val="standardContextual"/>
    </w:rPr>
  </w:style>
  <w:style w:type="paragraph" w:customStyle="1" w:styleId="C13ADAAB218A4CDAB6CB0E4EDA3C46C1">
    <w:name w:val="C13ADAAB218A4CDAB6CB0E4EDA3C46C1"/>
    <w:rsid w:val="009D2939"/>
    <w:rPr>
      <w:kern w:val="2"/>
      <w14:ligatures w14:val="standardContextual"/>
    </w:rPr>
  </w:style>
  <w:style w:type="paragraph" w:customStyle="1" w:styleId="C965019EDE4D4F64A6919DA5D6961834">
    <w:name w:val="C965019EDE4D4F64A6919DA5D6961834"/>
    <w:rsid w:val="009D293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S-WD403_Calenda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3D59"/>
      </a:accent1>
      <a:accent2>
        <a:srgbClr val="EFA196"/>
      </a:accent2>
      <a:accent3>
        <a:srgbClr val="EB5E46"/>
      </a:accent3>
      <a:accent4>
        <a:srgbClr val="F1DD0F"/>
      </a:accent4>
      <a:accent5>
        <a:srgbClr val="98C4B3"/>
      </a:accent5>
      <a:accent6>
        <a:srgbClr val="426950"/>
      </a:accent6>
      <a:hlink>
        <a:srgbClr val="0563C1"/>
      </a:hlink>
      <a:folHlink>
        <a:srgbClr val="954F72"/>
      </a:folHlink>
    </a:clrScheme>
    <a:fontScheme name="MS-WD403_Calendar">
      <a:majorFont>
        <a:latin typeface="Sagona Book"/>
        <a:ea typeface=""/>
        <a:cs typeface=""/>
      </a:majorFont>
      <a:minorFont>
        <a:latin typeface="Sagona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1" ma:contentTypeDescription="Create a new document." ma:contentTypeScope="" ma:versionID="64dfb1555687e0874b4304b796b5b0c7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e6e4c555b5e194d05b7203de9c4567b3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  <xsd:element ref="ns4:TaxCatchAll" minOccurs="0"/>
                <xsd:element ref="ns2:ImageTagsTaxHTFiel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/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890FEE-54BE-4232-9D6F-43E3B6C90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6FC3DB-74C4-4FA5-BED8-439FC9E7BA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A91E9B-2022-4BCD-A1DA-B237D79E89D5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230e9df3-be65-4c73-a93b-d1236ebd677e"/>
    <ds:schemaRef ds:uri="http://www.w3.org/XML/1998/namespace"/>
    <ds:schemaRef ds:uri="http://schemas.microsoft.com/sharepoint/v3"/>
    <ds:schemaRef ds:uri="http://purl.org/dc/elements/1.1/"/>
    <ds:schemaRef ds:uri="http://purl.org/dc/dcmitype/"/>
    <ds:schemaRef ds:uri="16c05727-aa75-4e4a-9b5f-8a80a1165891"/>
    <ds:schemaRef ds:uri="71af3243-3dd4-4a8d-8c0d-dd76da1f02a5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036D26-EED3-4114-B5EB-078DF9723B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calendar with highlights</Template>
  <TotalTime>0</TotalTime>
  <Pages>7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2025-01-23T00:08:00Z</dcterms:created>
  <dcterms:modified xsi:type="dcterms:W3CDTF">2025-01-24T19:47:00Z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